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ustom.xml" ContentType="application/vnd.openxmlformats-officedocument.custom-properties+xml"/>
  <Override PartName="/docProps/core.xml" ContentType="application/vnd.openxmlformats-package.core-properti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numbering.xml" ContentType="application/vnd.openxmlformats-officedocument.wordprocessingml.numbering+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word/glossary/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docProps/app.xml" ContentType="application/vnd.openxmlformats-officedocument.extended-properties+xml"/>
  <Override PartName="/word/glossary/styles.xml" ContentType="application/vnd.openxmlformats-officedocument.wordprocessingml.styles+xml"/>
  <Override PartName="/word/glossary/footnotes.xml" ContentType="application/vnd.openxmlformats-officedocument.wordprocessingml.footnotes+xml"/>
  <Override PartName="/word/glossary/endnotes.xml" ContentType="application/vnd.openxmlformats-officedocument.wordprocessingml.endnotes+xml"/>
  <Override PartName="/customXml/itemProps4.xml" ContentType="application/vnd.openxmlformats-officedocument.customXmlProperties+xml"/>
  <Override PartName="/word/styles.xml" ContentType="application/vnd.openxmlformats-officedocument.wordprocessingml.styles+xml"/>
  <Override PartName="/customXml/itemProps3.xml" ContentType="application/vnd.openxmlformats-officedocument.customXmlProperties+xml"/>
  <Override PartName="/word/glossary/document.xml" ContentType="application/vnd.openxmlformats-officedocument.wordprocessingml.document.glossary+xml"/>
  <Override PartName="/customXml/itemProps2.xml" ContentType="application/vnd.openxmlformats-officedocument.customXmlProperti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tbl>
      <w:tblPr>
        <w:tblW w:w="5062" w:type="pct"/>
        <w:tblBorders/>
        <w:tblLayout w:type="fixed"/>
        <w:tblCellMar>
          <w:left w:w="115" w:type="dxa"/>
          <w:right w:w="115" w:type="dxa"/>
        </w:tblCellMar>
        <w:tblLook w:val="0600" w:firstRow="0" w:lastRow="0" w:firstColumn="0" w:lastColumn="0" w:noHBand="1" w:noVBand="1"/>
      </w:tblPr>
      <w:tblGrid>
        <w:gridCol w:w="9867"/>
      </w:tblGrid>
      <w:tr>
        <w:trPr>
          <w:trHeight w:val="99"/>
        </w:trPr>
        <w:tc>
          <w:tcPr>
            <w:tcBorders/>
            <w:tcW w:w="9867" w:type="dxa"/>
            <w:vAlign w:val="center"/>
            <w:textDirection w:val="lrTb"/>
            <w:noWrap w:val="false"/>
          </w:tcPr>
          <w:p>
            <w:pPr>
              <w:pStyle w:val="1033"/>
              <w:pBdr/>
              <w:spacing/>
              <w:ind/>
              <w:rPr/>
            </w:pPr>
            <w:r>
              <w:rPr>
                <w:rStyle w:val="1086"/>
              </w:rPr>
              <mc:AlternateContent>
                <mc:Choice Requires="wpg">
                  <w:drawing>
                    <wp:anchor xmlns:wp="http://schemas.openxmlformats.org/drawingml/2006/wordprocessingDrawing" xmlns:wp14="http://schemas.microsoft.com/office/word/2010/wordprocessingDrawing" distT="0" distB="0" distL="114300" distR="114300" simplePos="0" relativeHeight="251658240" behindDoc="1" locked="0" layoutInCell="1" allowOverlap="1">
                      <wp:simplePos x="0" y="0"/>
                      <wp:positionH relativeFrom="margin">
                        <wp:posOffset>2188845</wp:posOffset>
                      </wp:positionH>
                      <wp:positionV relativeFrom="paragraph">
                        <wp:posOffset>-488950</wp:posOffset>
                      </wp:positionV>
                      <wp:extent cx="1680210" cy="488950"/>
                      <wp:effectExtent l="0" t="0" r="0" b="6350"/>
                      <wp:wrapTopAndBottom/>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r/>
                            </pic:nvPicPr>
                            <pic:blipFill>
                              <a:blip r:embed="rId17"/>
                              <a:stretch/>
                            </pic:blipFill>
                            <pic:spPr bwMode="auto">
                              <a:xfrm>
                                <a:off x="0" y="0"/>
                                <a:ext cx="1680210" cy="488950"/>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58240;o:allowoverlap:true;o:allowincell:true;mso-position-horizontal-relative:margin;margin-left:172.35pt;mso-position-horizontal:absolute;mso-position-vertical-relative:text;margin-top:-38.50pt;mso-position-vertical:absolute;width:132.30pt;height:38.50pt;mso-wrap-distance-left:9.00pt;mso-wrap-distance-top:0.00pt;mso-wrap-distance-right:9.00pt;mso-wrap-distance-bottom:0.00pt;z-index:1;" stroked="f">
                      <w10:wrap type="topAndBottom"/>
                      <v:imagedata r:id="rId17" o:title=""/>
                      <o:lock v:ext="edit" rotation="t"/>
                    </v:shape>
                  </w:pict>
                </mc:Fallback>
              </mc:AlternateContent>
            </w:r>
            <w:sdt>
              <w:sdtPr>
                <w:alias w:val="Titre"/>
                <w15:appearance w15:val="hidden"/>
                <w:id w:val="2016188051"/>
                <w:placeholder>
                  <w:docPart w:val="9839DA6E14F74906840939ED9B75108F"/>
                </w:placeholder>
                <w:tag w:val=""/>
                <w:rPr/>
              </w:sdtPr>
              <w:sdtContent>
                <w:r>
                  <w:t xml:space="preserve">MISE A DISPOSITION DU MODELE MULTIMODAL MULTIPARTENARIAL GIRONDIN (MMM33)</w:t>
                </w:r>
              </w:sdtContent>
            </w:sdt>
            <w:r/>
            <w:r/>
          </w:p>
        </w:tc>
      </w:tr>
    </w:tbl>
    <w:p>
      <w:pPr>
        <w:pStyle w:val="1033"/>
        <w:pBdr/>
        <w:spacing/>
        <w:ind/>
        <w:rPr/>
      </w:pPr>
      <w:r/>
      <w:r/>
    </w:p>
    <w:p>
      <w:pPr>
        <w:pStyle w:val="1033"/>
        <w:pBdr/>
        <w:spacing/>
        <w:ind/>
        <w:rPr/>
      </w:pPr>
      <w:r>
        <w:t xml:space="preserve">PREAMBULE</w:t>
      </w:r>
      <w:r/>
    </w:p>
    <w:p>
      <w:pPr>
        <w:pBdr/>
        <w:spacing/>
        <w:ind/>
        <w:rPr>
          <w:rStyle w:val="1087"/>
        </w:rPr>
      </w:pPr>
      <w:r>
        <w:rPr>
          <w:rStyle w:val="1087"/>
        </w:rPr>
        <w:t xml:space="preserve">Au regard des enjeux de mobilité sur le territoire girondin, l’État, la Région Nouvelle Aquitaine, le Département de la Gironde et Bordeaux Métropole, se sont dotées d'un </w:t>
      </w:r>
      <w:r>
        <w:t xml:space="preserve">Modèle Multimodal Multipartenarial Girondin – MMM33 </w:t>
      </w:r>
      <w:r>
        <w:t xml:space="preserve">, modèle </w:t>
      </w:r>
      <w:r>
        <w:rPr>
          <w:rStyle w:val="1087"/>
        </w:rPr>
        <w:t xml:space="preserve">à 4 étapes des déplacements à l’échelle du département dont elles sont </w:t>
      </w:r>
      <w:r>
        <w:rPr>
          <w:rStyle w:val="1087"/>
        </w:rPr>
        <w:t xml:space="preserve">propriétaires</w:t>
      </w:r>
      <w:r>
        <w:rPr>
          <w:rStyle w:val="1087"/>
        </w:rPr>
        <w:t xml:space="preserve"> à part égale.</w:t>
      </w:r>
      <w:r>
        <w:rPr>
          <w:rStyle w:val="1087"/>
        </w:rPr>
        <w:t xml:space="preserve"> Dans la suite du document, </w:t>
      </w:r>
      <w:r>
        <w:rPr>
          <w:rStyle w:val="1087"/>
        </w:rPr>
        <w:t xml:space="preserve">ces partenaires responsables du modèle seront </w:t>
      </w:r>
      <w:r>
        <w:rPr>
          <w:rStyle w:val="1087"/>
        </w:rPr>
        <w:t xml:space="preserve">désignés « </w:t>
      </w:r>
      <w:r>
        <w:rPr>
          <w:rStyle w:val="1087"/>
          <w:b/>
          <w:bCs/>
        </w:rPr>
        <w:t xml:space="preserve">propriétaires</w:t>
      </w:r>
      <w:r>
        <w:rPr>
          <w:rStyle w:val="1087"/>
        </w:rPr>
        <w:t xml:space="preserve"> »</w:t>
      </w:r>
      <w:r>
        <w:rPr>
          <w:rStyle w:val="1087"/>
        </w:rPr>
      </w:r>
      <w:r>
        <w:rPr>
          <w:rStyle w:val="1087"/>
        </w:rPr>
      </w:r>
    </w:p>
    <w:p>
      <w:pPr>
        <w:pBdr/>
        <w:spacing/>
        <w:ind/>
        <w:rPr/>
      </w:pPr>
      <w:r>
        <w:t xml:space="preserve">Afin de garder l’unicité du modèle</w:t>
      </w:r>
      <w:r>
        <w:t xml:space="preserve"> et </w:t>
      </w:r>
      <w:r>
        <w:t xml:space="preserve">de</w:t>
      </w:r>
      <w:r>
        <w:t xml:space="preserve"> le</w:t>
      </w:r>
      <w:r>
        <w:t xml:space="preserve"> mettre à jour régulièrement</w:t>
      </w:r>
      <w:r>
        <w:t xml:space="preserve"> </w:t>
      </w:r>
      <w:r>
        <w:t xml:space="preserve">avec</w:t>
      </w:r>
      <w:r>
        <w:t xml:space="preserve"> les différents projets</w:t>
      </w:r>
      <w:r>
        <w:t xml:space="preserve">, </w:t>
      </w:r>
      <w:r>
        <w:t xml:space="preserve">les règles et procédures de</w:t>
      </w:r>
      <w:r>
        <w:t xml:space="preserve"> </w:t>
      </w:r>
      <w:r>
        <w:t xml:space="preserve">sa mise à disposition et de son usage </w:t>
      </w:r>
      <w:r>
        <w:t xml:space="preserve">sont présenté</w:t>
      </w:r>
      <w:r>
        <w:t xml:space="preserve">e</w:t>
      </w:r>
      <w:r>
        <w:t xml:space="preserve">s dans le document suivant</w:t>
      </w:r>
      <w:r>
        <w:t xml:space="preserve">. Les </w:t>
      </w:r>
      <w:r>
        <w:t xml:space="preserve">personnes modélisant au sein de bureau d’études</w:t>
      </w:r>
      <w:r>
        <w:t xml:space="preserve">, désignées « </w:t>
      </w:r>
      <w:r>
        <w:rPr>
          <w:b/>
          <w:bCs/>
        </w:rPr>
        <w:t xml:space="preserve">prestataires</w:t>
      </w:r>
      <w:r>
        <w:t xml:space="preserve">»</w:t>
      </w:r>
      <w:r>
        <w:t xml:space="preserve"> doivent prendre connaissance de</w:t>
      </w:r>
      <w:r>
        <w:t xml:space="preserve"> ces règles</w:t>
      </w:r>
      <w:r>
        <w:t xml:space="preserve">.</w:t>
      </w:r>
      <w:r>
        <w:t xml:space="preserve"> </w:t>
      </w:r>
      <w:r/>
    </w:p>
    <w:p>
      <w:pPr>
        <w:pStyle w:val="1033"/>
        <w:pBdr/>
        <w:spacing/>
        <w:ind/>
        <w:rPr/>
      </w:pPr>
      <w:r>
        <w:t xml:space="preserve">ETAPES DU PROCESS</w:t>
      </w:r>
      <w:r>
        <w:t xml:space="preserve">US</w:t>
      </w:r>
      <w:r>
        <w:t xml:space="preserve"> </w:t>
      </w:r>
      <w:r/>
    </w:p>
    <w:p>
      <w:pPr>
        <w:pStyle w:val="1074"/>
        <w:pBdr/>
        <w:spacing w:line="276" w:lineRule="auto"/>
        <w:ind/>
        <w:jc w:val="both"/>
        <w:rPr>
          <w:rStyle w:val="1071"/>
          <w:b w:val="0"/>
          <w:bCs w:val="0"/>
        </w:rPr>
      </w:pPr>
      <w:r>
        <w:rPr>
          <w:rStyle w:val="1071"/>
          <w:b w:val="0"/>
          <w:bCs w:val="0"/>
        </w:rPr>
        <w:t xml:space="preserve">Le</w:t>
      </w:r>
      <w:r>
        <w:rPr>
          <w:rStyle w:val="1071"/>
          <w:b w:val="0"/>
          <w:bCs w:val="0"/>
        </w:rPr>
        <w:t xml:space="preserve"> ou la</w:t>
      </w:r>
      <w:r>
        <w:rPr>
          <w:rStyle w:val="1071"/>
          <w:b w:val="0"/>
          <w:bCs w:val="0"/>
        </w:rPr>
        <w:t xml:space="preserve"> </w:t>
      </w:r>
      <w:r>
        <w:rPr>
          <w:rStyle w:val="1071"/>
          <w:b w:val="0"/>
          <w:bCs w:val="0"/>
        </w:rPr>
        <w:t xml:space="preserve">prestataire</w:t>
      </w:r>
      <w:r>
        <w:rPr>
          <w:rStyle w:val="1071"/>
          <w:b w:val="0"/>
          <w:bCs w:val="0"/>
        </w:rPr>
        <w:t xml:space="preserve"> r</w:t>
      </w:r>
      <w:r>
        <w:rPr>
          <w:rStyle w:val="1071"/>
          <w:b w:val="0"/>
          <w:bCs w:val="0"/>
        </w:rPr>
        <w:t xml:space="preserve">etourne cet d’engagement signé</w:t>
      </w:r>
      <w:r>
        <w:rPr>
          <w:rStyle w:val="1071"/>
          <w:b w:val="0"/>
          <w:bCs w:val="0"/>
        </w:rPr>
        <w:t xml:space="preserve"> et daté</w:t>
      </w:r>
      <w:r>
        <w:rPr>
          <w:rStyle w:val="1071"/>
          <w:b w:val="0"/>
          <w:bCs w:val="0"/>
        </w:rPr>
        <w:t xml:space="preserve"> par mail</w:t>
      </w:r>
      <w:r>
        <w:rPr>
          <w:rStyle w:val="1071"/>
          <w:b w:val="0"/>
          <w:bCs w:val="0"/>
        </w:rPr>
        <w:t xml:space="preserve"> :</w:t>
      </w:r>
      <w:r>
        <w:rPr>
          <w:rStyle w:val="1071"/>
          <w:b w:val="0"/>
          <w:bCs w:val="0"/>
        </w:rPr>
      </w:r>
      <w:r>
        <w:rPr>
          <w:rStyle w:val="1071"/>
          <w:b w:val="0"/>
          <w:bCs w:val="0"/>
        </w:rPr>
      </w:r>
    </w:p>
    <w:p>
      <w:pPr>
        <w:pStyle w:val="1052"/>
        <w:numPr>
          <w:ilvl w:val="0"/>
          <w:numId w:val="9"/>
        </w:numPr>
        <w:pBdr/>
        <w:spacing w:line="276" w:lineRule="auto"/>
        <w:ind/>
        <w:jc w:val="both"/>
        <w:rPr>
          <w:b w:val="0"/>
          <w:bCs w:val="0"/>
        </w:rPr>
      </w:pPr>
      <w:r>
        <w:rPr>
          <w:b w:val="0"/>
          <w:bCs w:val="0"/>
        </w:rPr>
        <w:t xml:space="preserve">Au référent ou référente modélisation </w:t>
      </w:r>
      <w:r>
        <w:rPr>
          <w:b w:val="0"/>
          <w:bCs w:val="0"/>
        </w:rPr>
        <w:t xml:space="preserve">du propriétaire</w:t>
      </w:r>
      <w:r>
        <w:rPr>
          <w:b w:val="0"/>
          <w:bCs w:val="0"/>
        </w:rPr>
        <w:t xml:space="preserve"> en charge d</w:t>
      </w:r>
      <w:r>
        <w:rPr>
          <w:b w:val="0"/>
          <w:bCs w:val="0"/>
        </w:rPr>
        <w:t xml:space="preserve">u suivi de</w:t>
      </w:r>
      <w:r>
        <w:rPr>
          <w:b w:val="0"/>
          <w:bCs w:val="0"/>
        </w:rPr>
        <w:t xml:space="preserve"> l’étude</w:t>
      </w:r>
      <w:r>
        <w:rPr>
          <w:b w:val="0"/>
          <w:bCs w:val="0"/>
        </w:rPr>
      </w:r>
      <w:r>
        <w:rPr>
          <w:b w:val="0"/>
          <w:bCs w:val="0"/>
        </w:rPr>
      </w:r>
    </w:p>
    <w:p>
      <w:pPr>
        <w:pStyle w:val="1052"/>
        <w:numPr>
          <w:ilvl w:val="0"/>
          <w:numId w:val="9"/>
        </w:numPr>
        <w:pBdr/>
        <w:spacing w:line="276" w:lineRule="auto"/>
        <w:ind/>
        <w:jc w:val="both"/>
        <w:rPr>
          <w:b w:val="0"/>
          <w:bCs w:val="0"/>
        </w:rPr>
      </w:pPr>
      <w:r>
        <w:rPr>
          <w:b/>
          <w:bCs/>
          <w:u w:val="single"/>
        </w:rPr>
        <w:t xml:space="preserve">Et</w:t>
      </w:r>
      <w:r>
        <w:rPr>
          <w:b w:val="0"/>
          <w:bCs w:val="0"/>
        </w:rPr>
        <w:t xml:space="preserve"> a</w:t>
      </w:r>
      <w:r>
        <w:rPr>
          <w:b w:val="0"/>
          <w:bCs w:val="0"/>
        </w:rPr>
        <w:t xml:space="preserve">u </w:t>
      </w:r>
      <w:r>
        <w:rPr>
          <w:b w:val="0"/>
          <w:bCs w:val="0"/>
        </w:rPr>
        <w:t xml:space="preserve">gestionnaire du MMM33</w:t>
      </w:r>
      <w:r>
        <w:rPr>
          <w:b w:val="0"/>
          <w:bCs w:val="0"/>
        </w:rPr>
        <w:t xml:space="preserve"> à l’adresse mail</w:t>
      </w:r>
      <w:r>
        <w:rPr>
          <w:b w:val="0"/>
          <w:bCs w:val="0"/>
        </w:rPr>
        <w:t xml:space="preserve"> : </w:t>
      </w:r>
      <w:r>
        <w:rPr>
          <w:b w:val="0"/>
          <w:bCs w:val="0"/>
        </w:rPr>
      </w:r>
      <w:hyperlink r:id="rId18" w:tooltip="mailto:secretariat.mmm33@cerema.fr" w:history="1">
        <w:r>
          <w:rPr>
            <w:rStyle w:val="1064"/>
            <w:b w:val="0"/>
            <w:bCs w:val="0"/>
          </w:rPr>
          <w:t xml:space="preserve">secretariat.mmm33@cerema.fr</w:t>
        </w:r>
      </w:hyperlink>
      <w:r>
        <w:rPr>
          <w:b w:val="0"/>
          <w:bCs w:val="0"/>
        </w:rPr>
      </w:r>
      <w:r>
        <w:rPr>
          <w:b w:val="0"/>
          <w:bCs w:val="0"/>
        </w:rPr>
      </w:r>
    </w:p>
    <w:p>
      <w:pPr>
        <w:pStyle w:val="1074"/>
        <w:pBdr/>
        <w:spacing w:line="276" w:lineRule="auto"/>
        <w:ind/>
        <w:jc w:val="both"/>
        <w:rPr>
          <w:b w:val="0"/>
          <w:bCs w:val="0"/>
        </w:rPr>
      </w:pPr>
      <w:r>
        <w:rPr>
          <w:rStyle w:val="1071"/>
          <w:b w:val="0"/>
          <w:bCs w:val="0"/>
        </w:rPr>
        <w:t xml:space="preserve">Le ou la prestataire </w:t>
      </w:r>
      <w:r>
        <w:rPr>
          <w:rStyle w:val="1071"/>
          <w:b w:val="0"/>
          <w:bCs w:val="0"/>
        </w:rPr>
        <w:t xml:space="preserve">créé un</w:t>
      </w:r>
      <w:r>
        <w:rPr>
          <w:rStyle w:val="1071"/>
          <w:b w:val="0"/>
          <w:bCs w:val="0"/>
        </w:rPr>
        <w:t xml:space="preserve"> compte sur </w:t>
      </w:r>
      <w:hyperlink r:id="rId19" w:tooltip="https://www.expertises-territoires.fr/jcms/pl1_442160/fr/modele-multimodal-multipartenarial-de-gironde-mmm33" w:history="1">
        <w:r>
          <w:rPr>
            <w:rStyle w:val="1064"/>
            <w:b w:val="0"/>
            <w:bCs w:val="0"/>
          </w:rPr>
          <w:t xml:space="preserve">Expertises</w:t>
        </w:r>
        <w:r>
          <w:rPr>
            <w:rStyle w:val="1064"/>
            <w:b w:val="0"/>
            <w:bCs w:val="0"/>
          </w:rPr>
          <w:t xml:space="preserve">&amp;Territoires</w:t>
        </w:r>
      </w:hyperlink>
      <w:r>
        <w:rPr>
          <w:rStyle w:val="1071"/>
          <w:b w:val="0"/>
          <w:bCs w:val="0"/>
        </w:rPr>
        <w:t xml:space="preserve"> (</w:t>
      </w:r>
      <w:r>
        <w:rPr>
          <w:b w:val="0"/>
          <w:bCs w:val="0"/>
        </w:rPr>
        <w:t xml:space="preserve">demande d'accès</w:t>
      </w:r>
      <w:r>
        <w:t xml:space="preserve"> </w:t>
      </w:r>
      <w:r>
        <w:rPr>
          <w:rStyle w:val="1071"/>
          <w:b w:val="0"/>
          <w:bCs w:val="0"/>
        </w:rPr>
        <w:t xml:space="preserve">à la communauté </w:t>
      </w:r>
      <w:r>
        <w:rPr>
          <w:rStyle w:val="1071"/>
          <w:b w:val="0"/>
          <w:bCs w:val="0"/>
        </w:rPr>
        <w:t xml:space="preserve">d’</w:t>
      </w:r>
      <w:r>
        <w:rPr>
          <w:rStyle w:val="1071"/>
          <w:b w:val="0"/>
          <w:bCs w:val="0"/>
        </w:rPr>
        <w:t xml:space="preserve">utilisatrices</w:t>
      </w:r>
      <w:r>
        <w:rPr>
          <w:rStyle w:val="1071"/>
          <w:b w:val="0"/>
          <w:bCs w:val="0"/>
        </w:rPr>
        <w:t xml:space="preserve"> et utilisateurs</w:t>
      </w:r>
      <w:r>
        <w:rPr>
          <w:rStyle w:val="1071"/>
          <w:b w:val="0"/>
          <w:bCs w:val="0"/>
        </w:rPr>
        <w:t xml:space="preserve"> du MMM33)</w:t>
      </w:r>
      <w:r>
        <w:rPr>
          <w:b w:val="0"/>
          <w:bCs w:val="0"/>
        </w:rPr>
      </w:r>
      <w:r>
        <w:rPr>
          <w:b w:val="0"/>
          <w:bCs w:val="0"/>
        </w:rPr>
      </w:r>
    </w:p>
    <w:p>
      <w:pPr>
        <w:pStyle w:val="1074"/>
        <w:pBdr/>
        <w:spacing w:line="276" w:lineRule="auto"/>
        <w:ind/>
        <w:jc w:val="both"/>
        <w:rPr>
          <w:rStyle w:val="1071"/>
          <w:b w:val="0"/>
          <w:bCs w:val="0"/>
        </w:rPr>
      </w:pPr>
      <w:r>
        <w:rPr>
          <w:rStyle w:val="1071"/>
          <w:b w:val="0"/>
          <w:bCs w:val="0"/>
        </w:rPr>
        <w:t xml:space="preserve">Le ou la prestataire </w:t>
      </w:r>
      <w:r>
        <w:rPr>
          <w:rStyle w:val="1071"/>
          <w:b w:val="0"/>
          <w:bCs w:val="0"/>
        </w:rPr>
        <w:t xml:space="preserve">créé </w:t>
      </w:r>
      <w:r>
        <w:rPr>
          <w:rStyle w:val="1071"/>
          <w:b w:val="0"/>
          <w:bCs w:val="0"/>
        </w:rPr>
        <w:t xml:space="preserve">un compte </w:t>
      </w:r>
      <w:hyperlink r:id="rId20" w:tooltip="https://gitlab.cerema.fr/mmm33" w:history="1">
        <w:r>
          <w:rPr>
            <w:rStyle w:val="1064"/>
            <w:b w:val="0"/>
            <w:bCs w:val="0"/>
          </w:rPr>
          <w:t xml:space="preserve">Gitlab </w:t>
        </w:r>
      </w:hyperlink>
      <w:r>
        <w:rPr>
          <w:rStyle w:val="1071"/>
          <w:b w:val="0"/>
          <w:bCs w:val="0"/>
        </w:rPr>
        <w:t xml:space="preserve">(</w:t>
      </w:r>
      <w:r>
        <w:rPr>
          <w:rStyle w:val="1071"/>
          <w:b w:val="0"/>
          <w:bCs w:val="0"/>
        </w:rPr>
        <w:t xml:space="preserve">demande d'accès </w:t>
      </w:r>
      <w:r>
        <w:rPr>
          <w:rStyle w:val="1071"/>
          <w:b w:val="0"/>
          <w:bCs w:val="0"/>
        </w:rPr>
        <w:t xml:space="preserve">au téléchargement du MMM33)</w:t>
      </w:r>
      <w:r>
        <w:rPr>
          <w:rStyle w:val="1071"/>
          <w:b w:val="0"/>
          <w:bCs w:val="0"/>
        </w:rPr>
      </w:r>
      <w:r>
        <w:rPr>
          <w:rStyle w:val="1071"/>
          <w:b w:val="0"/>
          <w:bCs w:val="0"/>
        </w:rPr>
      </w:r>
    </w:p>
    <w:p>
      <w:pPr>
        <w:pStyle w:val="1074"/>
        <w:pBdr/>
        <w:spacing w:line="276" w:lineRule="auto"/>
        <w:ind/>
        <w:jc w:val="both"/>
        <w:rPr>
          <w:rStyle w:val="1071"/>
          <w:b w:val="0"/>
          <w:bCs w:val="0"/>
        </w:rPr>
      </w:pPr>
      <w:r>
        <w:rPr>
          <w:rStyle w:val="1071"/>
          <w:b w:val="0"/>
          <w:bCs w:val="0"/>
        </w:rPr>
      </w:r>
      <w:r>
        <w:rPr>
          <w:rStyle w:val="1071"/>
          <w:b w:val="0"/>
          <w:bCs w:val="0"/>
        </w:rPr>
        <w:t xml:space="preserve">Le gestionnaire valide</w:t>
      </w:r>
      <w:r/>
      <w:r>
        <w:rPr>
          <w:rStyle w:val="1071"/>
          <w:b w:val="0"/>
          <w:bCs w:val="0"/>
        </w:rPr>
        <w:t xml:space="preserve"> la demande d’accès sous 7 jours</w:t>
      </w:r>
      <w:r>
        <w:rPr>
          <w:rStyle w:val="1071"/>
          <w:b w:val="0"/>
          <w:bCs w:val="0"/>
        </w:rPr>
        <w:t xml:space="preserve">, pour un téléchargement du MMM33</w:t>
      </w:r>
      <w:r>
        <w:rPr>
          <w:rStyle w:val="1071"/>
          <w:b w:val="0"/>
          <w:bCs w:val="0"/>
        </w:rPr>
        <w:t xml:space="preserve"> pour 7 jours.</w:t>
      </w:r>
      <w:r>
        <w:rPr>
          <w:rStyle w:val="1071"/>
          <w:b w:val="0"/>
          <w:bCs w:val="0"/>
        </w:rPr>
        <w:t xml:space="preserve"> </w:t>
      </w:r>
      <w:r>
        <w:rPr>
          <w:rStyle w:val="1071"/>
          <w:b w:val="0"/>
          <w:bCs w:val="0"/>
        </w:rPr>
      </w:r>
      <w:r>
        <w:rPr>
          <w:rStyle w:val="1071"/>
          <w:b w:val="0"/>
          <w:bCs w:val="0"/>
        </w:rPr>
      </w:r>
    </w:p>
    <w:p>
      <w:pPr>
        <w:pStyle w:val="1074"/>
        <w:pBdr/>
        <w:spacing w:line="276" w:lineRule="auto"/>
        <w:ind/>
        <w:jc w:val="both"/>
        <w:rPr>
          <w:rStyle w:val="1071"/>
          <w:b w:val="0"/>
          <w:bCs w:val="0"/>
        </w:rPr>
      </w:pPr>
      <w:r>
        <w:rPr>
          <w:rStyle w:val="1071"/>
          <w:b w:val="0"/>
          <w:bCs w:val="0"/>
        </w:rPr>
      </w:r>
      <w:r>
        <w:rPr>
          <w:rStyle w:val="1071"/>
          <w:b w:val="0"/>
          <w:bCs w:val="0"/>
        </w:rPr>
        <w:t xml:space="preserve">Le prestataire réalise</w:t>
      </w:r>
      <w:r/>
      <w:r>
        <w:rPr>
          <w:rStyle w:val="1071"/>
          <w:b w:val="0"/>
          <w:bCs w:val="0"/>
        </w:rPr>
        <w:t xml:space="preserve"> l’é</w:t>
      </w:r>
      <w:r>
        <w:rPr>
          <w:rStyle w:val="1071"/>
          <w:b w:val="0"/>
          <w:bCs w:val="0"/>
        </w:rPr>
        <w:t xml:space="preserve">tude </w:t>
      </w:r>
      <w:r>
        <w:rPr>
          <w:rStyle w:val="1071"/>
          <w:b w:val="0"/>
          <w:bCs w:val="0"/>
        </w:rPr>
      </w:r>
      <w:r>
        <w:rPr>
          <w:rStyle w:val="1071"/>
          <w:b w:val="0"/>
          <w:bCs w:val="0"/>
        </w:rPr>
        <w:t xml:space="preserve">nécessitant l</w:t>
      </w:r>
      <w:r>
        <w:rPr>
          <w:rStyle w:val="1071"/>
          <w:b w:val="0"/>
          <w:bCs w:val="0"/>
          <w:sz w:val="22"/>
          <w:szCs w:val="22"/>
        </w:rPr>
        <w:t xml:space="preserve">’utilisation du MMM33</w:t>
      </w:r>
      <w:r/>
      <w:r>
        <w:rPr>
          <w:rStyle w:val="1071"/>
          <w:b w:val="0"/>
          <w:bCs w:val="0"/>
        </w:rPr>
        <w:t xml:space="preserve"> en suivant </w:t>
      </w:r>
      <w:r>
        <w:rPr>
          <w:rStyle w:val="1071"/>
          <w:b w:val="0"/>
          <w:bCs w:val="0"/>
        </w:rPr>
        <w:t xml:space="preserve">le</w:t>
      </w:r>
      <w:r>
        <w:rPr>
          <w:rStyle w:val="1071"/>
          <w:b w:val="0"/>
          <w:bCs w:val="0"/>
        </w:rPr>
        <w:t xml:space="preserve"> </w:t>
      </w:r>
      <w:r>
        <w:rPr>
          <w:rStyle w:val="1071"/>
          <w:b w:val="0"/>
          <w:bCs w:val="0"/>
        </w:rPr>
        <w:t xml:space="preserve">document </w:t>
      </w:r>
      <w:r>
        <w:rPr>
          <w:rStyle w:val="1071"/>
          <w:b w:val="0"/>
          <w:bCs w:val="0"/>
        </w:rPr>
        <w:t xml:space="preserve">nommé </w:t>
      </w:r>
      <w:r>
        <w:rPr>
          <w:rStyle w:val="1071"/>
          <w:b w:val="0"/>
          <w:bCs w:val="0"/>
          <w:i/>
          <w:iCs/>
        </w:rPr>
        <w:t xml:space="preserve">Guide</w:t>
      </w:r>
      <w:r>
        <w:rPr>
          <w:rStyle w:val="1071"/>
          <w:b w:val="0"/>
          <w:bCs w:val="0"/>
          <w:i/>
          <w:iCs/>
        </w:rPr>
        <w:t xml:space="preserve">_Utilisateur_MMM33</w:t>
      </w:r>
      <w:r>
        <w:rPr>
          <w:rStyle w:val="1071"/>
          <w:b w:val="0"/>
          <w:bCs w:val="0"/>
        </w:rPr>
        <w:t xml:space="preserve"> </w:t>
      </w:r>
      <w:r>
        <w:rPr>
          <w:rStyle w:val="1071"/>
          <w:b w:val="0"/>
          <w:bCs w:val="0"/>
        </w:rPr>
        <w:t xml:space="preserve">joint au MMM33</w:t>
      </w:r>
      <w:r>
        <w:rPr>
          <w:rStyle w:val="1071"/>
          <w:b w:val="0"/>
          <w:bCs w:val="0"/>
        </w:rPr>
        <w:t xml:space="preserve"> </w:t>
      </w:r>
      <w:r>
        <w:rPr>
          <w:rStyle w:val="1071"/>
          <w:b w:val="0"/>
          <w:bCs w:val="0"/>
        </w:rPr>
      </w:r>
      <w:r>
        <w:rPr>
          <w:rStyle w:val="1071"/>
          <w:b w:val="0"/>
          <w:bCs w:val="0"/>
        </w:rPr>
      </w:r>
    </w:p>
    <w:p>
      <w:pPr>
        <w:pStyle w:val="1074"/>
        <w:pBdr/>
        <w:spacing w:line="276" w:lineRule="auto"/>
        <w:ind/>
        <w:jc w:val="both"/>
        <w:rPr>
          <w:rStyle w:val="1071"/>
          <w:b w:val="0"/>
          <w:bCs w:val="0"/>
        </w:rPr>
      </w:pPr>
      <w:r>
        <w:rPr>
          <w:rStyle w:val="1071"/>
          <w:b w:val="0"/>
          <w:bCs w:val="0"/>
        </w:rPr>
        <w:t xml:space="preserve">Lors de la clôture du marché</w:t>
      </w:r>
      <w:r>
        <w:rPr>
          <w:rStyle w:val="1071"/>
          <w:b w:val="0"/>
          <w:bCs w:val="0"/>
        </w:rPr>
        <w:t xml:space="preserve">, l</w:t>
      </w:r>
      <w:r>
        <w:rPr>
          <w:rStyle w:val="1071"/>
          <w:b w:val="0"/>
          <w:bCs w:val="0"/>
        </w:rPr>
        <w:t xml:space="preserve">e ou la prestataire envoie au propriétaire </w:t>
      </w:r>
      <w:r>
        <w:rPr>
          <w:b w:val="0"/>
          <w:bCs w:val="0"/>
        </w:rPr>
        <w:t xml:space="preserve">référent(e) </w:t>
      </w:r>
      <w:r/>
      <w:r>
        <w:rPr>
          <w:rStyle w:val="1071"/>
          <w:b w:val="0"/>
          <w:bCs w:val="0"/>
        </w:rPr>
        <w:t xml:space="preserve">du MMM33 </w:t>
      </w:r>
      <w:r>
        <w:rPr>
          <w:rStyle w:val="1071"/>
          <w:b w:val="0"/>
          <w:bCs w:val="0"/>
        </w:rPr>
      </w:r>
      <w:r>
        <w:rPr>
          <w:rStyle w:val="1071"/>
          <w:b w:val="0"/>
          <w:bCs w:val="0"/>
        </w:rPr>
      </w:r>
    </w:p>
    <w:p>
      <w:pPr>
        <w:pStyle w:val="1074"/>
        <w:numPr>
          <w:ilvl w:val="1"/>
          <w:numId w:val="8"/>
        </w:numPr>
        <w:pBdr/>
        <w:spacing w:line="276" w:lineRule="auto"/>
        <w:ind/>
        <w:jc w:val="both"/>
        <w:rPr>
          <w:rStyle w:val="1071"/>
          <w:b w:val="0"/>
          <w:bCs w:val="0"/>
        </w:rPr>
      </w:pPr>
      <w:r>
        <w:rPr>
          <w:rStyle w:val="1071"/>
          <w:b w:val="0"/>
          <w:bCs w:val="0"/>
        </w:rPr>
        <w:t xml:space="preserve">L’ensemble du modèle modifié avec en particulier les fichiers : .vpdx, .ver, </w:t>
      </w:r>
      <w:r>
        <w:rPr>
          <w:rStyle w:val="1071"/>
          <w:b w:val="0"/>
          <w:bCs w:val="0"/>
        </w:rPr>
        <w:t xml:space="preserve">.tra, .xml</w:t>
      </w:r>
      <w:r>
        <w:rPr>
          <w:rStyle w:val="1071"/>
          <w:b w:val="0"/>
          <w:bCs w:val="0"/>
        </w:rPr>
      </w:r>
      <w:r>
        <w:rPr>
          <w:rStyle w:val="1071"/>
          <w:b w:val="0"/>
          <w:bCs w:val="0"/>
        </w:rPr>
      </w:r>
    </w:p>
    <w:p>
      <w:pPr>
        <w:pStyle w:val="1074"/>
        <w:numPr>
          <w:ilvl w:val="1"/>
          <w:numId w:val="8"/>
        </w:numPr>
        <w:pBdr/>
        <w:spacing w:line="276" w:lineRule="auto"/>
        <w:ind/>
        <w:jc w:val="both"/>
        <w:rPr>
          <w:rStyle w:val="1071"/>
          <w:b w:val="0"/>
          <w:bCs w:val="0"/>
        </w:rPr>
      </w:pPr>
      <w:r>
        <w:rPr>
          <w:rStyle w:val="1071"/>
          <w:b w:val="0"/>
          <w:bCs w:val="0"/>
        </w:rPr>
        <w:t xml:space="preserve">le fichier Excel nommé «</w:t>
      </w:r>
      <w:r>
        <w:rPr>
          <w:rStyle w:val="1071"/>
          <w:b w:val="0"/>
          <w:bCs w:val="0"/>
          <w:i/>
          <w:iCs/>
        </w:rPr>
        <w:t xml:space="preserve"> Suivi_des_modifications</w:t>
      </w:r>
      <w:r>
        <w:rPr>
          <w:rStyle w:val="1071"/>
          <w:b w:val="0"/>
          <w:bCs w:val="0"/>
        </w:rPr>
        <w:t xml:space="preserve"> » </w:t>
      </w:r>
      <w:r>
        <w:rPr>
          <w:rStyle w:val="1071"/>
          <w:b w:val="0"/>
          <w:bCs w:val="0"/>
          <w:highlight w:val="none"/>
        </w:rPr>
        <w:t xml:space="preserve">présent dans le dossier</w:t>
      </w:r>
      <w:r>
        <w:rPr>
          <w:rStyle w:val="1071"/>
          <w:b w:val="0"/>
          <w:bCs w:val="0"/>
        </w:rPr>
        <w:t xml:space="preserve"> MMM33 complété</w:t>
      </w:r>
      <w:r>
        <w:rPr>
          <w:rStyle w:val="1071"/>
          <w:b w:val="0"/>
          <w:bCs w:val="0"/>
        </w:rPr>
        <w:t xml:space="preserve"> </w:t>
      </w:r>
      <w:r>
        <w:rPr>
          <w:rStyle w:val="1071"/>
          <w:b w:val="0"/>
          <w:bCs w:val="0"/>
        </w:rPr>
      </w:r>
      <w:r>
        <w:rPr>
          <w:rStyle w:val="1071"/>
          <w:b w:val="0"/>
          <w:bCs w:val="0"/>
        </w:rPr>
      </w:r>
    </w:p>
    <w:p>
      <w:pPr>
        <w:pStyle w:val="1074"/>
        <w:numPr>
          <w:ilvl w:val="1"/>
          <w:numId w:val="8"/>
        </w:numPr>
        <w:pBdr/>
        <w:spacing w:line="276" w:lineRule="auto"/>
        <w:ind/>
        <w:jc w:val="both"/>
        <w:rPr>
          <w:rStyle w:val="1071"/>
          <w:b w:val="0"/>
          <w:bCs w:val="0"/>
        </w:rPr>
      </w:pPr>
      <w:r>
        <w:rPr>
          <w:rStyle w:val="1071"/>
          <w:b w:val="0"/>
          <w:bCs w:val="0"/>
        </w:rPr>
        <w:t xml:space="preserve">une note explicative technique</w:t>
      </w:r>
      <w:r>
        <w:rPr>
          <w:rStyle w:val="1071"/>
          <w:b w:val="0"/>
          <w:bCs w:val="0"/>
        </w:rPr>
        <w:t xml:space="preserve"> détaillant le travail réalisé sous Visum pour l’étude</w:t>
      </w:r>
      <w:r>
        <w:rPr>
          <w:rStyle w:val="1071"/>
          <w:b w:val="0"/>
          <w:bCs w:val="0"/>
        </w:rPr>
      </w:r>
      <w:r>
        <w:rPr>
          <w:rStyle w:val="1071"/>
          <w:b w:val="0"/>
          <w:bCs w:val="0"/>
        </w:rPr>
      </w:r>
    </w:p>
    <w:p>
      <w:pPr>
        <w:pStyle w:val="1074"/>
        <w:numPr>
          <w:ilvl w:val="1"/>
          <w:numId w:val="8"/>
        </w:numPr>
        <w:pBdr/>
        <w:spacing w:line="276" w:lineRule="auto"/>
        <w:ind/>
        <w:jc w:val="both"/>
        <w:rPr>
          <w:rStyle w:val="1071"/>
          <w:b w:val="0"/>
          <w:bCs w:val="0"/>
        </w:rPr>
      </w:pPr>
      <w:r>
        <w:rPr>
          <w:rStyle w:val="1071"/>
          <w:b w:val="0"/>
          <w:bCs w:val="0"/>
          <w:highlight w:val="none"/>
        </w:rPr>
        <w:t xml:space="preserve">Et le rapport d’étude. </w:t>
      </w:r>
      <w:r>
        <w:rPr>
          <w:rStyle w:val="1071"/>
          <w:b w:val="0"/>
          <w:bCs w:val="0"/>
        </w:rPr>
      </w:r>
      <w:r>
        <w:rPr>
          <w:rStyle w:val="1071"/>
          <w:b w:val="0"/>
          <w:bCs w:val="0"/>
        </w:rPr>
      </w:r>
    </w:p>
    <w:p>
      <w:pPr>
        <w:pBdr/>
        <w:spacing w:line="288" w:lineRule="auto"/>
        <w:ind/>
        <w:jc w:val="left"/>
        <w:rPr>
          <w:rStyle w:val="1071"/>
          <w:b w:val="0"/>
          <w:bCs w:val="0"/>
        </w:rPr>
      </w:pPr>
      <w:r>
        <w:rPr>
          <w:rStyle w:val="1071"/>
        </w:rPr>
        <w:br w:type="page" w:clear="all"/>
      </w:r>
      <w:r>
        <w:rPr>
          <w:rStyle w:val="1071"/>
          <w:b w:val="0"/>
          <w:bCs w:val="0"/>
        </w:rPr>
      </w:r>
      <w:r>
        <w:rPr>
          <w:rStyle w:val="1071"/>
          <w:b w:val="0"/>
          <w:bCs w:val="0"/>
        </w:rPr>
      </w:r>
    </w:p>
    <w:p>
      <w:pPr>
        <w:pStyle w:val="1033"/>
        <w:pBdr/>
        <w:spacing/>
        <w:ind/>
        <w:rPr/>
      </w:pPr>
      <w:r>
        <w:t xml:space="preserve">FICHE PROJET</w:t>
      </w:r>
      <w:r/>
    </w:p>
    <w:tbl>
      <w:tblPr>
        <w:tblStyle w:val="1056"/>
        <w:tblW w:w="0" w:type="auto"/>
        <w:tblBorders/>
        <w:tblLook w:val="04A0" w:firstRow="1" w:lastRow="0" w:firstColumn="1" w:lastColumn="0" w:noHBand="0" w:noVBand="1"/>
      </w:tblPr>
      <w:tblGrid>
        <w:gridCol w:w="1979"/>
        <w:gridCol w:w="7473"/>
      </w:tblGrid>
      <w:tr>
        <w:trPr/>
        <w:tc>
          <w:tcPr>
            <w:shd w:val="clear" w:color="ffffff" w:fill="f9ead9" w:themeFill="accent1" w:themeFillTint="66"/>
            <w:tcBorders/>
            <w:tcW w:w="1979" w:type="dxa"/>
            <w:vMerge w:val="restart"/>
            <w:textDirection w:val="lrTb"/>
            <w:noWrap w:val="false"/>
          </w:tcPr>
          <w:p>
            <w:pPr>
              <w:pStyle w:val="1074"/>
              <w:numPr>
                <w:ilvl w:val="0"/>
                <w:numId w:val="0"/>
              </w:numPr>
              <w:pBdr/>
              <w:spacing/>
              <w:ind/>
              <w:jc w:val="left"/>
              <w:rPr>
                <w:rStyle w:val="1071"/>
                <w:b w:val="0"/>
                <w:bCs w:val="0"/>
              </w:rPr>
            </w:pPr>
            <w:r>
              <w:rPr>
                <w:rStyle w:val="1071"/>
                <w:b w:val="0"/>
                <w:bCs w:val="0"/>
              </w:rPr>
              <w:t xml:space="preserve">Version du MMM33</w:t>
            </w:r>
            <w:r>
              <w:rPr>
                <w:rStyle w:val="1071"/>
                <w:b w:val="0"/>
                <w:bCs w:val="0"/>
              </w:rPr>
            </w:r>
            <w:r>
              <w:rPr>
                <w:rStyle w:val="1071"/>
                <w:b w:val="0"/>
                <w:bCs w:val="0"/>
              </w:rPr>
            </w:r>
          </w:p>
        </w:tc>
        <w:tc>
          <w:tcPr>
            <w:shd w:val="clear" w:color="ffffff" w:fill="f9ead9" w:themeFill="accent1" w:themeFillTint="66"/>
            <w:tcBorders/>
            <w:tcW w:w="7473" w:type="dxa"/>
            <w:vMerge w:val="restart"/>
            <w:textDirection w:val="lrTb"/>
            <w:noWrap w:val="false"/>
          </w:tcPr>
          <w:p>
            <w:pPr>
              <w:pStyle w:val="1074"/>
              <w:numPr>
                <w:ilvl w:val="0"/>
                <w:numId w:val="0"/>
              </w:numPr>
              <w:pBdr/>
              <w:spacing/>
              <w:ind/>
              <w:jc w:val="left"/>
              <w:rPr>
                <w:rStyle w:val="1087"/>
                <w:b w:val="0"/>
                <w:bCs w:val="0"/>
                <w:i/>
                <w:iCs/>
                <w:sz w:val="20"/>
                <w:szCs w:val="20"/>
              </w:rPr>
            </w:pPr>
            <w:r>
              <w:rPr>
                <w:rStyle w:val="1087"/>
                <w:b w:val="0"/>
                <w:bCs w:val="0"/>
                <w:i/>
                <w:iCs/>
                <w:sz w:val="20"/>
                <w:szCs w:val="20"/>
              </w:rPr>
            </w:r>
            <w:r>
              <w:rPr>
                <w:rStyle w:val="1087"/>
                <w:b w:val="0"/>
                <w:bCs w:val="0"/>
                <w:i/>
                <w:iCs/>
                <w:sz w:val="20"/>
                <w:szCs w:val="20"/>
              </w:rPr>
            </w:r>
            <w:r>
              <w:rPr>
                <w:rStyle w:val="1087"/>
                <w:b w:val="0"/>
                <w:bCs w:val="0"/>
                <w:i/>
                <w:iCs/>
                <w:sz w:val="20"/>
                <w:szCs w:val="20"/>
              </w:rPr>
            </w:r>
          </w:p>
        </w:tc>
      </w:tr>
      <w:tr>
        <w:trPr/>
        <w:tc>
          <w:tcPr>
            <w:shd w:val="clear" w:color="auto" w:fill="f9ead9" w:themeFill="accent1" w:themeFillTint="66"/>
            <w:tcBorders/>
            <w:tcW w:w="1979" w:type="dxa"/>
            <w:textDirection w:val="lrTb"/>
            <w:noWrap w:val="false"/>
          </w:tcPr>
          <w:p>
            <w:pPr>
              <w:pStyle w:val="1074"/>
              <w:numPr>
                <w:ilvl w:val="0"/>
                <w:numId w:val="0"/>
              </w:numPr>
              <w:pBdr/>
              <w:spacing/>
              <w:ind/>
              <w:jc w:val="left"/>
              <w:rPr>
                <w:rStyle w:val="1071"/>
                <w:b w:val="0"/>
                <w:bCs w:val="0"/>
              </w:rPr>
            </w:pPr>
            <w:r>
              <w:rPr>
                <w:rStyle w:val="1071"/>
                <w:b w:val="0"/>
                <w:bCs w:val="0"/>
              </w:rPr>
              <w:t xml:space="preserve">Référence projet</w:t>
            </w:r>
            <w:r>
              <w:rPr>
                <w:rStyle w:val="1071"/>
                <w:b w:val="0"/>
                <w:bCs w:val="0"/>
              </w:rPr>
            </w:r>
            <w:r>
              <w:rPr>
                <w:rStyle w:val="1071"/>
                <w:b w:val="0"/>
                <w:bCs w:val="0"/>
              </w:rPr>
            </w:r>
          </w:p>
        </w:tc>
        <w:tc>
          <w:tcPr>
            <w:shd w:val="clear" w:color="auto" w:fill="f9ead9" w:themeFill="accent1" w:themeFillTint="66"/>
            <w:tcBorders/>
            <w:tcW w:w="7473" w:type="dxa"/>
            <w:textDirection w:val="lrTb"/>
            <w:noWrap w:val="false"/>
          </w:tcPr>
          <w:p>
            <w:pPr>
              <w:pStyle w:val="1074"/>
              <w:numPr>
                <w:ilvl w:val="0"/>
                <w:numId w:val="0"/>
              </w:numPr>
              <w:pBdr/>
              <w:spacing/>
              <w:ind/>
              <w:jc w:val="left"/>
              <w:rPr>
                <w:rStyle w:val="1087"/>
                <w:b w:val="0"/>
                <w:bCs w:val="0"/>
                <w:i/>
                <w:iCs/>
                <w:sz w:val="20"/>
                <w:szCs w:val="20"/>
              </w:rPr>
            </w:pPr>
            <w:r>
              <w:rPr>
                <w:rStyle w:val="1087"/>
                <w:b w:val="0"/>
                <w:bCs w:val="0"/>
                <w:i/>
                <w:iCs/>
                <w:sz w:val="20"/>
                <w:szCs w:val="20"/>
              </w:rPr>
              <w:t xml:space="preserve">Référence à indiquer par le propriétaire responsable</w:t>
            </w:r>
            <w:r>
              <w:rPr>
                <w:rStyle w:val="1087"/>
                <w:b w:val="0"/>
                <w:bCs w:val="0"/>
                <w:i/>
                <w:iCs/>
                <w:sz w:val="20"/>
                <w:szCs w:val="20"/>
              </w:rPr>
            </w:r>
            <w:r>
              <w:rPr>
                <w:rStyle w:val="1087"/>
                <w:b w:val="0"/>
                <w:bCs w:val="0"/>
                <w:i/>
                <w:iCs/>
                <w:sz w:val="20"/>
                <w:szCs w:val="20"/>
              </w:rPr>
            </w:r>
          </w:p>
        </w:tc>
      </w:tr>
      <w:tr>
        <w:trPr/>
        <w:tc>
          <w:tcPr>
            <w:shd w:val="clear" w:color="auto" w:fill="f9ead9" w:themeFill="accent1" w:themeFillTint="66"/>
            <w:tcBorders/>
            <w:tcW w:w="1979" w:type="dxa"/>
            <w:textDirection w:val="lrTb"/>
            <w:noWrap w:val="false"/>
          </w:tcPr>
          <w:p>
            <w:pPr>
              <w:pStyle w:val="1074"/>
              <w:numPr>
                <w:ilvl w:val="0"/>
                <w:numId w:val="0"/>
              </w:numPr>
              <w:pBdr/>
              <w:spacing/>
              <w:ind/>
              <w:jc w:val="left"/>
              <w:rPr>
                <w:rStyle w:val="1071"/>
                <w:b w:val="0"/>
                <w:bCs w:val="0"/>
              </w:rPr>
            </w:pPr>
            <w:r>
              <w:rPr>
                <w:rStyle w:val="1071"/>
                <w:b w:val="0"/>
                <w:bCs w:val="0"/>
              </w:rPr>
              <w:t xml:space="preserve">Propriétaire</w:t>
            </w:r>
            <w:r>
              <w:rPr>
                <w:rStyle w:val="1071"/>
                <w:b w:val="0"/>
                <w:bCs w:val="0"/>
              </w:rPr>
              <w:t xml:space="preserve"> </w:t>
            </w:r>
            <w:r>
              <w:rPr>
                <w:rStyle w:val="1071"/>
                <w:b w:val="0"/>
                <w:bCs w:val="0"/>
              </w:rPr>
              <w:t xml:space="preserve">responsable de l’étude</w:t>
            </w:r>
            <w:r>
              <w:rPr>
                <w:rStyle w:val="1071"/>
                <w:b w:val="0"/>
                <w:bCs w:val="0"/>
              </w:rPr>
            </w:r>
            <w:r>
              <w:rPr>
                <w:rStyle w:val="1071"/>
                <w:b w:val="0"/>
                <w:bCs w:val="0"/>
              </w:rPr>
            </w:r>
          </w:p>
        </w:tc>
        <w:tc>
          <w:tcPr>
            <w:shd w:val="clear" w:color="auto" w:fill="f9ead9" w:themeFill="accent1" w:themeFillTint="66"/>
            <w:tcBorders/>
            <w:tcW w:w="7473" w:type="dxa"/>
            <w:textDirection w:val="lrTb"/>
            <w:noWrap w:val="false"/>
          </w:tcPr>
          <w:p>
            <w:pPr>
              <w:pStyle w:val="1074"/>
              <w:numPr>
                <w:ilvl w:val="0"/>
                <w:numId w:val="0"/>
              </w:numPr>
              <w:pBdr/>
              <w:spacing/>
              <w:ind/>
              <w:jc w:val="left"/>
              <w:rPr>
                <w:rStyle w:val="1071"/>
                <w:i/>
                <w:iCs/>
                <w:sz w:val="20"/>
                <w:szCs w:val="20"/>
              </w:rPr>
            </w:pPr>
            <w:r>
              <w:rPr>
                <w:rStyle w:val="1087"/>
                <w:b w:val="0"/>
                <w:bCs w:val="0"/>
                <w:i/>
                <w:iCs/>
                <w:sz w:val="20"/>
                <w:szCs w:val="20"/>
              </w:rPr>
              <w:t xml:space="preserve">L’État (</w:t>
            </w:r>
            <w:r>
              <w:rPr>
                <w:rStyle w:val="1087"/>
                <w:b w:val="0"/>
                <w:bCs w:val="0"/>
                <w:i/>
                <w:iCs/>
                <w:sz w:val="20"/>
                <w:szCs w:val="20"/>
              </w:rPr>
              <w:t xml:space="preserve"> DREAL, la DDTM ou la DIRA</w:t>
            </w:r>
            <w:r>
              <w:rPr>
                <w:rStyle w:val="1087"/>
                <w:b w:val="0"/>
                <w:bCs w:val="0"/>
                <w:i/>
                <w:iCs/>
                <w:sz w:val="20"/>
                <w:szCs w:val="20"/>
              </w:rPr>
              <w:t xml:space="preserve">), la Région Nouvelle Aquitaine, le Département de la Gironde ou Bordeaux Métropole</w:t>
            </w:r>
            <w:r>
              <w:rPr>
                <w:rStyle w:val="1071"/>
                <w:i/>
                <w:iCs/>
                <w:sz w:val="20"/>
                <w:szCs w:val="20"/>
              </w:rPr>
            </w:r>
            <w:r>
              <w:rPr>
                <w:rStyle w:val="1071"/>
                <w:i/>
                <w:iCs/>
                <w:sz w:val="20"/>
                <w:szCs w:val="20"/>
              </w:rPr>
            </w:r>
          </w:p>
        </w:tc>
      </w:tr>
      <w:tr>
        <w:trPr/>
        <w:tc>
          <w:tcPr>
            <w:shd w:val="clear" w:color="ffffff" w:themeColor="background1" w:fill="ffffff" w:themeFill="background1"/>
            <w:tcBorders/>
            <w:tcW w:w="1979" w:type="dxa"/>
            <w:vMerge w:val="restart"/>
            <w:textDirection w:val="lrTb"/>
            <w:noWrap w:val="false"/>
          </w:tcPr>
          <w:p>
            <w:pPr>
              <w:pStyle w:val="1074"/>
              <w:numPr>
                <w:ilvl w:val="0"/>
                <w:numId w:val="0"/>
              </w:numPr>
              <w:pBdr/>
              <w:shd w:val="clear" w:color="ffffff" w:themeColor="background1" w:fill="ffffff" w:themeFill="background1"/>
              <w:spacing/>
              <w:ind/>
              <w:jc w:val="left"/>
              <w:rPr>
                <w:rStyle w:val="1071"/>
                <w:b w:val="0"/>
                <w:bCs w:val="0"/>
              </w:rPr>
            </w:pPr>
            <w:r>
              <w:rPr>
                <w:rStyle w:val="1071"/>
                <w:b w:val="0"/>
                <w:bCs w:val="0"/>
              </w:rPr>
              <w:t xml:space="preserve">Maîtrise d’ouvrage (si différent du propriétaire)</w:t>
            </w:r>
            <w:r>
              <w:rPr>
                <w:rStyle w:val="1071"/>
                <w:b w:val="0"/>
                <w:bCs w:val="0"/>
              </w:rPr>
            </w:r>
            <w:r>
              <w:rPr>
                <w:rStyle w:val="1071"/>
                <w:b w:val="0"/>
                <w:bCs w:val="0"/>
              </w:rPr>
            </w:r>
          </w:p>
        </w:tc>
        <w:tc>
          <w:tcPr>
            <w:shd w:val="clear" w:color="ffffff" w:themeColor="background1" w:fill="ffffff" w:themeFill="background1"/>
            <w:tcBorders/>
            <w:tcW w:w="7473" w:type="dxa"/>
            <w:vMerge w:val="restart"/>
            <w:textDirection w:val="lrTb"/>
            <w:noWrap w:val="false"/>
          </w:tcPr>
          <w:p>
            <w:pPr>
              <w:pStyle w:val="1074"/>
              <w:numPr>
                <w:ilvl w:val="0"/>
                <w:numId w:val="0"/>
              </w:numPr>
              <w:pBdr/>
              <w:shd w:val="clear" w:color="ffffff" w:themeColor="background1" w:fill="ffffff" w:themeFill="background1"/>
              <w:spacing/>
              <w:ind/>
              <w:jc w:val="left"/>
              <w:rPr>
                <w:rStyle w:val="1087"/>
                <w:b w:val="0"/>
                <w:bCs w:val="0"/>
                <w:i/>
                <w:iCs/>
                <w:sz w:val="20"/>
                <w:szCs w:val="20"/>
              </w:rPr>
            </w:pPr>
            <w:r>
              <w:rPr>
                <w:rStyle w:val="1087"/>
                <w:b w:val="0"/>
                <w:bCs w:val="0"/>
                <w:i/>
                <w:iCs/>
                <w:sz w:val="20"/>
                <w:szCs w:val="20"/>
              </w:rPr>
            </w:r>
            <w:r>
              <w:rPr>
                <w:rStyle w:val="1087"/>
                <w:b w:val="0"/>
                <w:bCs w:val="0"/>
                <w:i/>
                <w:iCs/>
                <w:sz w:val="20"/>
                <w:szCs w:val="20"/>
              </w:rPr>
            </w:r>
            <w:r>
              <w:rPr>
                <w:rStyle w:val="1087"/>
                <w:b w:val="0"/>
                <w:bCs w:val="0"/>
                <w:i/>
                <w:iCs/>
                <w:sz w:val="20"/>
                <w:szCs w:val="20"/>
              </w:rPr>
            </w:r>
          </w:p>
        </w:tc>
      </w:tr>
      <w:tr>
        <w:trPr/>
        <w:tc>
          <w:tcPr>
            <w:tcBorders/>
            <w:tcW w:w="1979" w:type="dxa"/>
            <w:textDirection w:val="lrTb"/>
            <w:noWrap w:val="false"/>
          </w:tcPr>
          <w:p>
            <w:pPr>
              <w:pStyle w:val="1074"/>
              <w:numPr>
                <w:ilvl w:val="0"/>
                <w:numId w:val="0"/>
              </w:numPr>
              <w:pBdr/>
              <w:spacing/>
              <w:ind/>
              <w:jc w:val="left"/>
              <w:rPr>
                <w:rStyle w:val="1071"/>
                <w:b w:val="0"/>
                <w:bCs w:val="0"/>
              </w:rPr>
            </w:pPr>
            <w:r>
              <w:rPr>
                <w:rStyle w:val="1071"/>
                <w:b w:val="0"/>
                <w:bCs w:val="0"/>
              </w:rPr>
              <w:t xml:space="preserve">Pr</w:t>
            </w:r>
            <w:r>
              <w:rPr>
                <w:rStyle w:val="1071"/>
                <w:b w:val="0"/>
                <w:bCs w:val="0"/>
              </w:rPr>
              <w:t xml:space="preserve">e</w:t>
            </w:r>
            <w:r>
              <w:rPr>
                <w:rStyle w:val="1071"/>
                <w:b w:val="0"/>
                <w:bCs w:val="0"/>
              </w:rPr>
              <w:t xml:space="preserve">stataire</w:t>
            </w:r>
            <w:r>
              <w:rPr>
                <w:rStyle w:val="1071"/>
                <w:b w:val="0"/>
                <w:bCs w:val="0"/>
              </w:rPr>
            </w:r>
            <w:r>
              <w:rPr>
                <w:rStyle w:val="1071"/>
                <w:b w:val="0"/>
                <w:bCs w:val="0"/>
              </w:rPr>
            </w:r>
          </w:p>
        </w:tc>
        <w:tc>
          <w:tcPr>
            <w:tcBorders/>
            <w:tcW w:w="7473" w:type="dxa"/>
            <w:textDirection w:val="lrTb"/>
            <w:noWrap w:val="false"/>
          </w:tcPr>
          <w:p>
            <w:pPr>
              <w:pStyle w:val="1074"/>
              <w:numPr>
                <w:ilvl w:val="0"/>
                <w:numId w:val="0"/>
              </w:numPr>
              <w:pBdr/>
              <w:spacing/>
              <w:ind/>
              <w:jc w:val="left"/>
              <w:rPr>
                <w:rStyle w:val="1087"/>
                <w:b w:val="0"/>
                <w:bCs w:val="0"/>
                <w:i/>
                <w:iCs/>
                <w:sz w:val="20"/>
                <w:szCs w:val="20"/>
                <w14:ligatures w14:val="none"/>
              </w:rPr>
            </w:pPr>
            <w:r>
              <w:rPr>
                <w:rStyle w:val="1087"/>
                <w:b w:val="0"/>
                <w:bCs w:val="0"/>
                <w:i/>
                <w:iCs/>
                <w:sz w:val="20"/>
                <w:szCs w:val="20"/>
              </w:rPr>
              <w:t xml:space="preserve">Nom du bureau d’étude</w:t>
            </w:r>
            <w:r>
              <w:rPr>
                <w:rStyle w:val="1087"/>
                <w:b w:val="0"/>
                <w:bCs w:val="0"/>
                <w:i/>
                <w:iCs/>
                <w:sz w:val="20"/>
                <w:szCs w:val="20"/>
              </w:rPr>
              <w:t xml:space="preserve"> ou agence, etc</w:t>
            </w:r>
            <w:r>
              <w:rPr>
                <w:rStyle w:val="1087"/>
                <w:b w:val="0"/>
                <w:bCs w:val="0"/>
                <w:i/>
                <w:iCs/>
                <w:sz w:val="20"/>
                <w:szCs w:val="20"/>
                <w14:ligatures w14:val="none"/>
              </w:rPr>
            </w:r>
            <w:r>
              <w:rPr>
                <w:rStyle w:val="1087"/>
                <w:b w:val="0"/>
                <w:bCs w:val="0"/>
                <w:i/>
                <w:iCs/>
                <w:sz w:val="20"/>
                <w:szCs w:val="20"/>
                <w14:ligatures w14:val="none"/>
              </w:rPr>
            </w:r>
          </w:p>
        </w:tc>
      </w:tr>
      <w:tr>
        <w:trPr/>
        <w:tc>
          <w:tcPr>
            <w:tcBorders/>
            <w:tcW w:w="1979" w:type="dxa"/>
            <w:textDirection w:val="lrTb"/>
            <w:noWrap w:val="false"/>
          </w:tcPr>
          <w:p>
            <w:pPr>
              <w:pStyle w:val="1074"/>
              <w:numPr>
                <w:ilvl w:val="0"/>
                <w:numId w:val="0"/>
              </w:numPr>
              <w:pBdr/>
              <w:spacing/>
              <w:ind/>
              <w:jc w:val="left"/>
              <w:rPr>
                <w:rStyle w:val="1071"/>
                <w:b w:val="0"/>
                <w:bCs w:val="0"/>
              </w:rPr>
            </w:pPr>
            <w:r>
              <w:rPr>
                <w:rStyle w:val="1071"/>
                <w:b w:val="0"/>
                <w:bCs w:val="0"/>
              </w:rPr>
              <w:t xml:space="preserve">Nom et mail de la personne responsable de l’étude pour le prestataire</w:t>
            </w:r>
            <w:r>
              <w:rPr>
                <w:rStyle w:val="1071"/>
                <w:b w:val="0"/>
                <w:bCs w:val="0"/>
              </w:rPr>
            </w:r>
            <w:r>
              <w:rPr>
                <w:rStyle w:val="1071"/>
                <w:b w:val="0"/>
                <w:bCs w:val="0"/>
              </w:rPr>
            </w:r>
          </w:p>
        </w:tc>
        <w:tc>
          <w:tcPr>
            <w:tcBorders/>
            <w:tcW w:w="7473" w:type="dxa"/>
            <w:textDirection w:val="lrTb"/>
            <w:noWrap w:val="false"/>
          </w:tcPr>
          <w:p>
            <w:pPr>
              <w:pStyle w:val="1074"/>
              <w:numPr>
                <w:ilvl w:val="0"/>
                <w:numId w:val="0"/>
              </w:numPr>
              <w:pBdr/>
              <w:spacing/>
              <w:ind/>
              <w:jc w:val="left"/>
              <w:rPr>
                <w:rStyle w:val="1071"/>
                <w:sz w:val="20"/>
                <w:szCs w:val="20"/>
              </w:rPr>
            </w:pPr>
            <w:r>
              <w:rPr>
                <w:sz w:val="20"/>
                <w:szCs w:val="20"/>
              </w:rPr>
            </w:r>
            <w:r>
              <w:rPr>
                <w:rStyle w:val="1071"/>
                <w:sz w:val="20"/>
                <w:szCs w:val="20"/>
              </w:rPr>
            </w:r>
            <w:r>
              <w:rPr>
                <w:rStyle w:val="1071"/>
                <w:sz w:val="20"/>
                <w:szCs w:val="20"/>
              </w:rPr>
            </w:r>
          </w:p>
        </w:tc>
      </w:tr>
      <w:tr>
        <w:trPr/>
        <w:tc>
          <w:tcPr>
            <w:tcBorders/>
            <w:tcW w:w="1979" w:type="dxa"/>
            <w:textDirection w:val="lrTb"/>
            <w:noWrap w:val="false"/>
          </w:tcPr>
          <w:p>
            <w:pPr>
              <w:pStyle w:val="1074"/>
              <w:numPr>
                <w:ilvl w:val="0"/>
                <w:numId w:val="0"/>
              </w:numPr>
              <w:pBdr/>
              <w:spacing/>
              <w:ind/>
              <w:jc w:val="left"/>
              <w:rPr>
                <w:rStyle w:val="1071"/>
                <w:b w:val="0"/>
                <w:bCs w:val="0"/>
              </w:rPr>
            </w:pPr>
            <w:r>
              <w:rPr>
                <w:rStyle w:val="1071"/>
                <w:b w:val="0"/>
                <w:bCs w:val="0"/>
              </w:rPr>
              <w:t xml:space="preserve">Nom et mail de la personne en charge de la modélisation pour le prestataire</w:t>
            </w:r>
            <w:r>
              <w:rPr>
                <w:rStyle w:val="1071"/>
                <w:b w:val="0"/>
                <w:bCs w:val="0"/>
              </w:rPr>
            </w:r>
            <w:r>
              <w:rPr>
                <w:rStyle w:val="1071"/>
                <w:b w:val="0"/>
                <w:bCs w:val="0"/>
              </w:rPr>
            </w:r>
          </w:p>
        </w:tc>
        <w:tc>
          <w:tcPr>
            <w:tcBorders/>
            <w:tcW w:w="7473" w:type="dxa"/>
            <w:textDirection w:val="lrTb"/>
            <w:noWrap w:val="false"/>
          </w:tcPr>
          <w:p>
            <w:pPr>
              <w:pStyle w:val="1074"/>
              <w:numPr>
                <w:ilvl w:val="0"/>
                <w:numId w:val="0"/>
              </w:numPr>
              <w:pBdr/>
              <w:spacing/>
              <w:ind/>
              <w:jc w:val="left"/>
              <w:rPr>
                <w:rStyle w:val="1071"/>
                <w:sz w:val="20"/>
                <w:szCs w:val="20"/>
              </w:rPr>
            </w:pPr>
            <w:r>
              <w:rPr>
                <w:sz w:val="20"/>
                <w:szCs w:val="20"/>
              </w:rPr>
            </w:r>
            <w:r>
              <w:rPr>
                <w:rStyle w:val="1071"/>
                <w:sz w:val="20"/>
                <w:szCs w:val="20"/>
              </w:rPr>
            </w:r>
            <w:r>
              <w:rPr>
                <w:rStyle w:val="1071"/>
                <w:sz w:val="20"/>
                <w:szCs w:val="20"/>
              </w:rPr>
            </w:r>
          </w:p>
        </w:tc>
      </w:tr>
      <w:tr>
        <w:trPr/>
        <w:tc>
          <w:tcPr>
            <w:tcBorders/>
            <w:tcW w:w="1979" w:type="dxa"/>
            <w:textDirection w:val="lrTb"/>
            <w:noWrap w:val="false"/>
          </w:tcPr>
          <w:p>
            <w:pPr>
              <w:pStyle w:val="1074"/>
              <w:numPr>
                <w:ilvl w:val="0"/>
                <w:numId w:val="0"/>
              </w:numPr>
              <w:pBdr/>
              <w:spacing/>
              <w:ind/>
              <w:jc w:val="left"/>
              <w:rPr>
                <w:rStyle w:val="1071"/>
                <w:b w:val="0"/>
                <w:bCs w:val="0"/>
              </w:rPr>
            </w:pPr>
            <w:r>
              <w:rPr>
                <w:rStyle w:val="1071"/>
                <w:b w:val="0"/>
                <w:bCs w:val="0"/>
              </w:rPr>
              <w:t xml:space="preserve">Numéro du marché</w:t>
            </w:r>
            <w:r>
              <w:rPr>
                <w:rStyle w:val="1071"/>
                <w:b w:val="0"/>
                <w:bCs w:val="0"/>
              </w:rPr>
            </w:r>
            <w:r>
              <w:rPr>
                <w:rStyle w:val="1071"/>
                <w:b w:val="0"/>
                <w:bCs w:val="0"/>
              </w:rPr>
            </w:r>
          </w:p>
        </w:tc>
        <w:tc>
          <w:tcPr>
            <w:tcBorders/>
            <w:tcW w:w="7473" w:type="dxa"/>
            <w:textDirection w:val="lrTb"/>
            <w:noWrap w:val="false"/>
          </w:tcPr>
          <w:p>
            <w:pPr>
              <w:pStyle w:val="1074"/>
              <w:numPr>
                <w:ilvl w:val="0"/>
                <w:numId w:val="0"/>
              </w:numPr>
              <w:pBdr/>
              <w:spacing/>
              <w:ind/>
              <w:jc w:val="left"/>
              <w:rPr>
                <w:rStyle w:val="1071"/>
                <w:sz w:val="20"/>
                <w:szCs w:val="20"/>
              </w:rPr>
            </w:pPr>
            <w:r>
              <w:rPr>
                <w:sz w:val="20"/>
                <w:szCs w:val="20"/>
              </w:rPr>
            </w:r>
            <w:r>
              <w:rPr>
                <w:rStyle w:val="1071"/>
                <w:sz w:val="20"/>
                <w:szCs w:val="20"/>
              </w:rPr>
            </w:r>
            <w:r>
              <w:rPr>
                <w:rStyle w:val="1071"/>
                <w:sz w:val="20"/>
                <w:szCs w:val="20"/>
              </w:rPr>
            </w:r>
          </w:p>
        </w:tc>
      </w:tr>
      <w:tr>
        <w:trPr/>
        <w:tc>
          <w:tcPr>
            <w:tcBorders/>
            <w:tcW w:w="1979" w:type="dxa"/>
            <w:textDirection w:val="lrTb"/>
            <w:noWrap w:val="false"/>
          </w:tcPr>
          <w:p>
            <w:pPr>
              <w:pStyle w:val="1074"/>
              <w:numPr>
                <w:ilvl w:val="0"/>
                <w:numId w:val="0"/>
              </w:numPr>
              <w:pBdr/>
              <w:spacing/>
              <w:ind/>
              <w:jc w:val="left"/>
              <w:rPr>
                <w:rStyle w:val="1071"/>
                <w:b w:val="0"/>
                <w:bCs w:val="0"/>
              </w:rPr>
            </w:pPr>
            <w:r>
              <w:rPr>
                <w:rStyle w:val="1071"/>
                <w:b w:val="0"/>
                <w:bCs w:val="0"/>
              </w:rPr>
              <w:t xml:space="preserve">Date de notification du marché</w:t>
            </w:r>
            <w:r>
              <w:rPr>
                <w:rStyle w:val="1071"/>
                <w:b w:val="0"/>
                <w:bCs w:val="0"/>
              </w:rPr>
            </w:r>
            <w:r>
              <w:rPr>
                <w:rStyle w:val="1071"/>
                <w:b w:val="0"/>
                <w:bCs w:val="0"/>
              </w:rPr>
            </w:r>
          </w:p>
        </w:tc>
        <w:tc>
          <w:tcPr>
            <w:tcBorders/>
            <w:tcW w:w="7473" w:type="dxa"/>
            <w:textDirection w:val="lrTb"/>
            <w:noWrap w:val="false"/>
          </w:tcPr>
          <w:p>
            <w:pPr>
              <w:pStyle w:val="1074"/>
              <w:numPr>
                <w:ilvl w:val="0"/>
                <w:numId w:val="0"/>
              </w:numPr>
              <w:pBdr/>
              <w:spacing/>
              <w:ind/>
              <w:jc w:val="left"/>
              <w:rPr>
                <w:rStyle w:val="1071"/>
                <w:sz w:val="20"/>
                <w:szCs w:val="20"/>
              </w:rPr>
            </w:pPr>
            <w:r>
              <w:rPr>
                <w:sz w:val="20"/>
                <w:szCs w:val="20"/>
              </w:rPr>
            </w:r>
            <w:r>
              <w:rPr>
                <w:rStyle w:val="1071"/>
                <w:sz w:val="20"/>
                <w:szCs w:val="20"/>
              </w:rPr>
            </w:r>
            <w:r>
              <w:rPr>
                <w:rStyle w:val="1071"/>
                <w:sz w:val="20"/>
                <w:szCs w:val="20"/>
              </w:rPr>
            </w:r>
          </w:p>
        </w:tc>
      </w:tr>
      <w:tr>
        <w:trPr/>
        <w:tc>
          <w:tcPr>
            <w:tcBorders/>
            <w:tcW w:w="1979" w:type="dxa"/>
            <w:textDirection w:val="lrTb"/>
            <w:noWrap w:val="false"/>
          </w:tcPr>
          <w:p>
            <w:pPr>
              <w:pStyle w:val="1074"/>
              <w:numPr>
                <w:ilvl w:val="0"/>
                <w:numId w:val="0"/>
              </w:numPr>
              <w:pBdr/>
              <w:spacing/>
              <w:ind/>
              <w:jc w:val="left"/>
              <w:rPr>
                <w:rStyle w:val="1071"/>
                <w:b w:val="0"/>
                <w:bCs w:val="0"/>
              </w:rPr>
            </w:pPr>
            <w:r>
              <w:rPr>
                <w:rStyle w:val="1071"/>
                <w:b w:val="0"/>
                <w:bCs w:val="0"/>
              </w:rPr>
              <w:t xml:space="preserve">Nom de l’étude</w:t>
            </w:r>
            <w:r>
              <w:rPr>
                <w:rStyle w:val="1071"/>
                <w:b w:val="0"/>
                <w:bCs w:val="0"/>
              </w:rPr>
            </w:r>
            <w:r>
              <w:rPr>
                <w:rStyle w:val="1071"/>
                <w:b w:val="0"/>
                <w:bCs w:val="0"/>
              </w:rPr>
            </w:r>
          </w:p>
        </w:tc>
        <w:tc>
          <w:tcPr>
            <w:tcBorders/>
            <w:tcW w:w="7473" w:type="dxa"/>
            <w:textDirection w:val="lrTb"/>
            <w:noWrap w:val="false"/>
          </w:tcPr>
          <w:p>
            <w:pPr>
              <w:pStyle w:val="1074"/>
              <w:numPr>
                <w:ilvl w:val="0"/>
                <w:numId w:val="0"/>
              </w:numPr>
              <w:pBdr/>
              <w:spacing/>
              <w:ind/>
              <w:jc w:val="left"/>
              <w:rPr>
                <w:rStyle w:val="1071"/>
                <w:sz w:val="20"/>
                <w:szCs w:val="20"/>
              </w:rPr>
            </w:pPr>
            <w:r>
              <w:rPr>
                <w:sz w:val="20"/>
                <w:szCs w:val="20"/>
              </w:rPr>
            </w:r>
            <w:r>
              <w:rPr>
                <w:rStyle w:val="1071"/>
                <w:sz w:val="20"/>
                <w:szCs w:val="20"/>
              </w:rPr>
            </w:r>
            <w:r>
              <w:rPr>
                <w:rStyle w:val="1071"/>
                <w:sz w:val="20"/>
                <w:szCs w:val="20"/>
              </w:rPr>
            </w:r>
          </w:p>
        </w:tc>
      </w:tr>
      <w:tr>
        <w:trPr>
          <w:trHeight w:val="930"/>
        </w:trPr>
        <w:tc>
          <w:tcPr>
            <w:tcBorders/>
            <w:tcW w:w="1979" w:type="dxa"/>
            <w:textDirection w:val="lrTb"/>
            <w:noWrap w:val="false"/>
          </w:tcPr>
          <w:p>
            <w:pPr>
              <w:pStyle w:val="1074"/>
              <w:numPr>
                <w:ilvl w:val="0"/>
                <w:numId w:val="0"/>
              </w:numPr>
              <w:pBdr/>
              <w:spacing/>
              <w:ind/>
              <w:jc w:val="left"/>
              <w:rPr>
                <w:rStyle w:val="1071"/>
                <w:b w:val="0"/>
                <w:bCs w:val="0"/>
              </w:rPr>
            </w:pPr>
            <w:r>
              <w:rPr>
                <w:rStyle w:val="1071"/>
                <w:b w:val="0"/>
                <w:bCs w:val="0"/>
              </w:rPr>
              <w:t xml:space="preserve">Description étude </w:t>
            </w:r>
            <w:r>
              <w:rPr>
                <w:rStyle w:val="1071"/>
                <w:b w:val="0"/>
                <w:bCs w:val="0"/>
              </w:rPr>
            </w:r>
            <w:r>
              <w:rPr>
                <w:rStyle w:val="1071"/>
                <w:b w:val="0"/>
                <w:bCs w:val="0"/>
              </w:rPr>
            </w:r>
          </w:p>
        </w:tc>
        <w:tc>
          <w:tcPr>
            <w:tcBorders/>
            <w:tcW w:w="7473" w:type="dxa"/>
            <w:textDirection w:val="lrTb"/>
            <w:noWrap w:val="false"/>
          </w:tcPr>
          <w:p>
            <w:pPr>
              <w:pStyle w:val="1074"/>
              <w:numPr>
                <w:ilvl w:val="0"/>
                <w:numId w:val="0"/>
              </w:numPr>
              <w:pBdr/>
              <w:spacing/>
              <w:ind/>
              <w:jc w:val="left"/>
              <w:rPr>
                <w:rStyle w:val="1087"/>
                <w:b w:val="0"/>
                <w:bCs w:val="0"/>
                <w:i/>
                <w:iCs/>
                <w:sz w:val="20"/>
                <w:szCs w:val="20"/>
                <w14:ligatures w14:val="none"/>
              </w:rPr>
            </w:pPr>
            <w:r>
              <w:rPr>
                <w:rStyle w:val="1087"/>
                <w:b w:val="0"/>
                <w:bCs w:val="0"/>
                <w:i/>
                <w:iCs/>
                <w:sz w:val="20"/>
                <w:szCs w:val="20"/>
              </w:rPr>
              <w:t xml:space="preserve">Expliquez ici en quelques lignes Etude portant sur la demande (population, emplois, …) ou sur l’offre (infrastructures ou service de transport)</w:t>
            </w:r>
            <w:r>
              <w:rPr>
                <w:rStyle w:val="1087"/>
                <w:b w:val="0"/>
                <w:bCs w:val="0"/>
                <w:i/>
                <w:iCs/>
                <w:sz w:val="20"/>
                <w:szCs w:val="20"/>
                <w14:ligatures w14:val="none"/>
              </w:rPr>
            </w:r>
            <w:r>
              <w:rPr>
                <w:rStyle w:val="1087"/>
                <w:b w:val="0"/>
                <w:bCs w:val="0"/>
                <w:i/>
                <w:iCs/>
                <w:sz w:val="20"/>
                <w:szCs w:val="20"/>
                <w14:ligatures w14:val="none"/>
              </w:rPr>
            </w:r>
          </w:p>
        </w:tc>
      </w:tr>
    </w:tbl>
    <w:p>
      <w:pPr>
        <w:pStyle w:val="1074"/>
        <w:numPr>
          <w:ilvl w:val="0"/>
          <w:numId w:val="0"/>
        </w:numPr>
        <w:pBdr/>
        <w:spacing/>
        <w:ind w:hanging="284" w:left="284"/>
        <w:rPr>
          <w:rStyle w:val="1071"/>
          <w:b/>
          <w:bCs/>
        </w:rPr>
      </w:pPr>
      <w:r>
        <w:rPr>
          <w:b/>
          <w:bCs/>
        </w:rPr>
      </w:r>
      <w:r>
        <w:rPr>
          <w:rStyle w:val="1071"/>
          <w:b/>
          <w:bCs/>
        </w:rPr>
      </w:r>
      <w:r>
        <w:rPr>
          <w:rStyle w:val="1071"/>
          <w:b/>
          <w:bCs/>
        </w:rPr>
      </w:r>
    </w:p>
    <w:p>
      <w:pPr>
        <w:pStyle w:val="1033"/>
        <w:pBdr/>
        <w:spacing/>
        <w:ind/>
        <w:rPr/>
      </w:pPr>
      <w:r>
        <w:rPr>
          <w:rStyle w:val="1071"/>
          <w:b/>
          <w:bCs w:val="0"/>
        </w:rPr>
        <w:br w:type="page" w:clear="all"/>
      </w:r>
      <w:r>
        <w:t xml:space="preserve">ENGAGEment des </w:t>
      </w:r>
      <w:r>
        <w:t xml:space="preserve">propriétaires</w:t>
      </w:r>
      <w:r>
        <w:t xml:space="preserve"> et limites de responsabilites</w:t>
      </w:r>
      <w:r/>
    </w:p>
    <w:p>
      <w:pPr>
        <w:pBdr/>
        <w:spacing w:after="160" w:before="0"/>
        <w:ind/>
        <w:rPr>
          <w:rFonts w:ascii="Trebuchet MS" w:hAnsi="Trebuchet MS" w:eastAsia="Times New Roman" w:cs="Times New Roman"/>
          <w:b/>
          <w:bCs/>
          <w:color w:val="000000"/>
          <w:sz w:val="20"/>
          <w:szCs w:val="20"/>
          <w:lang w:eastAsia="fr-FR"/>
        </w:rPr>
      </w:pPr>
      <w:r>
        <w:rPr>
          <w:rFonts w:ascii="Trebuchet MS" w:hAnsi="Trebuchet MS" w:eastAsia="Times New Roman" w:cs="Times New Roman"/>
          <w:b/>
          <w:bCs/>
          <w:color w:val="000000"/>
          <w:sz w:val="20"/>
          <w:szCs w:val="20"/>
          <w:lang w:eastAsia="fr-FR"/>
        </w:rPr>
      </w:r>
      <w:r>
        <w:rPr>
          <w:rFonts w:ascii="Trebuchet MS" w:hAnsi="Trebuchet MS" w:eastAsia="Times New Roman" w:cs="Times New Roman"/>
          <w:b/>
          <w:bCs/>
          <w:color w:val="000000"/>
          <w:sz w:val="20"/>
          <w:szCs w:val="20"/>
          <w:lang w:eastAsia="fr-FR"/>
        </w:rPr>
      </w:r>
      <w:r>
        <w:rPr>
          <w:rFonts w:ascii="Trebuchet MS" w:hAnsi="Trebuchet MS" w:eastAsia="Times New Roman" w:cs="Times New Roman"/>
          <w:b/>
          <w:bCs/>
          <w:color w:val="000000"/>
          <w:sz w:val="20"/>
          <w:szCs w:val="20"/>
          <w:lang w:eastAsia="fr-FR"/>
        </w:rPr>
      </w:r>
    </w:p>
    <w:p>
      <w:pPr>
        <w:pBdr/>
        <w:spacing/>
        <w:ind/>
        <w:rPr/>
      </w:pPr>
      <w:r>
        <w:t xml:space="preserve">Le propriétaire</w:t>
      </w:r>
      <w:r>
        <w:t xml:space="preserve"> ne peut être tenu pour responsable de :</w:t>
      </w:r>
      <w:r/>
    </w:p>
    <w:p>
      <w:pPr>
        <w:pBdr/>
        <w:spacing/>
        <w:ind/>
        <w:rPr/>
      </w:pPr>
      <w:r>
        <w:t xml:space="preserve">- l’inadéquation des données aux besoins du prestataire</w:t>
      </w:r>
      <w:r/>
    </w:p>
    <w:p>
      <w:pPr>
        <w:pBdr/>
        <w:spacing/>
        <w:ind/>
        <w:rPr/>
      </w:pPr>
      <w:r>
        <w:t xml:space="preserve">- de tout défaut de compatibilité des fichiers avec les systèmes informatiques du prestataire</w:t>
      </w:r>
      <w:r/>
    </w:p>
    <w:p>
      <w:pPr>
        <w:pBdr/>
        <w:spacing/>
        <w:ind/>
        <w:rPr/>
      </w:pPr>
      <w:r>
        <w:t xml:space="preserve">- des erreurs d’identification, d’actualisation ou des imprécisions des données</w:t>
      </w:r>
      <w:r/>
    </w:p>
    <w:p>
      <w:pPr>
        <w:pBdr/>
        <w:spacing/>
        <w:ind/>
        <w:rPr/>
      </w:pPr>
      <w:r>
        <w:t xml:space="preserve">- des mises à jour du logiciel Visum-Visem des prestataires</w:t>
      </w:r>
      <w:r/>
    </w:p>
    <w:p>
      <w:pPr>
        <w:pBdr/>
        <w:spacing/>
        <w:ind/>
        <w:rPr/>
      </w:pPr>
      <w:r>
        <w:t xml:space="preserve">- des formations du personnel des prestataires inhérentes aux études </w:t>
      </w:r>
      <w:r/>
    </w:p>
    <w:p>
      <w:pPr>
        <w:pBdr/>
        <w:spacing w:after="160" w:before="0"/>
        <w:ind/>
        <w:rPr>
          <w:rFonts w:ascii="Trebuchet MS" w:hAnsi="Trebuchet MS" w:eastAsia="Times New Roman" w:cs="Times New Roman"/>
          <w:b/>
          <w:bCs/>
          <w:color w:val="000000"/>
          <w:sz w:val="20"/>
          <w:szCs w:val="20"/>
          <w:lang w:eastAsia="fr-FR"/>
        </w:rPr>
      </w:pPr>
      <w:r>
        <w:rPr>
          <w:rFonts w:ascii="Trebuchet MS" w:hAnsi="Trebuchet MS" w:eastAsia="Times New Roman" w:cs="Times New Roman"/>
          <w:b/>
          <w:bCs/>
          <w:color w:val="000000"/>
          <w:sz w:val="20"/>
          <w:szCs w:val="20"/>
          <w:lang w:eastAsia="fr-FR"/>
        </w:rPr>
      </w:r>
      <w:r>
        <w:rPr>
          <w:rFonts w:ascii="Trebuchet MS" w:hAnsi="Trebuchet MS" w:eastAsia="Times New Roman" w:cs="Times New Roman"/>
          <w:b/>
          <w:bCs/>
          <w:color w:val="000000"/>
          <w:sz w:val="20"/>
          <w:szCs w:val="20"/>
          <w:lang w:eastAsia="fr-FR"/>
        </w:rPr>
      </w:r>
      <w:r>
        <w:rPr>
          <w:rFonts w:ascii="Trebuchet MS" w:hAnsi="Trebuchet MS" w:eastAsia="Times New Roman" w:cs="Times New Roman"/>
          <w:b/>
          <w:bCs/>
          <w:color w:val="000000"/>
          <w:sz w:val="20"/>
          <w:szCs w:val="20"/>
          <w:lang w:eastAsia="fr-FR"/>
        </w:rPr>
      </w:r>
    </w:p>
    <w:p>
      <w:pPr>
        <w:pStyle w:val="1033"/>
        <w:pBdr/>
        <w:spacing/>
        <w:ind/>
        <w:rPr/>
      </w:pPr>
      <w:r>
        <w:t xml:space="preserve">ENGAGEment des </w:t>
      </w:r>
      <w:r>
        <w:t xml:space="preserve">prestataires</w:t>
      </w:r>
      <w:r/>
    </w:p>
    <w:p>
      <w:pPr>
        <w:pStyle w:val="1078"/>
        <w:numPr>
          <w:ilvl w:val="0"/>
          <w:numId w:val="0"/>
        </w:numPr>
        <w:pBdr/>
        <w:spacing/>
        <w:ind w:firstLine="0" w:left="284"/>
        <w:rPr/>
      </w:pPr>
      <w:r>
        <w:rPr>
          <w:highlight w:val="none"/>
        </w:rPr>
      </w:r>
      <w:r>
        <w:rPr>
          <w:highlight w:val="none"/>
        </w:rPr>
      </w:r>
      <w:r/>
    </w:p>
    <w:p>
      <w:pPr>
        <w:pStyle w:val="1078"/>
        <w:pBdr/>
        <w:spacing/>
        <w:ind/>
        <w:rPr>
          <w14:ligatures w14:val="none"/>
        </w:rPr>
      </w:pPr>
      <w:r>
        <w:t xml:space="preserve">Obligation de discrétion et de sécurité / confidentialité</w:t>
      </w:r>
      <w:r>
        <w:rPr>
          <w14:ligatures w14:val="none"/>
        </w:rPr>
      </w:r>
      <w:r>
        <w:rPr>
          <w14:ligatures w14:val="none"/>
        </w:rPr>
      </w:r>
    </w:p>
    <w:p>
      <w:pPr>
        <w:pBdr/>
        <w:spacing w:line="276" w:lineRule="auto"/>
        <w:ind/>
        <w:rPr>
          <w:sz w:val="22"/>
          <w:szCs w:val="22"/>
        </w:rPr>
      </w:pPr>
      <w:r>
        <w:rPr>
          <w:sz w:val="22"/>
          <w:szCs w:val="22"/>
        </w:rPr>
        <w:t xml:space="preserve">Le prestataire</w:t>
      </w:r>
      <w:r>
        <w:rPr>
          <w:sz w:val="22"/>
          <w:szCs w:val="22"/>
        </w:rPr>
        <w:t xml:space="preserve"> s’engage à respecter  l</w:t>
      </w:r>
      <w:r>
        <w:rPr>
          <w:sz w:val="22"/>
          <w:szCs w:val="22"/>
        </w:rPr>
        <w:t xml:space="preserve">es obligations ci-dessous et à les faire respecter par son personnel ou tout prestataire sous-traitant qu’il chargerait éventuellement de mener une étude pour son compte :</w:t>
      </w:r>
      <w:r>
        <w:rPr>
          <w:sz w:val="22"/>
          <w:szCs w:val="22"/>
        </w:rPr>
      </w:r>
      <w:r>
        <w:rPr>
          <w:sz w:val="22"/>
          <w:szCs w:val="22"/>
        </w:rPr>
      </w:r>
    </w:p>
    <w:p>
      <w:pPr>
        <w:pStyle w:val="1052"/>
        <w:numPr>
          <w:ilvl w:val="0"/>
          <w:numId w:val="14"/>
        </w:numPr>
        <w:pBdr/>
        <w:spacing w:after="0" w:line="276" w:lineRule="auto"/>
        <w:ind/>
        <w:rPr>
          <w:sz w:val="22"/>
          <w:szCs w:val="22"/>
        </w:rPr>
      </w:pPr>
      <w:r>
        <w:rPr>
          <w:sz w:val="22"/>
          <w:szCs w:val="22"/>
        </w:rPr>
        <w:t xml:space="preserve">ne pas divulguer, communiquer, mettr</w:t>
      </w:r>
      <w:r>
        <w:rPr>
          <w:sz w:val="22"/>
          <w:szCs w:val="22"/>
        </w:rPr>
        <w:t xml:space="preserve">e à disposition et céder ces données ou informations à d’autres personnes, qu’il s’agisse de personnes privées ou publiques, physiques ou morales sans l’autorisation écrite du prestataire et mise à disposition dûment signé par l’ensemble des parti</w:t>
      </w:r>
      <w:r>
        <w:rPr>
          <w:sz w:val="22"/>
          <w:szCs w:val="22"/>
        </w:rPr>
        <w:t xml:space="preserve">e</w:t>
      </w:r>
      <w:r>
        <w:rPr>
          <w:sz w:val="22"/>
          <w:szCs w:val="22"/>
        </w:rPr>
        <w:t xml:space="preserve">s</w:t>
      </w:r>
      <w:r>
        <w:rPr>
          <w:sz w:val="22"/>
          <w:szCs w:val="22"/>
        </w:rPr>
        <w:t xml:space="preserve"> ;</w:t>
      </w:r>
      <w:r>
        <w:rPr>
          <w:sz w:val="22"/>
          <w:szCs w:val="22"/>
        </w:rPr>
      </w:r>
      <w:r>
        <w:rPr>
          <w:sz w:val="22"/>
          <w:szCs w:val="22"/>
        </w:rPr>
      </w:r>
    </w:p>
    <w:p>
      <w:pPr>
        <w:pStyle w:val="1052"/>
        <w:numPr>
          <w:ilvl w:val="0"/>
          <w:numId w:val="14"/>
        </w:numPr>
        <w:pBdr/>
        <w:spacing w:after="0" w:line="276" w:lineRule="auto"/>
        <w:ind/>
        <w:rPr>
          <w:sz w:val="22"/>
          <w:szCs w:val="22"/>
        </w:rPr>
      </w:pPr>
      <w:r>
        <w:rPr>
          <w:sz w:val="22"/>
          <w:szCs w:val="22"/>
        </w:rPr>
        <w:t xml:space="preserve">prendre </w:t>
      </w:r>
      <w:r>
        <w:rPr>
          <w:color w:val="595959" w:themeColor="text1" w:themeTint="A6"/>
          <w:sz w:val="22"/>
          <w:szCs w:val="22"/>
        </w:rPr>
        <w:t xml:space="preserve">toutes </w:t>
      </w:r>
      <w:r>
        <w:rPr>
          <w:sz w:val="22"/>
          <w:szCs w:val="22"/>
        </w:rPr>
        <w:t xml:space="preserve">mesures permettant d’éviter toute utilisation détournée ou frauduleuse  des données fournies par le prestataire ;</w:t>
      </w:r>
      <w:r>
        <w:rPr>
          <w:sz w:val="22"/>
          <w:szCs w:val="22"/>
        </w:rPr>
      </w:r>
      <w:r>
        <w:rPr>
          <w:sz w:val="22"/>
          <w:szCs w:val="22"/>
        </w:rPr>
      </w:r>
    </w:p>
    <w:p>
      <w:pPr>
        <w:pStyle w:val="1052"/>
        <w:numPr>
          <w:ilvl w:val="0"/>
          <w:numId w:val="14"/>
        </w:numPr>
        <w:pBdr/>
        <w:spacing w:after="0" w:line="276" w:lineRule="auto"/>
        <w:ind/>
        <w:rPr>
          <w:sz w:val="22"/>
          <w:szCs w:val="22"/>
        </w:rPr>
      </w:pPr>
      <w:r>
        <w:rPr>
          <w:sz w:val="22"/>
          <w:szCs w:val="22"/>
        </w:rPr>
        <w:t xml:space="preserve">prendre toutes mesures, notamment de sécurité matérielle, pour s’assurer </w:t>
      </w:r>
      <w:r>
        <w:rPr>
          <w:sz w:val="22"/>
          <w:szCs w:val="22"/>
        </w:rPr>
        <w:t xml:space="preserve">de </w:t>
      </w:r>
      <w:r>
        <w:rPr>
          <w:sz w:val="22"/>
          <w:szCs w:val="22"/>
        </w:rPr>
        <w:t xml:space="preserve">la conservation des documents et informations traités ;</w:t>
      </w:r>
      <w:r>
        <w:rPr>
          <w:sz w:val="22"/>
          <w:szCs w:val="22"/>
        </w:rPr>
      </w:r>
      <w:r>
        <w:rPr>
          <w:sz w:val="22"/>
          <w:szCs w:val="22"/>
        </w:rPr>
      </w:r>
    </w:p>
    <w:p>
      <w:pPr>
        <w:pStyle w:val="1052"/>
        <w:numPr>
          <w:ilvl w:val="0"/>
          <w:numId w:val="14"/>
        </w:numPr>
        <w:pBdr/>
        <w:spacing w:after="0" w:line="276" w:lineRule="auto"/>
        <w:ind/>
        <w:rPr>
          <w:sz w:val="22"/>
          <w:szCs w:val="22"/>
        </w:rPr>
      </w:pPr>
      <w:r>
        <w:rPr>
          <w:sz w:val="22"/>
          <w:szCs w:val="22"/>
        </w:rPr>
        <w:t xml:space="preserve">détruire à l’issue de </w:t>
      </w:r>
      <w:r>
        <w:rPr>
          <w:sz w:val="22"/>
          <w:szCs w:val="22"/>
        </w:rPr>
      </w:r>
      <w:r>
        <w:rPr>
          <w:sz w:val="22"/>
          <w:szCs w:val="22"/>
        </w:rPr>
        <w:t xml:space="preserve">de l’étude et de sa remise au maître d’ouvrage</w:t>
      </w:r>
      <w:r/>
      <w:r>
        <w:rPr>
          <w:sz w:val="22"/>
          <w:szCs w:val="22"/>
        </w:rPr>
        <w:t xml:space="preserve">, l’ensemble des données mises à disposition ;</w:t>
      </w:r>
      <w:r>
        <w:rPr>
          <w:sz w:val="22"/>
          <w:szCs w:val="22"/>
        </w:rPr>
      </w:r>
      <w:r>
        <w:rPr>
          <w:sz w:val="22"/>
          <w:szCs w:val="22"/>
        </w:rPr>
      </w:r>
    </w:p>
    <w:p>
      <w:pPr>
        <w:pStyle w:val="1052"/>
        <w:numPr>
          <w:ilvl w:val="0"/>
          <w:numId w:val="14"/>
        </w:numPr>
        <w:pBdr/>
        <w:spacing w:after="0" w:line="276" w:lineRule="auto"/>
        <w:ind/>
        <w:rPr>
          <w:sz w:val="22"/>
          <w:szCs w:val="22"/>
        </w:rPr>
      </w:pPr>
      <w:r>
        <w:rPr>
          <w:sz w:val="22"/>
          <w:szCs w:val="22"/>
        </w:rPr>
        <w:t xml:space="preserve">s’interdire toute utilisation des données, pour son usage propre ou pour le compte d’un tiers autre que le prestataire en dehors du champ de réalisation de l’étude visée au présent document, et ce, sans limitation de durée.</w:t>
      </w:r>
      <w:r>
        <w:rPr>
          <w:sz w:val="22"/>
          <w:szCs w:val="22"/>
        </w:rPr>
      </w:r>
      <w:r>
        <w:rPr>
          <w:sz w:val="22"/>
          <w:szCs w:val="22"/>
        </w:rPr>
      </w:r>
    </w:p>
    <w:p>
      <w:pPr>
        <w:pBdr/>
        <w:spacing/>
        <w:ind/>
        <w:rPr>
          <w:sz w:val="22"/>
          <w:szCs w:val="22"/>
          <w:highlight w:val="white"/>
        </w:rPr>
      </w:pPr>
      <w:r>
        <w:rPr>
          <w:sz w:val="22"/>
          <w:szCs w:val="22"/>
          <w:highlight w:val="white"/>
        </w:rPr>
      </w:r>
      <w:r>
        <w:rPr>
          <w:sz w:val="22"/>
          <w:szCs w:val="22"/>
          <w:highlight w:val="white"/>
        </w:rPr>
      </w:r>
      <w:r>
        <w:rPr>
          <w:sz w:val="22"/>
          <w:szCs w:val="22"/>
          <w:highlight w:val="white"/>
        </w:rPr>
      </w:r>
    </w:p>
    <w:p>
      <w:pPr>
        <w:pStyle w:val="1078"/>
        <w:pBdr/>
        <w:spacing/>
        <w:ind/>
        <w:rPr>
          <w:sz w:val="22"/>
          <w:szCs w:val="22"/>
          <w:highlight w:val="white"/>
        </w:rPr>
      </w:pPr>
      <w:r>
        <w:rPr>
          <w:sz w:val="22"/>
          <w:szCs w:val="22"/>
          <w:highlight w:val="white"/>
        </w:rPr>
        <w:t xml:space="preserve">Création d’un compte Gitlab et Expertises &amp; Territoires</w:t>
      </w:r>
      <w:r>
        <w:rPr>
          <w:sz w:val="22"/>
          <w:szCs w:val="22"/>
          <w:highlight w:val="white"/>
        </w:rPr>
      </w:r>
      <w:r>
        <w:rPr>
          <w:sz w:val="22"/>
          <w:szCs w:val="22"/>
          <w:highlight w:val="white"/>
        </w:rPr>
      </w:r>
    </w:p>
    <w:p>
      <w:pPr>
        <w:pBdr/>
        <w:spacing w:line="276" w:lineRule="auto"/>
        <w:ind/>
        <w:rPr>
          <w:rFonts w:ascii="Arial" w:hAnsi="Arial" w:cs="Arial"/>
          <w:sz w:val="22"/>
          <w:szCs w:val="22"/>
          <w14:ligatures w14:val="none"/>
        </w:rPr>
      </w:pPr>
      <w:r>
        <w:rPr>
          <w:rFonts w:ascii="Arial" w:hAnsi="Arial" w:eastAsia="Arial" w:cs="Arial"/>
          <w:sz w:val="22"/>
          <w:szCs w:val="22"/>
        </w:rPr>
      </w:r>
      <w:r>
        <w:rPr>
          <w:rFonts w:ascii="Arial" w:hAnsi="Arial" w:eastAsia="Arial" w:cs="Arial"/>
          <w:sz w:val="22"/>
          <w:szCs w:val="22"/>
        </w:rPr>
        <w:t xml:space="preserve">À réception </w:t>
      </w:r>
      <w:r>
        <w:rPr>
          <w:rFonts w:ascii="Arial" w:hAnsi="Arial" w:eastAsia="Arial" w:cs="Arial"/>
          <w:i w:val="0"/>
          <w:iCs w:val="0"/>
          <w:sz w:val="22"/>
          <w:szCs w:val="22"/>
        </w:rPr>
        <w:t xml:space="preserve">du présent document</w:t>
      </w:r>
      <w:r>
        <w:rPr>
          <w:rFonts w:ascii="Arial" w:hAnsi="Arial" w:eastAsia="Arial" w:cs="Arial"/>
          <w:i w:val="0"/>
          <w:iCs w:val="0"/>
          <w:sz w:val="22"/>
          <w:szCs w:val="22"/>
        </w:rPr>
        <w:t xml:space="preserve"> </w:t>
      </w:r>
      <w:r>
        <w:rPr>
          <w:rFonts w:ascii="Arial" w:hAnsi="Arial" w:eastAsia="Arial" w:cs="Arial"/>
          <w:sz w:val="22"/>
          <w:szCs w:val="22"/>
        </w:rPr>
        <w:t xml:space="preserve">dûment signé par le prestataire, le secrétariat de MMM33 procédera à l’ouverture des accès aux espaces Gitlab (contenant le modèle) ainsi qu’à Expertises&amp;Territoires, qui regroupe tous les documents pertinents et un forum</w:t>
      </w:r>
      <w:r>
        <w:rPr>
          <w:rFonts w:ascii="Arial" w:hAnsi="Arial" w:eastAsia="Arial" w:cs="Arial"/>
          <w:sz w:val="22"/>
          <w:szCs w:val="22"/>
        </w:rPr>
        <w:t xml:space="preserve"> d’utilisateurs. </w:t>
      </w:r>
      <w:r>
        <w:rPr>
          <w:rFonts w:ascii="Arial" w:hAnsi="Arial" w:cs="Arial"/>
          <w:sz w:val="22"/>
          <w:szCs w:val="22"/>
          <w14:ligatures w14:val="none"/>
        </w:rPr>
      </w:r>
      <w:r>
        <w:rPr>
          <w:rFonts w:ascii="Arial" w:hAnsi="Arial" w:cs="Arial"/>
          <w:sz w:val="22"/>
          <w:szCs w:val="22"/>
          <w14:ligatures w14:val="none"/>
        </w:rPr>
      </w:r>
    </w:p>
    <w:p>
      <w:pPr>
        <w:pBdr/>
        <w:spacing w:line="276" w:lineRule="auto"/>
        <w:ind/>
        <w:jc w:val="left"/>
        <w:rPr>
          <w:rFonts w:ascii="Arial" w:hAnsi="Arial" w:cs="Arial"/>
          <w:sz w:val="22"/>
          <w:szCs w:val="22"/>
          <w:highlight w:val="none"/>
          <w14:ligatures w14:val="none"/>
        </w:rPr>
      </w:pPr>
      <w:r>
        <w:rPr>
          <w:rFonts w:ascii="Arial" w:hAnsi="Arial" w:eastAsia="Arial" w:cs="Arial"/>
          <w:sz w:val="22"/>
          <w:szCs w:val="22"/>
          <w:highlight w:val="none"/>
        </w:rPr>
      </w:r>
      <w:r>
        <w:rPr>
          <w:rFonts w:ascii="Arial" w:hAnsi="Arial" w:eastAsia="Arial" w:cs="Arial"/>
          <w:sz w:val="22"/>
          <w:szCs w:val="22"/>
        </w:rPr>
        <w:t xml:space="preserve">Pour cela, le prestataire (représenté par le chargé de la modélisation) devra créer un compte et demander l’accès aux liens suivants :</w:t>
      </w:r>
      <w:r>
        <w:rPr>
          <w:rFonts w:ascii="Arial" w:hAnsi="Arial" w:eastAsia="Arial" w:cs="Arial"/>
          <w:color w:val="000000"/>
          <w:sz w:val="22"/>
          <w:szCs w:val="22"/>
        </w:rPr>
        <w:t xml:space="preserve"> </w:t>
        <w:br/>
      </w:r>
      <w:hyperlink r:id="rId21" w:tooltip="https://gitlab.cerema.fr/mmm33" w:history="1">
        <w:r>
          <w:rPr>
            <w:rStyle w:val="1064"/>
            <w:rFonts w:ascii="Arial" w:hAnsi="Arial" w:eastAsia="Arial" w:cs="Arial"/>
            <w:color w:val="0066cc"/>
            <w:sz w:val="22"/>
            <w:szCs w:val="22"/>
            <w:u w:val="single"/>
          </w:rPr>
          <w:t xml:space="preserve">https://gitlab.cerema.fr/mmm33</w:t>
        </w:r>
      </w:hyperlink>
      <w:r>
        <w:rPr>
          <w:rFonts w:ascii="Arial" w:hAnsi="Arial" w:eastAsia="Arial" w:cs="Arial"/>
          <w:sz w:val="22"/>
          <w:szCs w:val="22"/>
        </w:rPr>
        <w:br/>
      </w:r>
      <w:r>
        <w:rPr>
          <w:rFonts w:ascii="Arial" w:hAnsi="Arial" w:eastAsia="Arial" w:cs="Arial"/>
          <w:sz w:val="22"/>
          <w:szCs w:val="22"/>
        </w:rPr>
        <w:t xml:space="preserve">et</w:t>
      </w:r>
      <w:r>
        <w:rPr>
          <w:rFonts w:ascii="Arial" w:hAnsi="Arial" w:eastAsia="Arial" w:cs="Arial"/>
          <w:color w:val="000000"/>
          <w:sz w:val="22"/>
          <w:szCs w:val="22"/>
        </w:rPr>
        <w:br/>
      </w:r>
      <w:hyperlink r:id="rId22" w:tooltip="https://www.expertises-territoires.fr/jcms/pl1_442160/fr/modele-multimodal-multipartenarial-de-gironde-mmm33" w:history="1">
        <w:r>
          <w:rPr>
            <w:rStyle w:val="1064"/>
            <w:rFonts w:ascii="Arial" w:hAnsi="Arial" w:eastAsia="Arial" w:cs="Arial"/>
            <w:color w:val="0066cc"/>
            <w:sz w:val="22"/>
            <w:szCs w:val="22"/>
            <w:u w:val="single"/>
          </w:rPr>
          <w:t xml:space="preserve">https://www.expertises-territoires.fr/jcms/pl1_442160/fr/modele-multimodal-multipartenarial-de-gironde-mmm33</w:t>
        </w:r>
      </w:hyperlink>
      <w:r>
        <w:rPr>
          <w:rFonts w:ascii="Arial" w:hAnsi="Arial" w:cs="Arial"/>
          <w:sz w:val="22"/>
          <w:szCs w:val="22"/>
          <w:highlight w:val="none"/>
          <w14:ligatures w14:val="none"/>
        </w:rPr>
      </w:r>
      <w:r>
        <w:rPr>
          <w:rFonts w:ascii="Arial" w:hAnsi="Arial" w:cs="Arial"/>
          <w:sz w:val="22"/>
          <w:szCs w:val="22"/>
          <w:highlight w:val="none"/>
          <w14:ligatures w14:val="none"/>
        </w:rPr>
      </w:r>
    </w:p>
    <w:p>
      <w:pPr>
        <w:pBdr/>
        <w:spacing w:line="276" w:lineRule="auto"/>
        <w:ind/>
        <w:rPr>
          <w:rFonts w:ascii="Arial" w:hAnsi="Arial" w:cs="Arial"/>
          <w:sz w:val="22"/>
          <w:szCs w:val="22"/>
          <w:highlight w:val="none"/>
          <w14:ligatures w14:val="none"/>
        </w:rPr>
      </w:pPr>
      <w:r>
        <w:rPr>
          <w:rFonts w:ascii="Arial" w:hAnsi="Arial" w:eastAsia="Arial" w:cs="Arial"/>
          <w:sz w:val="22"/>
          <w:szCs w:val="22"/>
        </w:rPr>
        <w:t xml:space="preserve">La durée d’accès à l’espace Gitlab ne devra pas excéder la durée de la prestation ou de l’utilisation du MMM33, et est fixée par le propriétaire. En revanche, l’accès à la communauté Expertises &amp; Territoires est illimité (sauf décision exc</w:t>
      </w:r>
      <w:r>
        <w:rPr>
          <w:rFonts w:ascii="Arial" w:hAnsi="Arial" w:eastAsia="Arial" w:cs="Arial"/>
          <w:sz w:val="22"/>
          <w:szCs w:val="22"/>
        </w:rPr>
        <w:t xml:space="preserve">eptionnelle du Comité Technique).</w:t>
      </w:r>
      <w:r>
        <w:rPr>
          <w:rFonts w:ascii="Arial" w:hAnsi="Arial" w:cs="Arial"/>
          <w:sz w:val="22"/>
          <w:szCs w:val="22"/>
          <w:highlight w:val="none"/>
          <w14:ligatures w14:val="none"/>
        </w:rPr>
      </w:r>
      <w:r>
        <w:rPr>
          <w:rFonts w:ascii="Arial" w:hAnsi="Arial" w:cs="Arial"/>
          <w:sz w:val="22"/>
          <w:szCs w:val="22"/>
          <w:highlight w:val="none"/>
          <w14:ligatures w14:val="none"/>
        </w:rPr>
      </w:r>
    </w:p>
    <w:p>
      <w:pPr>
        <w:pBdr/>
        <w:spacing w:line="276" w:lineRule="auto"/>
        <w:ind/>
        <w:rPr>
          <w:sz w:val="22"/>
          <w:szCs w:val="22"/>
          <w14:ligatures w14:val="none"/>
        </w:rPr>
      </w:pPr>
      <w:r>
        <w:rPr>
          <w:rFonts w:ascii="Arial" w:hAnsi="Arial" w:eastAsia="Arial" w:cs="Arial"/>
          <w:sz w:val="22"/>
          <w:szCs w:val="22"/>
        </w:rPr>
        <w:t xml:space="preserve">Chaque prestataire pourra ainsi participer à la communau</w:t>
      </w:r>
      <w:r>
        <w:rPr>
          <w:rFonts w:ascii="Arial" w:hAnsi="Arial" w:eastAsia="Arial" w:cs="Arial"/>
          <w:sz w:val="22"/>
          <w:szCs w:val="22"/>
        </w:rPr>
        <w:t xml:space="preserve">té des utilisateurs du MMM33, même après la fin de sa prestation ou de l’utilisation du MMM33.</w:t>
      </w:r>
      <w:r>
        <w:rPr>
          <w:rFonts w:ascii="Arial" w:hAnsi="Arial" w:eastAsia="Arial" w:cs="Arial"/>
          <w:sz w:val="22"/>
          <w:szCs w:val="22"/>
        </w:rPr>
        <w:t xml:space="preserve"> </w:t>
      </w:r>
      <w:r>
        <w:rPr>
          <w:highlight w:val="none"/>
        </w:rPr>
        <w:br w:type="page" w:clear="all"/>
      </w:r>
      <w:r>
        <w:rPr>
          <w:sz w:val="22"/>
          <w:szCs w:val="22"/>
          <w14:ligatures w14:val="none"/>
        </w:rPr>
      </w:r>
      <w:r>
        <w:rPr>
          <w:sz w:val="22"/>
          <w:szCs w:val="22"/>
          <w14:ligatures w14:val="none"/>
        </w:rPr>
      </w:r>
    </w:p>
    <w:p>
      <w:pPr>
        <w:pStyle w:val="1033"/>
        <w:pBdr/>
        <w:spacing/>
        <w:ind/>
        <w:rPr>
          <w:highlight w:val="none"/>
        </w:rPr>
      </w:pPr>
      <w:r>
        <w:t xml:space="preserve">CHARTE d’utilisation </w:t>
      </w:r>
      <w:r>
        <w:rPr>
          <w:highlight w:val="none"/>
        </w:rPr>
      </w:r>
      <w:r>
        <w:rPr>
          <w:highlight w:val="none"/>
        </w:rPr>
      </w:r>
    </w:p>
    <w:p>
      <w:pPr>
        <w:pBdr/>
        <w:spacing/>
        <w:ind/>
        <w:rPr>
          <w:rFonts w:ascii="Arial" w:hAnsi="Arial" w:cs="Arial"/>
          <w:color w:val="595959" w:themeColor="text1" w:themeTint="A6"/>
        </w:rPr>
      </w:pPr>
      <w:r>
        <w:rPr>
          <w:rFonts w:ascii="Arial" w:hAnsi="Arial" w:cs="Arial"/>
          <w:b/>
          <w:color w:val="595959" w:themeColor="text1" w:themeTint="A6"/>
          <w:sz w:val="22"/>
          <w:highlight w:val="none"/>
          <w:lang w:val="fr-FR"/>
        </w:rPr>
        <w:t xml:space="preserve">Cette charte regroupe les règles les plus importantes mais la lecture du guide d’utilisation reste obligatoire</w:t>
      </w:r>
      <w:r>
        <w:rPr>
          <w:rFonts w:ascii="Arial" w:hAnsi="Arial" w:cs="Arial"/>
          <w:color w:val="595959" w:themeColor="text1" w:themeTint="A6"/>
        </w:rPr>
        <w:t xml:space="preserve">.</w:t>
      </w:r>
      <w:r>
        <w:rPr>
          <w:rFonts w:ascii="Arial" w:hAnsi="Arial" w:cs="Arial"/>
          <w:color w:val="595959" w:themeColor="text1" w:themeTint="A6"/>
        </w:rPr>
      </w:r>
      <w:r>
        <w:rPr>
          <w:rFonts w:ascii="Arial" w:hAnsi="Arial" w:cs="Arial"/>
          <w:color w:val="595959" w:themeColor="text1" w:themeTint="A6"/>
        </w:rPr>
      </w:r>
    </w:p>
    <w:p>
      <w:pPr>
        <w:pBdr/>
        <w:spacing/>
        <w:ind/>
        <w:rPr>
          <w:rFonts w:ascii="Arial" w:hAnsi="Arial" w:cs="Arial"/>
          <w:color w:val="595959" w:themeColor="text1" w:themeTint="A6"/>
        </w:rPr>
      </w:pPr>
      <w:r>
        <w:rPr>
          <w:rFonts w:ascii="Arial" w:hAnsi="Arial" w:cs="Arial"/>
          <w:b/>
          <w:color w:val="595959" w:themeColor="text1" w:themeTint="A6"/>
          <w:sz w:val="22"/>
          <w:highlight w:val="none"/>
          <w:lang w:val="fr-FR"/>
        </w:rPr>
      </w:r>
      <w:r>
        <w:rPr>
          <w:rFonts w:ascii="Arial" w:hAnsi="Arial" w:cs="Arial"/>
          <w:color w:val="595959" w:themeColor="text1" w:themeTint="A6"/>
        </w:rPr>
      </w:r>
      <w:r>
        <w:rPr>
          <w:rFonts w:ascii="Arial" w:hAnsi="Arial" w:cs="Arial"/>
          <w:color w:val="595959" w:themeColor="text1" w:themeTint="A6"/>
        </w:rPr>
      </w:r>
    </w:p>
    <w:p>
      <w:pPr>
        <w:pStyle w:val="1052"/>
        <w:numPr>
          <w:ilvl w:val="0"/>
          <w:numId w:val="21"/>
        </w:numPr>
        <w:pBdr/>
        <w:spacing w:after="113" w:afterAutospacing="0" w:before="113" w:beforeAutospacing="0" w:line="283" w:lineRule="exact"/>
        <w:ind/>
        <w:contextualSpacing w:val="false"/>
        <w:rPr>
          <w:rFonts w:ascii="Arial" w:hAnsi="Arial" w:cs="Arial"/>
          <w:b/>
          <w:bCs/>
          <w:color w:val="595959" w:themeColor="text1" w:themeTint="A6"/>
          <w:sz w:val="22"/>
          <w:szCs w:val="22"/>
          <w:lang w:val="fr-FR"/>
        </w:rPr>
      </w:pPr>
      <w:r>
        <w:rPr>
          <w:rFonts w:ascii="Arial" w:hAnsi="Arial" w:cs="Arial"/>
          <w:b/>
          <w:color w:val="595959" w:themeColor="text1" w:themeTint="A6"/>
          <w:sz w:val="22"/>
          <w:lang w:val="fr-FR"/>
        </w:rPr>
        <w:t xml:space="preserve">Manipulation de la Version de Base :</w:t>
      </w:r>
      <w:r>
        <w:rPr>
          <w:rFonts w:ascii="Arial" w:hAnsi="Arial" w:cs="Arial"/>
          <w:b/>
          <w:bCs/>
          <w:color w:val="595959" w:themeColor="text1" w:themeTint="A6"/>
          <w:sz w:val="22"/>
          <w:szCs w:val="22"/>
          <w:lang w:val="fr-FR"/>
        </w:rPr>
      </w:r>
      <w:r>
        <w:rPr>
          <w:rFonts w:ascii="Arial" w:hAnsi="Arial" w:cs="Arial"/>
          <w:b/>
          <w:bCs/>
          <w:color w:val="595959" w:themeColor="text1" w:themeTint="A6"/>
          <w:sz w:val="22"/>
          <w:szCs w:val="22"/>
          <w:lang w:val="fr-FR"/>
        </w:rPr>
      </w:r>
    </w:p>
    <w:p>
      <w:pPr>
        <w:pStyle w:val="1052"/>
        <w:numPr>
          <w:ilvl w:val="1"/>
          <w:numId w:val="21"/>
        </w:numPr>
        <w:pBdr/>
        <w:spacing w:after="113" w:afterAutospacing="0" w:before="113" w:beforeAutospacing="0" w:line="283" w:lineRule="exact"/>
        <w:ind/>
        <w:contextualSpacing w:val="false"/>
        <w:rPr>
          <w:rFonts w:ascii="Arial" w:hAnsi="Arial" w:cs="Arial"/>
          <w:color w:val="595959" w:themeColor="text1" w:themeTint="A6"/>
        </w:rPr>
      </w:pPr>
      <w:r>
        <w:rPr>
          <w:rFonts w:ascii="Arial" w:hAnsi="Arial" w:cs="Arial"/>
          <w:b/>
          <w:color w:val="595959" w:themeColor="text1" w:themeTint="A6"/>
          <w:sz w:val="22"/>
          <w:lang w:val="fr-FR"/>
        </w:rPr>
      </w:r>
      <w:r>
        <w:rPr>
          <w:rFonts w:ascii="Arial" w:hAnsi="Arial" w:cs="Arial"/>
          <w:color w:val="595959" w:themeColor="text1" w:themeTint="A6"/>
          <w:sz w:val="22"/>
          <w:szCs w:val="22"/>
          <w:lang w:val="fr-FR"/>
        </w:rPr>
        <w:t xml:space="preserve">Toute création d'éléments du réseau (tronçons, nœuds, lignes TC, arrêts, zone d’arrêt, point d’arrêt, zone, connecteur, poste de comptage) doit se faire dans la version de base et selon les identifiants attribués par le propriétaire.</w:t>
      </w:r>
      <w:r>
        <w:rPr>
          <w:rFonts w:ascii="Arial" w:hAnsi="Arial" w:cs="Arial"/>
          <w:color w:val="595959" w:themeColor="text1" w:themeTint="A6"/>
        </w:rPr>
      </w:r>
      <w:r>
        <w:rPr>
          <w:rFonts w:ascii="Arial" w:hAnsi="Arial" w:cs="Arial"/>
          <w:color w:val="595959" w:themeColor="text1" w:themeTint="A6"/>
        </w:rPr>
      </w:r>
    </w:p>
    <w:p>
      <w:pPr>
        <w:pStyle w:val="1052"/>
        <w:numPr>
          <w:ilvl w:val="1"/>
          <w:numId w:val="23"/>
        </w:numPr>
        <w:pBdr/>
        <w:spacing w:after="113" w:afterAutospacing="0" w:before="113" w:beforeAutospacing="0" w:line="283" w:lineRule="exact"/>
        <w:ind/>
        <w:contextualSpacing w:val="false"/>
        <w:rPr>
          <w:rFonts w:ascii="Arial" w:hAnsi="Arial" w:cs="Arial"/>
          <w:color w:val="595959" w:themeColor="text1" w:themeTint="A6"/>
          <w:sz w:val="22"/>
          <w:szCs w:val="22"/>
        </w:rPr>
      </w:pPr>
      <w:r>
        <w:rPr>
          <w:rFonts w:ascii="Arial" w:hAnsi="Arial" w:cs="Arial"/>
          <w:color w:val="595959" w:themeColor="text1" w:themeTint="A6"/>
          <w:sz w:val="22"/>
          <w:szCs w:val="22"/>
          <w:lang w:val="fr-FR"/>
        </w:rPr>
        <w:t xml:space="preserve">Les nouveaux tronçons </w:t>
      </w:r>
      <w:r>
        <w:rPr>
          <w:rFonts w:ascii="Arial" w:hAnsi="Arial" w:cs="Arial"/>
          <w:color w:val="595959" w:themeColor="text1" w:themeTint="A6"/>
          <w:sz w:val="22"/>
          <w:szCs w:val="22"/>
          <w:lang w:val="fr-FR"/>
        </w:rPr>
        <w:t xml:space="preserve">doivent être créés sous le type voulu (afin de facilité le bon codage des nœuds) puis déclassés sous un type projet (</w:t>
      </w:r>
      <w:r>
        <w:rPr>
          <w:rFonts w:ascii="Arial" w:hAnsi="Arial" w:cs="Arial"/>
          <w:b/>
          <w:color w:val="595959" w:themeColor="text1" w:themeTint="A6"/>
          <w:sz w:val="22"/>
          <w:szCs w:val="22"/>
          <w:lang w:val="fr-FR"/>
        </w:rPr>
        <w:t xml:space="preserve">NumType = 99</w:t>
      </w:r>
      <w:r>
        <w:rPr>
          <w:rFonts w:ascii="Arial" w:hAnsi="Arial" w:cs="Arial"/>
          <w:color w:val="595959" w:themeColor="text1" w:themeTint="A6"/>
          <w:sz w:val="22"/>
          <w:szCs w:val="22"/>
          <w:lang w:val="fr-FR"/>
        </w:rPr>
        <w:t xml:space="preserve">).</w:t>
      </w:r>
      <w:r>
        <w:rPr>
          <w:rFonts w:ascii="Arial" w:hAnsi="Arial" w:cs="Arial"/>
          <w:color w:val="595959" w:themeColor="text1" w:themeTint="A6"/>
          <w:sz w:val="22"/>
          <w:szCs w:val="22"/>
        </w:rPr>
      </w:r>
      <w:r>
        <w:rPr>
          <w:rFonts w:ascii="Arial" w:hAnsi="Arial" w:cs="Arial"/>
          <w:color w:val="595959" w:themeColor="text1" w:themeTint="A6"/>
          <w:sz w:val="22"/>
          <w:szCs w:val="22"/>
        </w:rPr>
      </w:r>
    </w:p>
    <w:p>
      <w:pPr>
        <w:pStyle w:val="1052"/>
        <w:numPr>
          <w:ilvl w:val="1"/>
          <w:numId w:val="23"/>
        </w:numPr>
        <w:pBdr/>
        <w:spacing w:after="113" w:afterAutospacing="0" w:before="113" w:beforeAutospacing="0" w:line="283" w:lineRule="exact"/>
        <w:ind/>
        <w:contextualSpacing w:val="false"/>
        <w:rPr>
          <w:rFonts w:ascii="Arial" w:hAnsi="Arial" w:cs="Arial"/>
          <w:color w:val="595959" w:themeColor="text1" w:themeTint="A6"/>
          <w:sz w:val="22"/>
          <w:szCs w:val="22"/>
        </w:rPr>
      </w:pPr>
      <w:r>
        <w:rPr>
          <w:rFonts w:ascii="Arial" w:hAnsi="Arial" w:cs="Arial"/>
          <w:color w:val="595959" w:themeColor="text1" w:themeTint="A6"/>
          <w:sz w:val="22"/>
          <w:szCs w:val="22"/>
          <w:lang w:val="fr-FR"/>
        </w:rPr>
        <w:t xml:space="preserve">Les nouvelles lignes TC doivent être désactivées (</w:t>
      </w:r>
      <w:r>
        <w:rPr>
          <w:rFonts w:ascii="Arial" w:hAnsi="Arial" w:cs="Arial"/>
          <w:b/>
          <w:color w:val="595959" w:themeColor="text1" w:themeTint="A6"/>
          <w:sz w:val="22"/>
          <w:szCs w:val="22"/>
          <w:lang w:val="fr-FR"/>
        </w:rPr>
        <w:t xml:space="preserve">Activation_Ligne = False</w:t>
      </w:r>
      <w:r>
        <w:rPr>
          <w:rFonts w:ascii="Arial" w:hAnsi="Arial" w:cs="Arial"/>
          <w:color w:val="595959" w:themeColor="text1" w:themeTint="A6"/>
          <w:sz w:val="22"/>
          <w:szCs w:val="22"/>
          <w:lang w:val="fr-FR"/>
        </w:rPr>
        <w:t xml:space="preserve">).</w:t>
      </w:r>
      <w:r>
        <w:rPr>
          <w:rFonts w:ascii="Arial" w:hAnsi="Arial" w:cs="Arial"/>
          <w:color w:val="595959" w:themeColor="text1" w:themeTint="A6"/>
          <w:sz w:val="22"/>
          <w:szCs w:val="22"/>
        </w:rPr>
      </w:r>
      <w:r>
        <w:rPr>
          <w:rFonts w:ascii="Arial" w:hAnsi="Arial" w:cs="Arial"/>
          <w:color w:val="595959" w:themeColor="text1" w:themeTint="A6"/>
          <w:sz w:val="22"/>
          <w:szCs w:val="22"/>
        </w:rPr>
      </w:r>
    </w:p>
    <w:p>
      <w:pPr>
        <w:pStyle w:val="1052"/>
        <w:numPr>
          <w:ilvl w:val="1"/>
          <w:numId w:val="23"/>
        </w:numPr>
        <w:pBdr/>
        <w:spacing w:after="113" w:afterAutospacing="0" w:before="113" w:beforeAutospacing="0" w:line="283" w:lineRule="exact"/>
        <w:ind/>
        <w:contextualSpacing w:val="false"/>
        <w:rPr>
          <w:rFonts w:ascii="Arial" w:hAnsi="Arial" w:cs="Arial"/>
          <w:color w:val="595959" w:themeColor="text1" w:themeTint="A6"/>
          <w:sz w:val="22"/>
          <w:szCs w:val="22"/>
        </w:rPr>
      </w:pPr>
      <w:r>
        <w:rPr>
          <w:rFonts w:ascii="Arial" w:hAnsi="Arial" w:cs="Arial"/>
          <w:color w:val="595959" w:themeColor="text1" w:themeTint="A6"/>
          <w:sz w:val="22"/>
          <w:szCs w:val="22"/>
          <w:lang w:val="fr-FR"/>
        </w:rPr>
        <w:t xml:space="preserve">Il est essentiel de privilégier l’utilisation d’arrêts existants TC (point d’arrêt, zones d’arrêt, arrêts) avant d’en créer un. Si il y a création respecter les règles décrites dans le guide d’utilisateur.</w:t>
      </w:r>
      <w:r>
        <w:rPr>
          <w:rFonts w:ascii="Arial" w:hAnsi="Arial" w:cs="Arial"/>
          <w:color w:val="595959" w:themeColor="text1" w:themeTint="A6"/>
          <w:sz w:val="22"/>
          <w:szCs w:val="22"/>
        </w:rPr>
      </w:r>
      <w:r>
        <w:rPr>
          <w:rFonts w:ascii="Arial" w:hAnsi="Arial" w:cs="Arial"/>
          <w:color w:val="595959" w:themeColor="text1" w:themeTint="A6"/>
          <w:sz w:val="22"/>
          <w:szCs w:val="22"/>
        </w:rPr>
      </w:r>
    </w:p>
    <w:p>
      <w:pPr>
        <w:pStyle w:val="1052"/>
        <w:numPr>
          <w:ilvl w:val="1"/>
          <w:numId w:val="23"/>
        </w:numPr>
        <w:pBdr/>
        <w:spacing w:after="113" w:afterAutospacing="0" w:before="113" w:beforeAutospacing="0" w:line="283" w:lineRule="exact"/>
        <w:ind/>
        <w:contextualSpacing w:val="false"/>
        <w:rPr>
          <w:rFonts w:ascii="Arial" w:hAnsi="Arial" w:cs="Arial"/>
          <w:color w:val="595959" w:themeColor="text1" w:themeTint="A6"/>
          <w:sz w:val="22"/>
          <w:szCs w:val="22"/>
        </w:rPr>
      </w:pPr>
      <w:r>
        <w:rPr>
          <w:rFonts w:ascii="Arial" w:hAnsi="Arial" w:cs="Arial"/>
          <w:color w:val="595959" w:themeColor="text1" w:themeTint="A6"/>
          <w:sz w:val="22"/>
          <w:szCs w:val="22"/>
          <w:lang w:val="fr-FR"/>
        </w:rPr>
        <w:t xml:space="preserve">Il e</w:t>
      </w:r>
      <w:r>
        <w:rPr>
          <w:rFonts w:ascii="Arial" w:hAnsi="Arial" w:cs="Arial"/>
          <w:color w:val="595959" w:themeColor="text1" w:themeTint="A6"/>
          <w:sz w:val="22"/>
          <w:szCs w:val="22"/>
          <w:lang w:val="fr-FR"/>
        </w:rPr>
        <w:t xml:space="preserve">s</w:t>
      </w:r>
      <w:r>
        <w:rPr>
          <w:rFonts w:ascii="Arial" w:hAnsi="Arial" w:cs="Arial"/>
          <w:color w:val="595959" w:themeColor="text1" w:themeTint="A6"/>
          <w:sz w:val="22"/>
          <w:szCs w:val="22"/>
          <w:lang w:val="fr-FR"/>
        </w:rPr>
        <w:t xml:space="preserve">t</w:t>
      </w:r>
      <w:r>
        <w:rPr>
          <w:rFonts w:ascii="Arial" w:hAnsi="Arial" w:cs="Arial"/>
          <w:b/>
          <w:bCs/>
          <w:color w:val="595959" w:themeColor="text1" w:themeTint="A6"/>
          <w:sz w:val="22"/>
          <w:szCs w:val="22"/>
          <w:lang w:val="fr-FR"/>
        </w:rPr>
        <w:t xml:space="preserve"> i</w:t>
      </w:r>
      <w:r>
        <w:rPr>
          <w:rFonts w:ascii="Arial" w:hAnsi="Arial" w:cs="Arial"/>
          <w:b/>
          <w:bCs/>
          <w:color w:val="595959" w:themeColor="text1" w:themeTint="A6"/>
          <w:sz w:val="22"/>
          <w:szCs w:val="22"/>
          <w:lang w:val="fr-FR"/>
        </w:rPr>
        <w:t xml:space="preserve">n</w:t>
      </w:r>
      <w:r>
        <w:rPr>
          <w:rFonts w:ascii="Arial" w:hAnsi="Arial" w:cs="Arial"/>
          <w:b/>
          <w:bCs/>
          <w:color w:val="595959" w:themeColor="text1" w:themeTint="A6"/>
          <w:sz w:val="22"/>
          <w:szCs w:val="22"/>
          <w:lang w:val="fr-FR"/>
        </w:rPr>
        <w:t xml:space="preserve">terdit de supprimer quoique ce soit</w:t>
      </w:r>
      <w:r>
        <w:rPr>
          <w:rFonts w:ascii="Arial" w:hAnsi="Arial" w:cs="Arial"/>
          <w:color w:val="595959" w:themeColor="text1" w:themeTint="A6"/>
          <w:sz w:val="22"/>
          <w:szCs w:val="22"/>
          <w:lang w:val="fr-FR"/>
        </w:rPr>
        <w:t xml:space="preserve">. Si vous souhaitez ajouter un nœud sur un tronçon : créer deux nouveaux tronçons en parallèle dans la version de base, puis désactiver le tronçon original et activer les nouveaux dans une modification d’activation.</w:t>
      </w:r>
      <w:r>
        <w:rPr>
          <w:rFonts w:ascii="Arial" w:hAnsi="Arial" w:cs="Arial"/>
          <w:color w:val="595959" w:themeColor="text1" w:themeTint="A6"/>
          <w:sz w:val="22"/>
          <w:szCs w:val="22"/>
        </w:rPr>
      </w:r>
      <w:r>
        <w:rPr>
          <w:rFonts w:ascii="Arial" w:hAnsi="Arial" w:cs="Arial"/>
          <w:color w:val="595959" w:themeColor="text1" w:themeTint="A6"/>
          <w:sz w:val="22"/>
          <w:szCs w:val="22"/>
        </w:rPr>
      </w:r>
    </w:p>
    <w:p>
      <w:pPr>
        <w:numPr>
          <w:ilvl w:val="0"/>
          <w:numId w:val="0"/>
        </w:numPr>
        <w:pBdr/>
        <w:spacing w:after="113" w:afterAutospacing="0" w:before="113" w:beforeAutospacing="0" w:line="283" w:lineRule="exact"/>
        <w:ind w:firstLine="0" w:left="720"/>
        <w:contextualSpacing w:val="false"/>
        <w:rPr>
          <w:rFonts w:ascii="Arial" w:hAnsi="Arial" w:cs="Arial"/>
          <w:color w:val="595959" w:themeColor="text1" w:themeTint="A6"/>
          <w:sz w:val="22"/>
          <w:szCs w:val="22"/>
        </w:rPr>
      </w:pPr>
      <w:r>
        <w:rPr>
          <w:rFonts w:ascii="Arial" w:hAnsi="Arial" w:cs="Arial"/>
          <w:b/>
          <w:bCs/>
          <w:color w:val="595959" w:themeColor="text1" w:themeTint="A6"/>
          <w:highlight w:val="none"/>
        </w:rPr>
      </w:r>
      <w:r>
        <w:rPr>
          <w:rFonts w:ascii="Arial" w:hAnsi="Arial" w:cs="Arial"/>
          <w:color w:val="595959" w:themeColor="text1" w:themeTint="A6"/>
          <w:sz w:val="22"/>
          <w:szCs w:val="22"/>
        </w:rPr>
      </w:r>
      <w:r>
        <w:rPr>
          <w:rFonts w:ascii="Arial" w:hAnsi="Arial" w:cs="Arial"/>
          <w:color w:val="595959" w:themeColor="text1" w:themeTint="A6"/>
          <w:sz w:val="22"/>
          <w:szCs w:val="22"/>
        </w:rPr>
      </w:r>
    </w:p>
    <w:p>
      <w:pPr>
        <w:pStyle w:val="1052"/>
        <w:numPr>
          <w:ilvl w:val="0"/>
          <w:numId w:val="23"/>
        </w:numPr>
        <w:pBdr/>
        <w:spacing w:after="113" w:afterAutospacing="0" w:before="113" w:beforeAutospacing="0" w:line="283" w:lineRule="exact"/>
        <w:ind/>
        <w:contextualSpacing w:val="false"/>
        <w:rPr>
          <w:rFonts w:ascii="Arial" w:hAnsi="Arial" w:cs="Arial"/>
          <w:b/>
          <w:color w:val="595959" w:themeColor="text1" w:themeTint="A6"/>
        </w:rPr>
      </w:pPr>
      <w:r>
        <w:rPr>
          <w:rFonts w:ascii="Arial" w:hAnsi="Arial" w:cs="Arial"/>
          <w:b/>
          <w:color w:val="595959" w:themeColor="text1" w:themeTint="A6"/>
          <w:sz w:val="22"/>
          <w:lang w:val="fr-FR"/>
        </w:rPr>
        <w:t xml:space="preserve">Modification :</w:t>
      </w:r>
      <w:r>
        <w:rPr>
          <w:rFonts w:ascii="Arial" w:hAnsi="Arial" w:cs="Arial"/>
          <w:b/>
          <w:color w:val="595959" w:themeColor="text1" w:themeTint="A6"/>
        </w:rPr>
      </w:r>
      <w:r>
        <w:rPr>
          <w:rFonts w:ascii="Arial" w:hAnsi="Arial" w:cs="Arial"/>
          <w:b/>
          <w:color w:val="595959" w:themeColor="text1" w:themeTint="A6"/>
        </w:rPr>
      </w:r>
    </w:p>
    <w:p>
      <w:pPr>
        <w:pStyle w:val="1052"/>
        <w:numPr>
          <w:ilvl w:val="1"/>
          <w:numId w:val="23"/>
        </w:numPr>
        <w:pBdr/>
        <w:spacing w:after="113" w:afterAutospacing="0" w:before="113" w:beforeAutospacing="0" w:line="283" w:lineRule="exact"/>
        <w:ind/>
        <w:contextualSpacing w:val="false"/>
        <w:rPr>
          <w:rFonts w:ascii="Arial" w:hAnsi="Arial" w:cs="Arial"/>
          <w:b w:val="0"/>
          <w:bCs w:val="0"/>
          <w:color w:val="595959" w:themeColor="text1" w:themeTint="A6"/>
        </w:rPr>
      </w:pPr>
      <w:r>
        <w:rPr>
          <w:rFonts w:ascii="Arial" w:hAnsi="Arial" w:cs="Arial"/>
          <w:b w:val="0"/>
          <w:bCs w:val="0"/>
          <w:color w:val="595959" w:themeColor="text1" w:themeTint="A6"/>
          <w:sz w:val="22"/>
          <w:lang w:val="fr-FR"/>
        </w:rPr>
        <w:t xml:space="preserve">Les modifications présentes dans le gestionnaire et traduites dans des fichiers .tra ne doivent contenir que des </w:t>
      </w:r>
      <w:r>
        <w:rPr>
          <w:rFonts w:ascii="Arial" w:hAnsi="Arial" w:cs="Arial"/>
          <w:b/>
          <w:bCs/>
          <w:color w:val="595959" w:themeColor="text1" w:themeTint="A6"/>
          <w:sz w:val="22"/>
          <w:lang w:val="fr-FR"/>
        </w:rPr>
        <w:t xml:space="preserve">changements d'attributs</w:t>
      </w:r>
      <w:r>
        <w:rPr>
          <w:rFonts w:ascii="Arial" w:hAnsi="Arial" w:cs="Arial"/>
          <w:b w:val="0"/>
          <w:bCs w:val="0"/>
          <w:color w:val="595959" w:themeColor="text1" w:themeTint="A6"/>
          <w:sz w:val="22"/>
          <w:lang w:val="fr-FR"/>
        </w:rPr>
        <w:t xml:space="preserve"> des éléments déjà existants.</w:t>
      </w:r>
      <w:r>
        <w:rPr>
          <w:rFonts w:ascii="Arial" w:hAnsi="Arial" w:cs="Arial"/>
          <w:b w:val="0"/>
          <w:bCs w:val="0"/>
          <w:color w:val="595959" w:themeColor="text1" w:themeTint="A6"/>
        </w:rPr>
      </w:r>
      <w:r>
        <w:rPr>
          <w:rFonts w:ascii="Arial" w:hAnsi="Arial" w:cs="Arial"/>
          <w:b w:val="0"/>
          <w:bCs w:val="0"/>
          <w:color w:val="595959" w:themeColor="text1" w:themeTint="A6"/>
        </w:rPr>
      </w:r>
    </w:p>
    <w:p>
      <w:pPr>
        <w:pStyle w:val="1052"/>
        <w:numPr>
          <w:ilvl w:val="1"/>
          <w:numId w:val="23"/>
        </w:numPr>
        <w:pBdr/>
        <w:spacing w:after="113" w:afterAutospacing="0" w:before="113" w:beforeAutospacing="0" w:line="283" w:lineRule="exact"/>
        <w:ind/>
        <w:contextualSpacing w:val="false"/>
        <w:rPr>
          <w:rFonts w:ascii="Arial" w:hAnsi="Arial" w:cs="Arial"/>
          <w:color w:val="595959" w:themeColor="text1" w:themeTint="A6"/>
          <w:sz w:val="22"/>
          <w:szCs w:val="22"/>
        </w:rPr>
      </w:pPr>
      <w:r>
        <w:rPr>
          <w:rFonts w:ascii="Arial" w:hAnsi="Arial" w:cs="Arial"/>
          <w:color w:val="595959" w:themeColor="text1" w:themeTint="A6"/>
          <w:sz w:val="22"/>
          <w:szCs w:val="22"/>
          <w:highlight w:val="none"/>
          <w:lang w:val="fr-FR"/>
        </w:rPr>
        <w:t xml:space="preserve">Les modifications présentes dans le gestionnaire ne doivent </w:t>
      </w:r>
      <w:r>
        <w:rPr>
          <w:rFonts w:ascii="Arial" w:hAnsi="Arial" w:cs="Arial"/>
          <w:b/>
          <w:bCs/>
          <w:color w:val="595959" w:themeColor="text1" w:themeTint="A6"/>
          <w:sz w:val="22"/>
          <w:szCs w:val="22"/>
          <w:highlight w:val="none"/>
          <w:lang w:val="fr-FR"/>
        </w:rPr>
        <w:t xml:space="preserve">ni être supprimées, ni être modifiées</w:t>
      </w:r>
      <w:r>
        <w:rPr>
          <w:rFonts w:ascii="Arial" w:hAnsi="Arial" w:cs="Arial"/>
          <w:color w:val="595959" w:themeColor="text1" w:themeTint="A6"/>
          <w:sz w:val="22"/>
          <w:szCs w:val="22"/>
          <w:highlight w:val="none"/>
          <w:lang w:val="fr-FR"/>
        </w:rPr>
        <w:t xml:space="preserve"> mais être </w:t>
      </w:r>
      <w:r>
        <w:rPr>
          <w:rFonts w:ascii="Arial" w:hAnsi="Arial" w:cs="Arial"/>
          <w:b/>
          <w:bCs/>
          <w:color w:val="595959" w:themeColor="text1" w:themeTint="A6"/>
          <w:sz w:val="22"/>
          <w:szCs w:val="22"/>
          <w:highlight w:val="none"/>
          <w:lang w:val="fr-FR"/>
        </w:rPr>
        <w:t xml:space="preserve">dupliquées</w:t>
      </w:r>
      <w:r>
        <w:rPr>
          <w:rFonts w:ascii="Arial" w:hAnsi="Arial" w:cs="Arial"/>
          <w:color w:val="595959" w:themeColor="text1" w:themeTint="A6"/>
          <w:sz w:val="22"/>
          <w:szCs w:val="22"/>
        </w:rPr>
      </w:r>
      <w:r>
        <w:rPr>
          <w:rFonts w:ascii="Arial" w:hAnsi="Arial" w:cs="Arial"/>
          <w:color w:val="595959" w:themeColor="text1" w:themeTint="A6"/>
          <w:sz w:val="22"/>
          <w:szCs w:val="22"/>
        </w:rPr>
      </w:r>
    </w:p>
    <w:p>
      <w:pPr>
        <w:pStyle w:val="1052"/>
        <w:numPr>
          <w:ilvl w:val="1"/>
          <w:numId w:val="23"/>
        </w:numPr>
        <w:pBdr/>
        <w:spacing w:after="113" w:afterAutospacing="0" w:before="113" w:beforeAutospacing="0" w:line="283" w:lineRule="exact"/>
        <w:ind/>
        <w:contextualSpacing w:val="false"/>
        <w:rPr>
          <w:rFonts w:ascii="Arial" w:hAnsi="Arial" w:cs="Arial"/>
          <w:color w:val="595959" w:themeColor="text1" w:themeTint="A6"/>
          <w:sz w:val="22"/>
          <w:szCs w:val="22"/>
        </w:rPr>
      </w:pPr>
      <w:r>
        <w:rPr>
          <w:rFonts w:ascii="Arial" w:hAnsi="Arial" w:cs="Arial"/>
          <w:color w:val="595959" w:themeColor="text1" w:themeTint="A6"/>
          <w:sz w:val="22"/>
          <w:szCs w:val="22"/>
          <w:lang w:val="fr-FR"/>
        </w:rPr>
        <w:t xml:space="preserve">Aucun suppression d'élément ne doit être réalisée, il faut désactiver ou changer de type dans la Modification.</w:t>
      </w:r>
      <w:r>
        <w:rPr>
          <w:rFonts w:ascii="Arial" w:hAnsi="Arial" w:cs="Arial"/>
          <w:color w:val="595959" w:themeColor="text1" w:themeTint="A6"/>
          <w:sz w:val="22"/>
          <w:szCs w:val="22"/>
        </w:rPr>
      </w:r>
      <w:r>
        <w:rPr>
          <w:rFonts w:ascii="Arial" w:hAnsi="Arial" w:cs="Arial"/>
          <w:color w:val="595959" w:themeColor="text1" w:themeTint="A6"/>
          <w:sz w:val="22"/>
          <w:szCs w:val="22"/>
        </w:rPr>
      </w:r>
    </w:p>
    <w:p>
      <w:pPr>
        <w:pStyle w:val="1052"/>
        <w:numPr>
          <w:ilvl w:val="1"/>
          <w:numId w:val="23"/>
        </w:numPr>
        <w:pBdr/>
        <w:spacing w:after="113" w:afterAutospacing="0" w:before="113" w:beforeAutospacing="0" w:line="283" w:lineRule="exact"/>
        <w:ind/>
        <w:contextualSpacing w:val="false"/>
        <w:rPr>
          <w:rFonts w:ascii="Arial" w:hAnsi="Arial" w:cs="Arial"/>
          <w:color w:val="595959" w:themeColor="text1" w:themeTint="A6"/>
          <w:sz w:val="22"/>
          <w:szCs w:val="22"/>
        </w:rPr>
      </w:pPr>
      <w:r>
        <w:rPr>
          <w:rFonts w:ascii="Arial" w:hAnsi="Arial" w:cs="Arial"/>
          <w:color w:val="595959" w:themeColor="text1" w:themeTint="A6"/>
          <w:sz w:val="22"/>
          <w:szCs w:val="22"/>
          <w:lang w:val="fr-FR"/>
        </w:rPr>
        <w:t xml:space="preserve">Toute création d’élément doit être réalisée par activation ou changement de type dans la Modification, de l’élément créé dans la version de base.</w:t>
      </w:r>
      <w:r>
        <w:rPr>
          <w:rFonts w:ascii="Arial" w:hAnsi="Arial" w:cs="Arial"/>
          <w:color w:val="595959" w:themeColor="text1" w:themeTint="A6"/>
          <w:sz w:val="22"/>
          <w:szCs w:val="22"/>
        </w:rPr>
      </w:r>
      <w:r>
        <w:rPr>
          <w:rFonts w:ascii="Arial" w:hAnsi="Arial" w:cs="Arial"/>
          <w:color w:val="595959" w:themeColor="text1" w:themeTint="A6"/>
          <w:sz w:val="22"/>
          <w:szCs w:val="22"/>
        </w:rPr>
      </w:r>
    </w:p>
    <w:p>
      <w:pPr>
        <w:pStyle w:val="1052"/>
        <w:numPr>
          <w:ilvl w:val="1"/>
          <w:numId w:val="23"/>
        </w:numPr>
        <w:pBdr/>
        <w:spacing w:after="113" w:afterAutospacing="0" w:before="113" w:beforeAutospacing="0" w:line="283" w:lineRule="exact"/>
        <w:ind/>
        <w:contextualSpacing w:val="false"/>
        <w:rPr>
          <w:rFonts w:ascii="Arial" w:hAnsi="Arial" w:cs="Arial"/>
          <w:color w:val="595959" w:themeColor="text1" w:themeTint="A6"/>
          <w:sz w:val="22"/>
          <w:szCs w:val="22"/>
        </w:rPr>
      </w:pPr>
      <w:r>
        <w:rPr>
          <w:rFonts w:ascii="Arial" w:hAnsi="Arial" w:cs="Arial"/>
          <w:color w:val="595959" w:themeColor="text1" w:themeTint="A6"/>
          <w:sz w:val="22"/>
          <w:szCs w:val="22"/>
          <w:lang w:val="fr-FR"/>
        </w:rPr>
        <w:t xml:space="preserve">Pour un projet concernant des modifications TC et TI :</w:t>
      </w:r>
      <w:r>
        <w:rPr>
          <w:rFonts w:ascii="Arial" w:hAnsi="Arial" w:cs="Arial"/>
          <w:color w:val="595959" w:themeColor="text1" w:themeTint="A6"/>
          <w:sz w:val="22"/>
          <w:szCs w:val="22"/>
        </w:rPr>
      </w:r>
      <w:r>
        <w:rPr>
          <w:rFonts w:ascii="Arial" w:hAnsi="Arial" w:cs="Arial"/>
          <w:color w:val="595959" w:themeColor="text1" w:themeTint="A6"/>
          <w:sz w:val="22"/>
          <w:szCs w:val="22"/>
        </w:rPr>
      </w:r>
    </w:p>
    <w:p>
      <w:pPr>
        <w:pStyle w:val="1052"/>
        <w:numPr>
          <w:ilvl w:val="2"/>
          <w:numId w:val="23"/>
        </w:numPr>
        <w:pBdr/>
        <w:spacing w:after="113" w:afterAutospacing="0" w:before="113" w:beforeAutospacing="0" w:line="283" w:lineRule="exact"/>
        <w:ind/>
        <w:contextualSpacing w:val="false"/>
        <w:rPr>
          <w:rFonts w:ascii="Arial" w:hAnsi="Arial" w:cs="Arial"/>
          <w:color w:val="595959" w:themeColor="text1" w:themeTint="A6"/>
          <w:sz w:val="22"/>
          <w:szCs w:val="22"/>
        </w:rPr>
      </w:pPr>
      <w:r>
        <w:rPr>
          <w:rFonts w:ascii="Arial" w:hAnsi="Arial" w:cs="Arial"/>
          <w:color w:val="595959" w:themeColor="text1" w:themeTint="A6"/>
          <w:sz w:val="22"/>
          <w:szCs w:val="22"/>
          <w:highlight w:val="none"/>
          <w:lang w:val="fr-FR"/>
        </w:rPr>
        <w:t xml:space="preserve">Activer les éléments TI dans une première modification</w:t>
      </w:r>
      <w:r>
        <w:rPr>
          <w:rFonts w:ascii="Arial" w:hAnsi="Arial" w:cs="Arial"/>
          <w:color w:val="595959" w:themeColor="text1" w:themeTint="A6"/>
          <w:sz w:val="22"/>
          <w:szCs w:val="22"/>
        </w:rPr>
      </w:r>
      <w:r>
        <w:rPr>
          <w:rFonts w:ascii="Arial" w:hAnsi="Arial" w:cs="Arial"/>
          <w:color w:val="595959" w:themeColor="text1" w:themeTint="A6"/>
          <w:sz w:val="22"/>
          <w:szCs w:val="22"/>
        </w:rPr>
      </w:r>
    </w:p>
    <w:p>
      <w:pPr>
        <w:pStyle w:val="1052"/>
        <w:numPr>
          <w:ilvl w:val="2"/>
          <w:numId w:val="23"/>
        </w:numPr>
        <w:pBdr/>
        <w:spacing w:after="113" w:afterAutospacing="0" w:before="113" w:beforeAutospacing="0" w:line="283" w:lineRule="exact"/>
        <w:ind/>
        <w:contextualSpacing w:val="false"/>
        <w:rPr>
          <w:rFonts w:ascii="Arial" w:hAnsi="Arial" w:cs="Arial"/>
          <w:color w:val="595959" w:themeColor="text1" w:themeTint="A6"/>
          <w:sz w:val="22"/>
          <w:szCs w:val="22"/>
        </w:rPr>
      </w:pPr>
      <w:r>
        <w:rPr>
          <w:rFonts w:ascii="Arial" w:hAnsi="Arial" w:cs="Arial"/>
          <w:color w:val="595959" w:themeColor="text1" w:themeTint="A6"/>
          <w:sz w:val="22"/>
          <w:szCs w:val="22"/>
          <w:highlight w:val="none"/>
          <w:lang w:val="fr-FR"/>
        </w:rPr>
        <w:t xml:space="preserve">Puis activer les éléments TC en dupliquant la modification TC de l’horizon et du réseau souhaités.</w:t>
      </w:r>
      <w:r>
        <w:rPr>
          <w:rFonts w:ascii="Arial" w:hAnsi="Arial" w:cs="Arial"/>
          <w:color w:val="595959" w:themeColor="text1" w:themeTint="A6"/>
          <w:sz w:val="22"/>
          <w:szCs w:val="22"/>
        </w:rPr>
      </w:r>
      <w:r>
        <w:rPr>
          <w:rFonts w:ascii="Arial" w:hAnsi="Arial" w:cs="Arial"/>
          <w:color w:val="595959" w:themeColor="text1" w:themeTint="A6"/>
          <w:sz w:val="22"/>
          <w:szCs w:val="22"/>
        </w:rPr>
      </w:r>
    </w:p>
    <w:p>
      <w:pPr>
        <w:pStyle w:val="1052"/>
        <w:numPr>
          <w:ilvl w:val="1"/>
          <w:numId w:val="23"/>
        </w:numPr>
        <w:pBdr/>
        <w:spacing w:after="113" w:afterAutospacing="0" w:before="113" w:beforeAutospacing="0" w:line="283" w:lineRule="exact"/>
        <w:ind/>
        <w:contextualSpacing w:val="false"/>
        <w:rPr>
          <w:rFonts w:ascii="Arial" w:hAnsi="Arial" w:cs="Arial"/>
          <w:color w:val="595959" w:themeColor="text1" w:themeTint="A6"/>
          <w:sz w:val="22"/>
          <w:szCs w:val="22"/>
        </w:rPr>
      </w:pPr>
      <w:r>
        <w:rPr>
          <w:rFonts w:ascii="Arial" w:hAnsi="Arial" w:cs="Arial"/>
          <w:color w:val="595959" w:themeColor="text1" w:themeTint="A6"/>
          <w:sz w:val="22"/>
          <w:szCs w:val="22"/>
          <w:lang w:val="fr-FR"/>
        </w:rPr>
        <w:t xml:space="preserve">Tout ajout ou suppression d’une ligne, d’un itinéraire de ligne ou d’un service doit se faire dans un duplicata de la ligne concernée. La ligne doit être dupliquée dans la version de base et renommée en </w:t>
      </w:r>
      <w:r>
        <w:rPr>
          <w:rFonts w:ascii="Arial" w:hAnsi="Arial" w:cs="Arial"/>
          <w:color w:val="595959" w:themeColor="text1" w:themeTint="A6"/>
          <w:sz w:val="22"/>
          <w:szCs w:val="22"/>
          <w:lang w:val="fr-FR"/>
        </w:rPr>
        <w:t xml:space="preserve">gardant le nom de la ligne initiale dupliquée puis étendue de « _NouveauNom » .</w:t>
      </w:r>
      <w:r>
        <w:rPr>
          <w:rFonts w:ascii="Arial" w:hAnsi="Arial" w:cs="Arial"/>
          <w:color w:val="595959" w:themeColor="text1" w:themeTint="A6"/>
          <w:sz w:val="22"/>
          <w:szCs w:val="22"/>
        </w:rPr>
      </w:r>
      <w:r>
        <w:rPr>
          <w:rFonts w:ascii="Arial" w:hAnsi="Arial" w:cs="Arial"/>
          <w:color w:val="595959" w:themeColor="text1" w:themeTint="A6"/>
          <w:sz w:val="22"/>
          <w:szCs w:val="22"/>
        </w:rPr>
      </w:r>
    </w:p>
    <w:p>
      <w:pPr>
        <w:pBdr/>
        <w:spacing w:after="160" w:before="0"/>
        <w:ind/>
        <w:rPr>
          <w:rFonts w:ascii="Trebuchet MS" w:hAnsi="Trebuchet MS" w:eastAsia="Times New Roman" w:cs="Times New Roman"/>
          <w:b/>
          <w:bCs/>
          <w:color w:val="000000"/>
          <w:sz w:val="20"/>
          <w:szCs w:val="20"/>
          <w:lang w:eastAsia="fr-FR"/>
        </w:rPr>
      </w:pPr>
      <w:r>
        <w:rPr>
          <w:rFonts w:ascii="Trebuchet MS" w:hAnsi="Trebuchet MS" w:eastAsia="Times New Roman" w:cs="Times New Roman"/>
          <w:b/>
          <w:bCs/>
          <w:color w:val="000000"/>
          <w:sz w:val="20"/>
          <w:szCs w:val="20"/>
          <w:lang w:eastAsia="fr-FR"/>
        </w:rPr>
      </w:r>
      <w:r>
        <w:rPr>
          <w:rFonts w:ascii="Trebuchet MS" w:hAnsi="Trebuchet MS" w:eastAsia="Times New Roman" w:cs="Times New Roman"/>
          <w:b/>
          <w:bCs/>
          <w:color w:val="000000"/>
          <w:sz w:val="20"/>
          <w:szCs w:val="20"/>
          <w:lang w:eastAsia="fr-FR"/>
        </w:rPr>
      </w:r>
      <w:r>
        <w:rPr>
          <w:rFonts w:ascii="Trebuchet MS" w:hAnsi="Trebuchet MS" w:eastAsia="Times New Roman" w:cs="Times New Roman"/>
          <w:b/>
          <w:bCs/>
          <w:color w:val="000000"/>
          <w:sz w:val="20"/>
          <w:szCs w:val="20"/>
          <w:lang w:eastAsia="fr-FR"/>
        </w:rPr>
      </w:r>
    </w:p>
    <w:p>
      <w:pPr>
        <w:pBdr/>
        <w:spacing w:after="160" w:before="0"/>
        <w:ind/>
        <w:rPr>
          <w:rFonts w:ascii="Trebuchet MS" w:hAnsi="Trebuchet MS" w:eastAsia="Times New Roman" w:cs="Times New Roman"/>
          <w:b/>
          <w:bCs/>
          <w:color w:val="000000"/>
          <w:sz w:val="20"/>
          <w:szCs w:val="20"/>
          <w:lang w:eastAsia="fr-FR"/>
        </w:rPr>
      </w:pPr>
      <w:r>
        <w:rPr>
          <w:rFonts w:ascii="Trebuchet MS" w:hAnsi="Trebuchet MS" w:eastAsia="Times New Roman" w:cs="Times New Roman"/>
          <w:b/>
          <w:bCs/>
          <w:color w:val="000000"/>
          <w:sz w:val="20"/>
          <w:szCs w:val="20"/>
          <w:lang w:eastAsia="fr-FR"/>
        </w:rPr>
      </w:r>
      <w:r>
        <w:rPr>
          <w:rFonts w:ascii="Trebuchet MS" w:hAnsi="Trebuchet MS" w:eastAsia="Times New Roman" w:cs="Times New Roman"/>
          <w:b/>
          <w:bCs/>
          <w:color w:val="000000"/>
          <w:sz w:val="20"/>
          <w:szCs w:val="20"/>
          <w:lang w:eastAsia="fr-FR"/>
        </w:rPr>
      </w:r>
      <w:r>
        <w:rPr>
          <w:rFonts w:ascii="Trebuchet MS" w:hAnsi="Trebuchet MS" w:eastAsia="Times New Roman" w:cs="Times New Roman"/>
          <w:b/>
          <w:bCs/>
          <w:color w:val="000000"/>
          <w:sz w:val="20"/>
          <w:szCs w:val="20"/>
          <w:lang w:eastAsia="fr-FR"/>
        </w:rPr>
      </w:r>
    </w:p>
    <w:p>
      <w:pPr>
        <w:pBdr/>
        <w:spacing w:line="288" w:lineRule="auto"/>
        <w:ind/>
        <w:jc w:val="left"/>
        <w:rPr>
          <w:rStyle w:val="1071"/>
          <w:rFonts w:ascii="Trebuchet MS" w:hAnsi="Trebuchet MS" w:eastAsia="Times New Roman" w:cs="Times New Roman"/>
          <w:color w:val="000000"/>
          <w:sz w:val="20"/>
          <w:szCs w:val="20"/>
          <w:lang w:eastAsia="fr-FR"/>
        </w:rPr>
      </w:pPr>
      <w:r>
        <w:rPr>
          <w:rFonts w:ascii="Trebuchet MS" w:hAnsi="Trebuchet MS" w:eastAsia="Times New Roman" w:cs="Times New Roman"/>
          <w:b/>
          <w:bCs/>
          <w:color w:val="000000"/>
          <w:sz w:val="20"/>
          <w:szCs w:val="20"/>
          <w:lang w:eastAsia="fr-FR"/>
        </w:rPr>
        <w:br w:type="page" w:clear="all"/>
      </w:r>
      <w:r>
        <w:rPr>
          <w:rStyle w:val="1071"/>
          <w:rFonts w:ascii="Trebuchet MS" w:hAnsi="Trebuchet MS" w:eastAsia="Times New Roman" w:cs="Times New Roman"/>
          <w:color w:val="000000"/>
          <w:sz w:val="20"/>
          <w:szCs w:val="20"/>
          <w:lang w:eastAsia="fr-FR"/>
        </w:rPr>
      </w:r>
      <w:r>
        <w:rPr>
          <w:rStyle w:val="1071"/>
          <w:rFonts w:ascii="Trebuchet MS" w:hAnsi="Trebuchet MS" w:eastAsia="Times New Roman" w:cs="Times New Roman"/>
          <w:color w:val="000000"/>
          <w:sz w:val="20"/>
          <w:szCs w:val="20"/>
          <w:lang w:eastAsia="fr-FR"/>
        </w:rPr>
      </w:r>
    </w:p>
    <w:p>
      <w:pPr>
        <w:pStyle w:val="1033"/>
        <w:pBdr/>
        <w:spacing/>
        <w:ind/>
        <w:rPr/>
      </w:pPr>
      <w:r>
        <w:t xml:space="preserve">FICHE D’engagement</w:t>
      </w:r>
      <w:r/>
    </w:p>
    <w:p>
      <w:pPr>
        <w:pBdr/>
        <w:spacing w:after="159" w:afterAutospacing="0" w:before="0" w:beforeAutospacing="0"/>
        <w:ind/>
        <w:rPr>
          <w14:ligatures w14:val="none"/>
        </w:rPr>
      </w:pPr>
      <w:r>
        <w:rPr>
          <w:lang w:eastAsia="fr-FR"/>
        </w:rPr>
        <w:t xml:space="preserve">Le pre</w:t>
      </w:r>
      <w:r>
        <w:rPr>
          <w:lang w:eastAsia="fr-FR"/>
        </w:rPr>
        <w:t xml:space="preserve">stataire </w:t>
      </w:r>
      <w:r>
        <w:rPr>
          <w:lang w:eastAsia="fr-FR"/>
        </w:rPr>
        <w:t xml:space="preserve">demande à accéder au Modèle Multimodal Mutlipartenarial girondin (MMM33) pour réaliser l’étude </w:t>
      </w:r>
      <w:r>
        <w:rPr>
          <w:lang w:eastAsia="fr-FR"/>
        </w:rPr>
        <w:t xml:space="preserve">décrite en fiche projet</w:t>
      </w:r>
      <w:r>
        <w:rPr>
          <w:lang w:eastAsia="fr-FR"/>
        </w:rPr>
        <w:t xml:space="preserve">. </w:t>
      </w:r>
      <w:r>
        <w:rPr>
          <w14:ligatures w14:val="none"/>
        </w:rPr>
      </w:r>
      <w:r>
        <w:rPr>
          <w14:ligatures w14:val="none"/>
        </w:rPr>
      </w:r>
    </w:p>
    <w:p>
      <w:pPr>
        <w:pBdr/>
        <w:spacing w:after="159" w:afterAutospacing="0" w:before="0" w:beforeAutospacing="0"/>
        <w:ind/>
        <w:rPr>
          <w14:ligatures w14:val="none"/>
        </w:rPr>
      </w:pPr>
      <w:r>
        <w:rPr>
          <w:lang w:eastAsia="fr-FR"/>
        </w:rPr>
        <w:t xml:space="preserve">Le prestataire</w:t>
      </w:r>
      <w:r>
        <w:rPr>
          <w:lang w:eastAsia="fr-FR"/>
        </w:rPr>
        <w:t xml:space="preserve"> </w:t>
      </w:r>
      <w:r>
        <w:rPr>
          <w:lang w:eastAsia="fr-FR"/>
        </w:rPr>
        <w:t xml:space="preserve">certifie avoir pris connaissance d</w:t>
      </w:r>
      <w:r>
        <w:rPr>
          <w:lang w:eastAsia="fr-FR"/>
        </w:rPr>
        <w:t xml:space="preserve">u guide </w:t>
      </w:r>
      <w:r>
        <w:rPr>
          <w:lang w:eastAsia="fr-FR"/>
        </w:rPr>
        <w:t xml:space="preserve">d’utilisation du modèle et avoir compris quel est le domaine de pertinence du modèle ainsi que l’ensemble des recommandations et exigences liées à son utilisation. </w:t>
      </w:r>
      <w:r>
        <w:rPr>
          <w14:ligatures w14:val="none"/>
        </w:rPr>
      </w:r>
      <w:r>
        <w:rPr>
          <w14:ligatures w14:val="none"/>
        </w:rPr>
      </w:r>
    </w:p>
    <w:p>
      <w:pPr>
        <w:numPr>
          <w:ilvl w:val="0"/>
          <w:numId w:val="0"/>
        </w:numPr>
        <w:pBdr/>
        <w:spacing w:after="159" w:afterAutospacing="0" w:before="0" w:beforeAutospacing="0" w:line="240" w:lineRule="auto"/>
        <w:ind w:firstLine="0" w:left="0"/>
        <w:rPr>
          <w14:ligatures w14:val="none"/>
        </w:rPr>
      </w:pPr>
      <w:r>
        <w:t xml:space="preserve">Le prestataire</w:t>
      </w:r>
      <w:r>
        <w:t xml:space="preserve"> doit utiliser le </w:t>
      </w:r>
      <w:r>
        <w:t xml:space="preserve">logiciel Visum version </w:t>
      </w:r>
      <w:r>
        <w:t xml:space="preserve">2024</w:t>
      </w:r>
      <w:r>
        <w:t xml:space="preserve"> ou tout autre logiciel intégralement compatible, sans perte de données ni d’usages pour les propriétaires du modèle qui utilisent le modèle sous Visum afin de conserver l’unité et la pérennité du modèle.</w:t>
      </w:r>
      <w:r>
        <w:rPr>
          <w14:ligatures w14:val="none"/>
        </w:rPr>
      </w:r>
      <w:r>
        <w:rPr>
          <w14:ligatures w14:val="none"/>
        </w:rPr>
      </w:r>
    </w:p>
    <w:p>
      <w:pPr>
        <w:numPr>
          <w:ilvl w:val="0"/>
          <w:numId w:val="0"/>
        </w:numPr>
        <w:pBdr/>
        <w:spacing w:after="159" w:afterAutospacing="0" w:before="0" w:beforeAutospacing="0" w:line="240" w:lineRule="auto"/>
        <w:ind w:firstLine="0" w:left="0"/>
        <w:rPr>
          <w:lang w:eastAsia="fr-FR"/>
          <w14:ligatures w14:val="none"/>
        </w:rPr>
      </w:pPr>
      <w:r>
        <w:rPr>
          <w:lang w:eastAsia="fr-FR"/>
        </w:rPr>
        <w:t xml:space="preserve">Le </w:t>
      </w:r>
      <w:r>
        <w:rPr>
          <w:lang w:eastAsia="fr-FR"/>
        </w:rPr>
        <w:t xml:space="preserve">prestataire</w:t>
      </w:r>
      <w:r>
        <w:rPr>
          <w:lang w:eastAsia="fr-FR"/>
        </w:rPr>
        <w:t xml:space="preserve"> </w:t>
      </w:r>
      <w:r>
        <w:rPr>
          <w:lang w:eastAsia="fr-FR"/>
        </w:rPr>
        <w:t xml:space="preserve">est</w:t>
      </w:r>
      <w:r>
        <w:rPr>
          <w:lang w:eastAsia="fr-FR"/>
        </w:rPr>
        <w:t xml:space="preserve"> autorisé à utiliser le modèle dans un cadre strictement limité à la réalisation de l’étude</w:t>
      </w:r>
      <w:r>
        <w:rPr>
          <w:lang w:eastAsia="fr-FR"/>
        </w:rPr>
        <w:t xml:space="preserve"> définie dans la fiche projet</w:t>
      </w:r>
      <w:r>
        <w:rPr>
          <w:lang w:eastAsia="fr-FR"/>
        </w:rPr>
        <w:t xml:space="preserve">.</w:t>
      </w:r>
      <w:r>
        <w:rPr>
          <w:lang w:eastAsia="fr-FR"/>
          <w14:ligatures w14:val="none"/>
        </w:rPr>
      </w:r>
      <w:r>
        <w:rPr>
          <w:lang w:eastAsia="fr-FR"/>
          <w14:ligatures w14:val="none"/>
        </w:rPr>
      </w:r>
    </w:p>
    <w:p>
      <w:pPr>
        <w:numPr>
          <w:ilvl w:val="0"/>
          <w:numId w:val="0"/>
        </w:numPr>
        <w:pBdr/>
        <w:spacing w:after="159" w:afterAutospacing="0" w:before="0" w:beforeAutospacing="0" w:line="240" w:lineRule="auto"/>
        <w:ind w:firstLine="0" w:left="0"/>
        <w:contextualSpacing w:val="false"/>
        <w:rPr>
          <w:lang w:eastAsia="fr-FR"/>
          <w14:ligatures w14:val="none"/>
        </w:rPr>
      </w:pPr>
      <w:r>
        <w:rPr>
          <w:lang w:eastAsia="fr-FR"/>
        </w:rPr>
        <w:t xml:space="preserve">Le prestataire s’</w:t>
      </w:r>
      <w:r>
        <w:rPr>
          <w:lang w:eastAsia="fr-FR"/>
        </w:rPr>
        <w:t xml:space="preserve">engage à : </w:t>
      </w:r>
      <w:r>
        <w:rPr>
          <w:lang w:eastAsia="fr-FR"/>
          <w14:ligatures w14:val="none"/>
        </w:rPr>
      </w:r>
      <w:r>
        <w:rPr>
          <w:lang w:eastAsia="fr-FR"/>
          <w14:ligatures w14:val="none"/>
        </w:rPr>
      </w:r>
    </w:p>
    <w:p>
      <w:pPr>
        <w:pStyle w:val="1052"/>
        <w:numPr>
          <w:ilvl w:val="0"/>
          <w:numId w:val="24"/>
        </w:numPr>
        <w:pBdr/>
        <w:spacing w:after="159" w:afterAutospacing="0" w:before="0" w:beforeAutospacing="0" w:line="240" w:lineRule="auto"/>
        <w:ind/>
        <w:contextualSpacing w:val="false"/>
        <w:rPr>
          <w:sz w:val="22"/>
          <w:szCs w:val="22"/>
          <w14:ligatures w14:val="none"/>
        </w:rPr>
      </w:pPr>
      <w:r>
        <w:rPr>
          <w:sz w:val="22"/>
          <w:szCs w:val="22"/>
          <w:lang w:eastAsia="fr-FR"/>
        </w:rPr>
      </w:r>
      <w:r>
        <w:rPr>
          <w:sz w:val="22"/>
          <w:szCs w:val="22"/>
          <w:lang w:eastAsia="fr-FR"/>
        </w:rPr>
        <w:t xml:space="preserve">respecter la charte d’utilisation et le guide utilisateur du modèle,</w:t>
      </w:r>
      <w:r>
        <w:rPr>
          <w:sz w:val="22"/>
          <w:szCs w:val="22"/>
          <w14:ligatures w14:val="none"/>
        </w:rPr>
      </w:r>
      <w:r>
        <w:rPr>
          <w:sz w:val="22"/>
          <w:szCs w:val="22"/>
          <w14:ligatures w14:val="none"/>
        </w:rPr>
      </w:r>
    </w:p>
    <w:p>
      <w:pPr>
        <w:pStyle w:val="1052"/>
        <w:numPr>
          <w:ilvl w:val="0"/>
          <w:numId w:val="24"/>
        </w:numPr>
        <w:pBdr/>
        <w:spacing w:after="159" w:afterAutospacing="0" w:before="0" w:beforeAutospacing="0" w:line="240" w:lineRule="auto"/>
        <w:ind/>
        <w:contextualSpacing w:val="false"/>
        <w:rPr>
          <w:sz w:val="22"/>
          <w:szCs w:val="22"/>
          <w14:ligatures w14:val="none"/>
        </w:rPr>
      </w:pPr>
      <w:r>
        <w:rPr>
          <w:sz w:val="22"/>
          <w:szCs w:val="22"/>
          <w:lang w:eastAsia="fr-FR"/>
        </w:rPr>
      </w:r>
      <w:r>
        <w:rPr>
          <w:sz w:val="22"/>
          <w:szCs w:val="22"/>
          <w:lang w:eastAsia="fr-FR"/>
        </w:rPr>
        <w:t xml:space="preserve">renseigner et fournir aux </w:t>
      </w:r>
      <w:r>
        <w:rPr>
          <w:sz w:val="22"/>
          <w:szCs w:val="22"/>
          <w:lang w:eastAsia="fr-FR"/>
        </w:rPr>
        <w:t xml:space="preserve">propriétaires</w:t>
      </w:r>
      <w:r>
        <w:rPr>
          <w:sz w:val="22"/>
          <w:szCs w:val="22"/>
          <w:lang w:eastAsia="fr-FR"/>
        </w:rPr>
        <w:t xml:space="preserve"> du </w:t>
      </w:r>
      <w:r>
        <w:rPr>
          <w:sz w:val="22"/>
          <w:szCs w:val="22"/>
          <w:lang w:eastAsia="fr-FR"/>
        </w:rPr>
        <w:t xml:space="preserve">m</w:t>
      </w:r>
      <w:r>
        <w:rPr>
          <w:sz w:val="22"/>
          <w:szCs w:val="22"/>
          <w:lang w:eastAsia="fr-FR"/>
        </w:rPr>
        <w:t xml:space="preserve">odèle le</w:t>
      </w:r>
      <w:r>
        <w:rPr>
          <w:sz w:val="22"/>
          <w:szCs w:val="22"/>
        </w:rPr>
        <w:t xml:space="preserve"> fichier Excel nommé « Suivi_des_modifications »</w:t>
      </w:r>
      <w:r>
        <w:rPr>
          <w:sz w:val="22"/>
          <w:szCs w:val="22"/>
          <w:lang w:eastAsia="fr-FR"/>
        </w:rPr>
        <w:t xml:space="preserve"> </w:t>
      </w:r>
      <w:r>
        <w:rPr>
          <w:sz w:val="22"/>
          <w:szCs w:val="22"/>
          <w:lang w:eastAsia="fr-FR"/>
        </w:rPr>
        <w:t xml:space="preserve"> ; </w:t>
      </w:r>
      <w:r>
        <w:rPr>
          <w:sz w:val="22"/>
          <w:szCs w:val="22"/>
          <w14:ligatures w14:val="none"/>
        </w:rPr>
      </w:r>
      <w:r>
        <w:rPr>
          <w:sz w:val="22"/>
          <w:szCs w:val="22"/>
          <w14:ligatures w14:val="none"/>
        </w:rPr>
      </w:r>
    </w:p>
    <w:p>
      <w:pPr>
        <w:pStyle w:val="1052"/>
        <w:numPr>
          <w:ilvl w:val="0"/>
          <w:numId w:val="24"/>
        </w:numPr>
        <w:pBdr/>
        <w:spacing w:after="159" w:afterAutospacing="0" w:before="0" w:beforeAutospacing="0" w:line="240" w:lineRule="auto"/>
        <w:ind/>
        <w:contextualSpacing w:val="false"/>
        <w:rPr>
          <w:sz w:val="22"/>
          <w:szCs w:val="22"/>
          <w:highlight w:val="none"/>
          <w14:ligatures w14:val="none"/>
        </w:rPr>
      </w:pPr>
      <w:r>
        <w:rPr>
          <w:sz w:val="22"/>
          <w:szCs w:val="22"/>
          <w:lang w:eastAsia="fr-FR"/>
        </w:rPr>
      </w:r>
      <w:r>
        <w:rPr>
          <w:sz w:val="22"/>
          <w:szCs w:val="22"/>
          <w:lang w:eastAsia="fr-FR"/>
        </w:rPr>
        <w:t xml:space="preserve">n’utiliser ou ne faire utiliser par ses sous-traitants que les plages d’identifiants qui lui sont attribuées ci-dessous :</w:t>
      </w:r>
      <w:r>
        <w:rPr>
          <w:sz w:val="22"/>
          <w:szCs w:val="22"/>
          <w:highlight w:val="none"/>
          <w14:ligatures w14:val="none"/>
        </w:rPr>
      </w:r>
      <w:r>
        <w:rPr>
          <w:sz w:val="22"/>
          <w:szCs w:val="22"/>
          <w:highlight w:val="none"/>
          <w14:ligatures w14:val="none"/>
        </w:rPr>
      </w:r>
    </w:p>
    <w:p>
      <w:pPr>
        <w:numPr>
          <w:ilvl w:val="0"/>
          <w:numId w:val="0"/>
        </w:numPr>
        <w:pBdr/>
        <w:spacing w:after="0" w:line="240" w:lineRule="auto"/>
        <w:ind w:firstLine="0" w:left="709"/>
        <w:rPr>
          <w:sz w:val="22"/>
          <w:szCs w:val="22"/>
          <w:highlight w:val="none"/>
          <w14:ligatures w14:val="none"/>
        </w:rPr>
      </w:pPr>
      <w:r>
        <w:rPr>
          <w:sz w:val="22"/>
          <w:szCs w:val="22"/>
          <w:highlight w:val="none"/>
          <w:lang w:eastAsia="fr-FR"/>
        </w:rPr>
      </w:r>
      <w:r>
        <w:rPr>
          <w:sz w:val="22"/>
          <w:szCs w:val="22"/>
          <w:highlight w:val="none"/>
          <w14:ligatures w14:val="none"/>
        </w:rPr>
      </w:r>
      <w:r>
        <w:rPr>
          <w:sz w:val="22"/>
          <w:szCs w:val="22"/>
          <w:highlight w:val="none"/>
          <w14:ligatures w14:val="none"/>
        </w:rPr>
      </w:r>
    </w:p>
    <w:p>
      <w:pPr>
        <w:pBdr/>
        <w:spacing w:after="160" w:before="0"/>
        <w:ind/>
        <w:jc w:val="center"/>
        <w:rPr>
          <w:rFonts w:ascii="Arial" w:hAnsi="Arial" w:cs="Arial"/>
          <w:b/>
          <w:bCs/>
          <w:i w:val="0"/>
          <w:iCs w:val="0"/>
          <w:color w:val="595959" w:themeColor="text1" w:themeTint="A6"/>
          <w:sz w:val="22"/>
          <w:szCs w:val="22"/>
          <w:highlight w:val="none"/>
        </w:rPr>
      </w:pPr>
      <w:r>
        <w:rPr>
          <w:rFonts w:ascii="Arial" w:hAnsi="Arial" w:eastAsia="Arial" w:cs="Arial"/>
          <w:b/>
          <w:bCs/>
          <w:i w:val="0"/>
          <w:iCs w:val="0"/>
          <w:color w:val="595959" w:themeColor="text1" w:themeTint="A6"/>
          <w:sz w:val="22"/>
          <w:szCs w:val="22"/>
          <w:lang w:eastAsia="fr-FR"/>
        </w:rPr>
        <w:t xml:space="preserve">Plages d</w:t>
      </w:r>
      <w:r>
        <w:rPr>
          <w:rFonts w:ascii="Arial" w:hAnsi="Arial" w:eastAsia="Arial" w:cs="Arial"/>
          <w:b/>
          <w:bCs/>
          <w:i w:val="0"/>
          <w:iCs w:val="0"/>
          <w:color w:val="595959" w:themeColor="text1" w:themeTint="A6"/>
          <w:sz w:val="22"/>
          <w:szCs w:val="22"/>
          <w:lang w:eastAsia="fr-FR"/>
        </w:rPr>
        <w:t xml:space="preserve">’</w:t>
      </w:r>
      <w:r>
        <w:rPr>
          <w:rFonts w:ascii="Arial" w:hAnsi="Arial" w:eastAsia="Arial" w:cs="Arial"/>
          <w:b/>
          <w:bCs/>
          <w:i w:val="0"/>
          <w:iCs w:val="0"/>
          <w:color w:val="595959" w:themeColor="text1" w:themeTint="A6"/>
          <w:sz w:val="22"/>
          <w:szCs w:val="22"/>
          <w:lang w:eastAsia="fr-FR"/>
        </w:rPr>
        <w:t xml:space="preserve">identifiants attribuées pour le codage du réseau routier </w:t>
      </w:r>
      <w:r>
        <w:rPr>
          <w:rFonts w:ascii="Arial" w:hAnsi="Arial" w:cs="Arial"/>
          <w:b/>
          <w:bCs/>
          <w:i w:val="0"/>
          <w:iCs w:val="0"/>
          <w:color w:val="595959" w:themeColor="text1" w:themeTint="A6"/>
          <w:sz w:val="22"/>
          <w:szCs w:val="22"/>
          <w:highlight w:val="none"/>
        </w:rPr>
      </w:r>
      <w:r>
        <w:rPr>
          <w:rFonts w:ascii="Arial" w:hAnsi="Arial" w:cs="Arial"/>
          <w:b/>
          <w:bCs/>
          <w:i w:val="0"/>
          <w:iCs w:val="0"/>
          <w:color w:val="595959" w:themeColor="text1" w:themeTint="A6"/>
          <w:sz w:val="22"/>
          <w:szCs w:val="22"/>
          <w:highlight w:val="none"/>
        </w:rPr>
      </w:r>
    </w:p>
    <w:p>
      <w:pPr>
        <w:pBdr/>
        <w:spacing w:after="160" w:before="0"/>
        <w:ind/>
        <w:jc w:val="center"/>
        <w:rPr>
          <w:rFonts w:ascii="Arial" w:hAnsi="Arial" w:cs="Arial"/>
          <w:b/>
          <w:bCs w:val="0"/>
          <w:i w:val="0"/>
          <w:color w:val="595959" w:themeColor="text1" w:themeTint="A6"/>
          <w:sz w:val="22"/>
          <w:szCs w:val="22"/>
        </w:rPr>
      </w:pPr>
      <w:r>
        <w:rPr>
          <w:rFonts w:ascii="Arial" w:hAnsi="Arial" w:cs="Arial"/>
          <w:b/>
          <w:bCs/>
          <w:i w:val="0"/>
          <w:iCs w:val="0"/>
          <w:color w:val="595959" w:themeColor="text1" w:themeTint="A6"/>
          <w:sz w:val="22"/>
          <w:szCs w:val="22"/>
          <w:highlight w:val="none"/>
        </w:rPr>
      </w:r>
      <w:r>
        <w:rPr>
          <w:rFonts w:ascii="Arial" w:hAnsi="Arial" w:cs="Arial"/>
          <w:b/>
          <w:bCs w:val="0"/>
          <w:i w:val="0"/>
          <w:color w:val="595959" w:themeColor="text1" w:themeTint="A6"/>
          <w:sz w:val="22"/>
          <w:szCs w:val="22"/>
        </w:rPr>
      </w:r>
      <w:r>
        <w:rPr>
          <w:rFonts w:ascii="Arial" w:hAnsi="Arial" w:cs="Arial"/>
          <w:b/>
          <w:bCs w:val="0"/>
          <w:i w:val="0"/>
          <w:color w:val="595959" w:themeColor="text1" w:themeTint="A6"/>
          <w:sz w:val="22"/>
          <w:szCs w:val="22"/>
        </w:rPr>
      </w:r>
    </w:p>
    <w:tbl>
      <w:tblPr>
        <w:tblW w:w="0" w:type="auto"/>
        <w:jc w:val="center"/>
        <w:tblCellSpacing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f0cda1" w:themeFill="accent1"/>
        <w:tblLook w:val="04A0" w:firstRow="1" w:lastRow="0" w:firstColumn="1" w:lastColumn="0" w:noHBand="0" w:noVBand="1"/>
      </w:tblPr>
      <w:tblGrid>
        <w:gridCol w:w="1504"/>
        <w:gridCol w:w="1504"/>
        <w:gridCol w:w="1504"/>
        <w:gridCol w:w="1504"/>
        <w:gridCol w:w="1504"/>
        <w:gridCol w:w="1504"/>
      </w:tblGrid>
      <w:tr>
        <w:trPr>
          <w:jc w:val="center"/>
          <w:tblCellSpacing w:w="0" w:type="dxa"/>
          <w:trHeight w:val="427"/>
        </w:trPr>
        <w:tc>
          <w:tcPr>
            <w:gridSpan w:val="2"/>
            <w:shd w:val="clear" w:color="auto" w:fill="f0cda1" w:themeFill="accent1"/>
            <w:tcBorders>
              <w:top w:val="single" w:color="ffffff" w:sz="4" w:space="0"/>
              <w:left w:val="single" w:color="ffffff" w:sz="4" w:space="0"/>
              <w:bottom w:val="single" w:color="ffffff" w:sz="4" w:space="0"/>
              <w:right w:val="single" w:color="ffffff" w:sz="4" w:space="0"/>
            </w:tcBorders>
            <w:tcW w:w="3008" w:type="dxa"/>
            <w:vAlign w:val="center"/>
            <w:textDirection w:val="lrTb"/>
            <w:noWrap w:val="false"/>
          </w:tcPr>
          <w:p>
            <w:pPr>
              <w:pBdr/>
              <w:spacing w:after="0" w:before="0"/>
              <w:ind/>
              <w:jc w:val="center"/>
              <w:rPr>
                <w:rFonts w:ascii="Arial" w:hAnsi="Arial" w:cs="Arial"/>
                <w:color w:val="595959" w:themeColor="text1" w:themeTint="A6"/>
                <w:sz w:val="22"/>
                <w:szCs w:val="22"/>
              </w:rPr>
            </w:pPr>
            <w:r>
              <w:rPr>
                <w:rFonts w:ascii="Arial" w:hAnsi="Arial" w:eastAsia="Arial" w:cs="Arial"/>
                <w:b/>
                <w:bCs/>
                <w:color w:val="595959" w:themeColor="text1" w:themeTint="A6"/>
                <w:sz w:val="22"/>
                <w:szCs w:val="22"/>
                <w:lang w:eastAsia="fr-FR"/>
              </w:rPr>
              <w:t xml:space="preserve">Numéros de nœuds</w:t>
            </w:r>
            <w:r>
              <w:rPr>
                <w:rFonts w:ascii="Arial" w:hAnsi="Arial" w:cs="Arial"/>
                <w:color w:val="595959" w:themeColor="text1" w:themeTint="A6"/>
                <w:sz w:val="22"/>
                <w:szCs w:val="22"/>
              </w:rPr>
            </w:r>
            <w:r>
              <w:rPr>
                <w:rFonts w:ascii="Arial" w:hAnsi="Arial" w:cs="Arial"/>
                <w:color w:val="595959" w:themeColor="text1" w:themeTint="A6"/>
                <w:sz w:val="22"/>
                <w:szCs w:val="22"/>
              </w:rPr>
            </w:r>
          </w:p>
        </w:tc>
        <w:tc>
          <w:tcPr>
            <w:gridSpan w:val="2"/>
            <w:shd w:val="clear" w:color="auto" w:fill="f0cda1" w:themeFill="accent1"/>
            <w:tcBorders>
              <w:top w:val="single" w:color="ffffff" w:sz="4" w:space="0"/>
              <w:left w:val="single" w:color="ffffff" w:sz="4" w:space="0"/>
              <w:bottom w:val="single" w:color="ffffff" w:sz="4" w:space="0"/>
              <w:right w:val="single" w:color="ffffff" w:sz="4" w:space="0"/>
            </w:tcBorders>
            <w:tcW w:w="3008" w:type="dxa"/>
            <w:vAlign w:val="center"/>
            <w:textDirection w:val="lrTb"/>
            <w:noWrap w:val="false"/>
          </w:tcPr>
          <w:p>
            <w:pPr>
              <w:pBdr/>
              <w:spacing w:after="0" w:before="0"/>
              <w:ind/>
              <w:jc w:val="center"/>
              <w:rPr>
                <w:rFonts w:ascii="Arial" w:hAnsi="Arial" w:cs="Arial"/>
                <w:color w:val="595959" w:themeColor="text1" w:themeTint="A6"/>
                <w:sz w:val="22"/>
                <w:szCs w:val="22"/>
              </w:rPr>
            </w:pPr>
            <w:r>
              <w:rPr>
                <w:rFonts w:ascii="Arial" w:hAnsi="Arial" w:eastAsia="Arial" w:cs="Arial"/>
                <w:b/>
                <w:bCs/>
                <w:color w:val="595959" w:themeColor="text1" w:themeTint="A6"/>
                <w:sz w:val="22"/>
                <w:szCs w:val="22"/>
                <w:lang w:eastAsia="fr-FR"/>
              </w:rPr>
              <w:t xml:space="preserve">Numéros de tronçons</w:t>
            </w:r>
            <w:r>
              <w:rPr>
                <w:rFonts w:ascii="Arial" w:hAnsi="Arial" w:cs="Arial"/>
                <w:color w:val="595959" w:themeColor="text1" w:themeTint="A6"/>
                <w:sz w:val="22"/>
                <w:szCs w:val="22"/>
              </w:rPr>
            </w:r>
            <w:r>
              <w:rPr>
                <w:rFonts w:ascii="Arial" w:hAnsi="Arial" w:cs="Arial"/>
                <w:color w:val="595959" w:themeColor="text1" w:themeTint="A6"/>
                <w:sz w:val="22"/>
                <w:szCs w:val="22"/>
              </w:rPr>
            </w:r>
          </w:p>
        </w:tc>
        <w:tc>
          <w:tcPr>
            <w:gridSpan w:val="2"/>
            <w:shd w:val="clear" w:color="ffffff" w:fill="f0cda1" w:themeFill="accent1"/>
            <w:tcBorders>
              <w:top w:val="single" w:color="ffffff" w:sz="4" w:space="0"/>
              <w:left w:val="single" w:color="ffffff" w:sz="4" w:space="0"/>
              <w:bottom w:val="single" w:color="ffffff" w:sz="4" w:space="0"/>
              <w:right w:val="single" w:color="ffffff" w:sz="4" w:space="0"/>
            </w:tcBorders>
            <w:tcW w:w="3008" w:type="dxa"/>
            <w:vAlign w:val="center"/>
            <w:textDirection w:val="lrTb"/>
            <w:noWrap w:val="false"/>
          </w:tcPr>
          <w:p>
            <w:pPr>
              <w:pBdr/>
              <w:spacing w:after="0" w:before="0"/>
              <w:ind/>
              <w:jc w:val="center"/>
              <w:rPr>
                <w:rFonts w:ascii="Arial" w:hAnsi="Arial" w:cs="Arial"/>
                <w:color w:val="595959" w:themeColor="text1" w:themeTint="A6"/>
                <w:sz w:val="22"/>
                <w:szCs w:val="22"/>
              </w:rPr>
            </w:pPr>
            <w:r>
              <w:rPr>
                <w:rFonts w:ascii="Arial" w:hAnsi="Arial" w:eastAsia="Arial" w:cs="Arial"/>
                <w:b/>
                <w:bCs/>
                <w:color w:val="595959" w:themeColor="text1" w:themeTint="A6"/>
                <w:sz w:val="22"/>
                <w:szCs w:val="22"/>
                <w:lang w:eastAsia="fr-FR"/>
              </w:rPr>
              <w:t xml:space="preserve">Numéros de zones</w:t>
            </w:r>
            <w:r>
              <w:rPr>
                <w:rFonts w:ascii="Arial" w:hAnsi="Arial" w:cs="Arial"/>
                <w:color w:val="595959" w:themeColor="text1" w:themeTint="A6"/>
                <w:sz w:val="22"/>
                <w:szCs w:val="22"/>
              </w:rPr>
            </w:r>
            <w:r>
              <w:rPr>
                <w:rFonts w:ascii="Arial" w:hAnsi="Arial" w:cs="Arial"/>
                <w:color w:val="595959" w:themeColor="text1" w:themeTint="A6"/>
                <w:sz w:val="22"/>
                <w:szCs w:val="22"/>
              </w:rPr>
            </w:r>
          </w:p>
        </w:tc>
      </w:tr>
      <w:tr>
        <w:trPr>
          <w:jc w:val="center"/>
          <w:tblCellSpacing w:w="0" w:type="dxa"/>
          <w:trHeight w:val="263"/>
        </w:trPr>
        <w:tc>
          <w:tcPr>
            <w:shd w:val="clear" w:color="auto" w:fill="f0cda1" w:themeFill="accent1"/>
            <w:tcBorders>
              <w:top w:val="single" w:color="ffffff" w:sz="4" w:space="0"/>
              <w:left w:val="single" w:color="ffffff" w:sz="4" w:space="0"/>
              <w:bottom w:val="single" w:color="ffffff" w:sz="4" w:space="0"/>
              <w:right w:val="single" w:color="ffffff" w:sz="4" w:space="0"/>
            </w:tcBorders>
            <w:tcW w:w="1504" w:type="dxa"/>
            <w:vAlign w:val="center"/>
            <w:textDirection w:val="lrTb"/>
            <w:noWrap w:val="false"/>
          </w:tcPr>
          <w:p>
            <w:pPr>
              <w:pBdr/>
              <w:spacing w:after="0" w:before="0"/>
              <w:ind/>
              <w:jc w:val="center"/>
              <w:rPr>
                <w:rFonts w:ascii="Arial" w:hAnsi="Arial" w:cs="Arial"/>
                <w:b w:val="0"/>
                <w:bCs w:val="0"/>
                <w:color w:val="595959" w:themeColor="text1" w:themeTint="A6"/>
                <w:sz w:val="22"/>
                <w:szCs w:val="22"/>
              </w:rPr>
            </w:pPr>
            <w:r>
              <w:rPr>
                <w:rFonts w:ascii="Arial" w:hAnsi="Arial" w:eastAsia="Arial" w:cs="Arial"/>
                <w:b w:val="0"/>
                <w:bCs w:val="0"/>
                <w:color w:val="595959" w:themeColor="text1" w:themeTint="A6"/>
                <w:sz w:val="22"/>
                <w:szCs w:val="22"/>
                <w:lang w:eastAsia="fr-FR"/>
              </w:rPr>
              <w:t xml:space="preserve">De</w:t>
            </w:r>
            <w:r>
              <w:rPr>
                <w:rFonts w:ascii="Arial" w:hAnsi="Arial" w:cs="Arial"/>
                <w:b w:val="0"/>
                <w:bCs w:val="0"/>
                <w:color w:val="595959" w:themeColor="text1" w:themeTint="A6"/>
                <w:sz w:val="22"/>
                <w:szCs w:val="22"/>
              </w:rPr>
            </w:r>
            <w:r>
              <w:rPr>
                <w:rFonts w:ascii="Arial" w:hAnsi="Arial" w:cs="Arial"/>
                <w:b w:val="0"/>
                <w:bCs w:val="0"/>
                <w:color w:val="595959" w:themeColor="text1" w:themeTint="A6"/>
                <w:sz w:val="22"/>
                <w:szCs w:val="22"/>
              </w:rPr>
            </w:r>
          </w:p>
        </w:tc>
        <w:tc>
          <w:tcPr>
            <w:shd w:val="clear" w:color="auto" w:fill="f0cda1" w:themeFill="accent1"/>
            <w:tcBorders>
              <w:top w:val="single" w:color="ffffff" w:sz="4" w:space="0"/>
              <w:left w:val="single" w:color="ffffff" w:sz="4" w:space="0"/>
              <w:bottom w:val="single" w:color="ffffff" w:sz="4" w:space="0"/>
              <w:right w:val="single" w:color="ffffff" w:sz="4" w:space="0"/>
            </w:tcBorders>
            <w:tcW w:w="1504" w:type="dxa"/>
            <w:vAlign w:val="center"/>
            <w:textDirection w:val="lrTb"/>
            <w:noWrap w:val="false"/>
          </w:tcPr>
          <w:p>
            <w:pPr>
              <w:pBdr/>
              <w:spacing w:after="0" w:before="0"/>
              <w:ind/>
              <w:jc w:val="center"/>
              <w:rPr>
                <w:rFonts w:ascii="Arial" w:hAnsi="Arial" w:cs="Arial"/>
                <w:b w:val="0"/>
                <w:bCs w:val="0"/>
                <w:color w:val="595959" w:themeColor="text1" w:themeTint="A6"/>
                <w:sz w:val="22"/>
                <w:szCs w:val="22"/>
              </w:rPr>
            </w:pPr>
            <w:r>
              <w:rPr>
                <w:rFonts w:ascii="Arial" w:hAnsi="Arial" w:eastAsia="Arial" w:cs="Arial"/>
                <w:b w:val="0"/>
                <w:bCs w:val="0"/>
                <w:color w:val="595959" w:themeColor="text1" w:themeTint="A6"/>
                <w:sz w:val="22"/>
                <w:szCs w:val="22"/>
                <w:lang w:eastAsia="fr-FR"/>
              </w:rPr>
              <w:t xml:space="preserve">A</w:t>
            </w:r>
            <w:r>
              <w:rPr>
                <w:rFonts w:ascii="Arial" w:hAnsi="Arial" w:cs="Arial"/>
                <w:b w:val="0"/>
                <w:bCs w:val="0"/>
                <w:color w:val="595959" w:themeColor="text1" w:themeTint="A6"/>
                <w:sz w:val="22"/>
                <w:szCs w:val="22"/>
              </w:rPr>
            </w:r>
            <w:r>
              <w:rPr>
                <w:rFonts w:ascii="Arial" w:hAnsi="Arial" w:cs="Arial"/>
                <w:b w:val="0"/>
                <w:bCs w:val="0"/>
                <w:color w:val="595959" w:themeColor="text1" w:themeTint="A6"/>
                <w:sz w:val="22"/>
                <w:szCs w:val="22"/>
              </w:rPr>
            </w:r>
          </w:p>
        </w:tc>
        <w:tc>
          <w:tcPr>
            <w:shd w:val="clear" w:color="auto" w:fill="f0cda1" w:themeFill="accent1"/>
            <w:tcBorders>
              <w:top w:val="single" w:color="ffffff" w:sz="4" w:space="0"/>
              <w:left w:val="single" w:color="ffffff" w:sz="4" w:space="0"/>
              <w:bottom w:val="single" w:color="ffffff" w:sz="4" w:space="0"/>
              <w:right w:val="single" w:color="ffffff" w:sz="4" w:space="0"/>
            </w:tcBorders>
            <w:tcW w:w="1504" w:type="dxa"/>
            <w:vAlign w:val="center"/>
            <w:textDirection w:val="lrTb"/>
            <w:noWrap w:val="false"/>
          </w:tcPr>
          <w:p>
            <w:pPr>
              <w:pBdr/>
              <w:spacing w:after="0" w:before="0"/>
              <w:ind/>
              <w:jc w:val="center"/>
              <w:rPr>
                <w:rFonts w:ascii="Arial" w:hAnsi="Arial" w:cs="Arial"/>
                <w:b w:val="0"/>
                <w:bCs w:val="0"/>
                <w:color w:val="595959" w:themeColor="text1" w:themeTint="A6"/>
                <w:sz w:val="22"/>
                <w:szCs w:val="22"/>
              </w:rPr>
            </w:pPr>
            <w:r>
              <w:rPr>
                <w:rFonts w:ascii="Arial" w:hAnsi="Arial" w:eastAsia="Arial" w:cs="Arial"/>
                <w:b w:val="0"/>
                <w:bCs w:val="0"/>
                <w:color w:val="595959" w:themeColor="text1" w:themeTint="A6"/>
                <w:sz w:val="22"/>
                <w:szCs w:val="22"/>
                <w:lang w:eastAsia="fr-FR"/>
              </w:rPr>
              <w:t xml:space="preserve">De</w:t>
            </w:r>
            <w:r>
              <w:rPr>
                <w:rFonts w:ascii="Arial" w:hAnsi="Arial" w:cs="Arial"/>
                <w:b w:val="0"/>
                <w:bCs w:val="0"/>
                <w:color w:val="595959" w:themeColor="text1" w:themeTint="A6"/>
                <w:sz w:val="22"/>
                <w:szCs w:val="22"/>
              </w:rPr>
            </w:r>
            <w:r>
              <w:rPr>
                <w:rFonts w:ascii="Arial" w:hAnsi="Arial" w:cs="Arial"/>
                <w:b w:val="0"/>
                <w:bCs w:val="0"/>
                <w:color w:val="595959" w:themeColor="text1" w:themeTint="A6"/>
                <w:sz w:val="22"/>
                <w:szCs w:val="22"/>
              </w:rPr>
            </w:r>
          </w:p>
        </w:tc>
        <w:tc>
          <w:tcPr>
            <w:shd w:val="clear" w:color="auto" w:fill="f0cda1" w:themeFill="accent1"/>
            <w:tcBorders>
              <w:top w:val="single" w:color="ffffff" w:sz="4" w:space="0"/>
              <w:left w:val="single" w:color="ffffff" w:sz="4" w:space="0"/>
              <w:bottom w:val="single" w:color="ffffff" w:sz="4" w:space="0"/>
              <w:right w:val="single" w:color="ffffff" w:sz="4" w:space="0"/>
            </w:tcBorders>
            <w:tcW w:w="1504" w:type="dxa"/>
            <w:vAlign w:val="center"/>
            <w:textDirection w:val="lrTb"/>
            <w:noWrap w:val="false"/>
          </w:tcPr>
          <w:p>
            <w:pPr>
              <w:pBdr/>
              <w:spacing w:after="0" w:before="0"/>
              <w:ind/>
              <w:jc w:val="center"/>
              <w:rPr>
                <w:rFonts w:ascii="Arial" w:hAnsi="Arial" w:cs="Arial"/>
                <w:b w:val="0"/>
                <w:bCs w:val="0"/>
                <w:color w:val="595959" w:themeColor="text1" w:themeTint="A6"/>
                <w:sz w:val="22"/>
                <w:szCs w:val="22"/>
              </w:rPr>
            </w:pPr>
            <w:r>
              <w:rPr>
                <w:rFonts w:ascii="Arial" w:hAnsi="Arial" w:eastAsia="Arial" w:cs="Arial"/>
                <w:b w:val="0"/>
                <w:bCs w:val="0"/>
                <w:color w:val="595959" w:themeColor="text1" w:themeTint="A6"/>
                <w:sz w:val="22"/>
                <w:szCs w:val="22"/>
                <w:lang w:eastAsia="fr-FR"/>
              </w:rPr>
              <w:t xml:space="preserve">A</w:t>
            </w:r>
            <w:r>
              <w:rPr>
                <w:rFonts w:ascii="Arial" w:hAnsi="Arial" w:cs="Arial"/>
                <w:b w:val="0"/>
                <w:bCs w:val="0"/>
                <w:color w:val="595959" w:themeColor="text1" w:themeTint="A6"/>
                <w:sz w:val="22"/>
                <w:szCs w:val="22"/>
              </w:rPr>
            </w:r>
            <w:r>
              <w:rPr>
                <w:rFonts w:ascii="Arial" w:hAnsi="Arial" w:cs="Arial"/>
                <w:b w:val="0"/>
                <w:bCs w:val="0"/>
                <w:color w:val="595959" w:themeColor="text1" w:themeTint="A6"/>
                <w:sz w:val="22"/>
                <w:szCs w:val="22"/>
              </w:rPr>
            </w:r>
          </w:p>
        </w:tc>
        <w:tc>
          <w:tcPr>
            <w:shd w:val="clear" w:color="ffffff" w:fill="f0cda1" w:themeFill="accent1"/>
            <w:tcBorders>
              <w:top w:val="single" w:color="ffffff" w:sz="4" w:space="0"/>
              <w:left w:val="single" w:color="ffffff" w:sz="4" w:space="0"/>
              <w:bottom w:val="single" w:color="ffffff" w:sz="4" w:space="0"/>
              <w:right w:val="single" w:color="ffffff" w:sz="4" w:space="0"/>
            </w:tcBorders>
            <w:tcW w:w="1504" w:type="dxa"/>
            <w:vAlign w:val="center"/>
            <w:textDirection w:val="lrTb"/>
            <w:noWrap w:val="false"/>
          </w:tcPr>
          <w:p>
            <w:pPr>
              <w:pBdr/>
              <w:spacing w:after="0" w:before="0"/>
              <w:ind/>
              <w:jc w:val="center"/>
              <w:rPr>
                <w:rFonts w:ascii="Arial" w:hAnsi="Arial" w:cs="Arial"/>
                <w:b w:val="0"/>
                <w:bCs w:val="0"/>
                <w:color w:val="595959" w:themeColor="text1" w:themeTint="A6"/>
                <w:sz w:val="22"/>
                <w:szCs w:val="22"/>
              </w:rPr>
            </w:pPr>
            <w:r>
              <w:rPr>
                <w:rFonts w:ascii="Arial" w:hAnsi="Arial" w:eastAsia="Arial" w:cs="Arial"/>
                <w:b w:val="0"/>
                <w:bCs w:val="0"/>
                <w:color w:val="595959" w:themeColor="text1" w:themeTint="A6"/>
                <w:sz w:val="22"/>
                <w:szCs w:val="22"/>
                <w:lang w:eastAsia="fr-FR"/>
              </w:rPr>
              <w:t xml:space="preserve">De</w:t>
            </w:r>
            <w:r>
              <w:rPr>
                <w:rFonts w:ascii="Arial" w:hAnsi="Arial" w:cs="Arial"/>
                <w:b w:val="0"/>
                <w:bCs w:val="0"/>
                <w:color w:val="595959" w:themeColor="text1" w:themeTint="A6"/>
                <w:sz w:val="22"/>
                <w:szCs w:val="22"/>
              </w:rPr>
            </w:r>
            <w:r>
              <w:rPr>
                <w:rFonts w:ascii="Arial" w:hAnsi="Arial" w:cs="Arial"/>
                <w:b w:val="0"/>
                <w:bCs w:val="0"/>
                <w:color w:val="595959" w:themeColor="text1" w:themeTint="A6"/>
                <w:sz w:val="22"/>
                <w:szCs w:val="22"/>
              </w:rPr>
            </w:r>
          </w:p>
        </w:tc>
        <w:tc>
          <w:tcPr>
            <w:shd w:val="clear" w:color="ffffff" w:fill="f0cda1" w:themeFill="accent1"/>
            <w:tcBorders>
              <w:top w:val="single" w:color="ffffff" w:sz="4" w:space="0"/>
              <w:left w:val="single" w:color="ffffff" w:sz="4" w:space="0"/>
              <w:bottom w:val="single" w:color="ffffff" w:sz="4" w:space="0"/>
              <w:right w:val="single" w:color="ffffff" w:sz="4" w:space="0"/>
            </w:tcBorders>
            <w:tcW w:w="1504" w:type="dxa"/>
            <w:vAlign w:val="center"/>
            <w:textDirection w:val="lrTb"/>
            <w:noWrap w:val="false"/>
          </w:tcPr>
          <w:p>
            <w:pPr>
              <w:pBdr/>
              <w:spacing w:after="0" w:before="0"/>
              <w:ind/>
              <w:jc w:val="center"/>
              <w:rPr>
                <w:rFonts w:ascii="Arial" w:hAnsi="Arial" w:cs="Arial"/>
                <w:b w:val="0"/>
                <w:bCs w:val="0"/>
                <w:color w:val="595959" w:themeColor="text1" w:themeTint="A6"/>
                <w:sz w:val="22"/>
                <w:szCs w:val="22"/>
              </w:rPr>
            </w:pPr>
            <w:r>
              <w:rPr>
                <w:rFonts w:ascii="Arial" w:hAnsi="Arial" w:eastAsia="Arial" w:cs="Arial"/>
                <w:b w:val="0"/>
                <w:bCs w:val="0"/>
                <w:color w:val="595959" w:themeColor="text1" w:themeTint="A6"/>
                <w:sz w:val="22"/>
                <w:szCs w:val="22"/>
                <w:lang w:eastAsia="fr-FR"/>
              </w:rPr>
              <w:t xml:space="preserve">A</w:t>
            </w:r>
            <w:r>
              <w:rPr>
                <w:rFonts w:ascii="Arial" w:hAnsi="Arial" w:cs="Arial"/>
                <w:b w:val="0"/>
                <w:bCs w:val="0"/>
                <w:color w:val="595959" w:themeColor="text1" w:themeTint="A6"/>
                <w:sz w:val="22"/>
                <w:szCs w:val="22"/>
              </w:rPr>
            </w:r>
            <w:r>
              <w:rPr>
                <w:rFonts w:ascii="Arial" w:hAnsi="Arial" w:cs="Arial"/>
                <w:b w:val="0"/>
                <w:bCs w:val="0"/>
                <w:color w:val="595959" w:themeColor="text1" w:themeTint="A6"/>
                <w:sz w:val="22"/>
                <w:szCs w:val="22"/>
              </w:rPr>
            </w:r>
          </w:p>
        </w:tc>
      </w:tr>
      <w:tr>
        <w:trPr>
          <w:jc w:val="center"/>
          <w:tblCellSpacing w:w="0" w:type="dxa"/>
          <w:trHeight w:val="263"/>
        </w:trPr>
        <w:tc>
          <w:tcPr>
            <w:shd w:val="clear" w:color="auto" w:fill="f0cda1" w:themeFill="accent1"/>
            <w:tcBorders>
              <w:top w:val="single" w:color="ffffff" w:sz="4" w:space="0"/>
              <w:left w:val="single" w:color="ffffff" w:sz="4" w:space="0"/>
              <w:bottom w:val="single" w:color="ffffff" w:sz="4" w:space="0"/>
              <w:right w:val="single" w:color="ffffff" w:sz="4" w:space="0"/>
            </w:tcBorders>
            <w:tcW w:w="1504" w:type="dxa"/>
            <w:vAlign w:val="center"/>
            <w:textDirection w:val="lrTb"/>
            <w:noWrap w:val="false"/>
          </w:tcPr>
          <w:p>
            <w:pPr>
              <w:pBdr/>
              <w:spacing w:after="0" w:before="0"/>
              <w:ind/>
              <w:jc w:val="left"/>
              <w:rPr>
                <w:rFonts w:ascii="Arial" w:hAnsi="Arial" w:cs="Arial"/>
                <w:color w:val="595959" w:themeColor="text1" w:themeTint="A6"/>
                <w:sz w:val="22"/>
                <w:szCs w:val="22"/>
              </w:rPr>
            </w:pPr>
            <w:r>
              <w:rPr>
                <w:rFonts w:ascii="Arial" w:hAnsi="Arial" w:eastAsia="Arial" w:cs="Arial"/>
                <w:color w:val="595959" w:themeColor="text1" w:themeTint="A6"/>
                <w:sz w:val="22"/>
                <w:szCs w:val="22"/>
                <w:lang w:eastAsia="fr-FR"/>
              </w:rPr>
              <w:t xml:space="preserve"> </w:t>
            </w:r>
            <w:r>
              <w:rPr>
                <w:rFonts w:ascii="Arial" w:hAnsi="Arial" w:cs="Arial"/>
                <w:color w:val="595959" w:themeColor="text1" w:themeTint="A6"/>
                <w:sz w:val="22"/>
                <w:szCs w:val="22"/>
              </w:rPr>
            </w:r>
            <w:r>
              <w:rPr>
                <w:rFonts w:ascii="Arial" w:hAnsi="Arial" w:cs="Arial"/>
                <w:color w:val="595959" w:themeColor="text1" w:themeTint="A6"/>
                <w:sz w:val="22"/>
                <w:szCs w:val="22"/>
              </w:rPr>
            </w:r>
          </w:p>
        </w:tc>
        <w:tc>
          <w:tcPr>
            <w:shd w:val="clear" w:color="auto" w:fill="f0cda1" w:themeFill="accent1"/>
            <w:tcBorders>
              <w:top w:val="single" w:color="ffffff" w:sz="4" w:space="0"/>
              <w:left w:val="single" w:color="ffffff" w:sz="4" w:space="0"/>
              <w:bottom w:val="single" w:color="ffffff" w:sz="4" w:space="0"/>
              <w:right w:val="single" w:color="ffffff" w:sz="4" w:space="0"/>
            </w:tcBorders>
            <w:tcW w:w="1504" w:type="dxa"/>
            <w:vAlign w:val="center"/>
            <w:textDirection w:val="lrTb"/>
            <w:noWrap w:val="false"/>
          </w:tcPr>
          <w:p>
            <w:pPr>
              <w:pBdr/>
              <w:spacing w:after="0" w:before="0"/>
              <w:ind/>
              <w:jc w:val="left"/>
              <w:rPr>
                <w:rFonts w:ascii="Arial" w:hAnsi="Arial" w:cs="Arial"/>
                <w:color w:val="595959" w:themeColor="text1" w:themeTint="A6"/>
                <w:sz w:val="22"/>
                <w:szCs w:val="22"/>
              </w:rPr>
            </w:pPr>
            <w:r>
              <w:rPr>
                <w:rFonts w:ascii="Arial" w:hAnsi="Arial" w:eastAsia="Arial" w:cs="Arial"/>
                <w:color w:val="595959" w:themeColor="text1" w:themeTint="A6"/>
                <w:sz w:val="22"/>
                <w:szCs w:val="22"/>
                <w:lang w:eastAsia="fr-FR"/>
              </w:rPr>
              <w:t xml:space="preserve"> </w:t>
            </w:r>
            <w:r>
              <w:rPr>
                <w:rFonts w:ascii="Arial" w:hAnsi="Arial" w:cs="Arial"/>
                <w:color w:val="595959" w:themeColor="text1" w:themeTint="A6"/>
                <w:sz w:val="22"/>
                <w:szCs w:val="22"/>
              </w:rPr>
            </w:r>
            <w:r>
              <w:rPr>
                <w:rFonts w:ascii="Arial" w:hAnsi="Arial" w:cs="Arial"/>
                <w:color w:val="595959" w:themeColor="text1" w:themeTint="A6"/>
                <w:sz w:val="22"/>
                <w:szCs w:val="22"/>
              </w:rPr>
            </w:r>
          </w:p>
        </w:tc>
        <w:tc>
          <w:tcPr>
            <w:shd w:val="clear" w:color="auto" w:fill="f0cda1" w:themeFill="accent1"/>
            <w:tcBorders>
              <w:top w:val="single" w:color="ffffff" w:sz="4" w:space="0"/>
              <w:left w:val="single" w:color="ffffff" w:sz="4" w:space="0"/>
              <w:bottom w:val="single" w:color="ffffff" w:sz="4" w:space="0"/>
              <w:right w:val="single" w:color="ffffff" w:sz="4" w:space="0"/>
            </w:tcBorders>
            <w:tcW w:w="1504" w:type="dxa"/>
            <w:vAlign w:val="center"/>
            <w:textDirection w:val="lrTb"/>
            <w:noWrap w:val="false"/>
          </w:tcPr>
          <w:p>
            <w:pPr>
              <w:pBdr/>
              <w:spacing w:after="0" w:before="0"/>
              <w:ind/>
              <w:jc w:val="left"/>
              <w:rPr>
                <w:rFonts w:ascii="Arial" w:hAnsi="Arial" w:cs="Arial"/>
                <w:color w:val="595959" w:themeColor="text1" w:themeTint="A6"/>
                <w:sz w:val="22"/>
                <w:szCs w:val="22"/>
              </w:rPr>
            </w:pPr>
            <w:r>
              <w:rPr>
                <w:rFonts w:ascii="Arial" w:hAnsi="Arial" w:eastAsia="Arial" w:cs="Arial"/>
                <w:color w:val="595959" w:themeColor="text1" w:themeTint="A6"/>
                <w:sz w:val="22"/>
                <w:szCs w:val="22"/>
                <w:lang w:eastAsia="fr-FR"/>
              </w:rPr>
              <w:t xml:space="preserve"> </w:t>
            </w:r>
            <w:r>
              <w:rPr>
                <w:rFonts w:ascii="Arial" w:hAnsi="Arial" w:cs="Arial"/>
                <w:color w:val="595959" w:themeColor="text1" w:themeTint="A6"/>
                <w:sz w:val="22"/>
                <w:szCs w:val="22"/>
              </w:rPr>
            </w:r>
            <w:r>
              <w:rPr>
                <w:rFonts w:ascii="Arial" w:hAnsi="Arial" w:cs="Arial"/>
                <w:color w:val="595959" w:themeColor="text1" w:themeTint="A6"/>
                <w:sz w:val="22"/>
                <w:szCs w:val="22"/>
              </w:rPr>
            </w:r>
          </w:p>
        </w:tc>
        <w:tc>
          <w:tcPr>
            <w:shd w:val="clear" w:color="auto" w:fill="f0cda1" w:themeFill="accent1"/>
            <w:tcBorders>
              <w:top w:val="single" w:color="ffffff" w:sz="4" w:space="0"/>
              <w:left w:val="single" w:color="ffffff" w:sz="4" w:space="0"/>
              <w:bottom w:val="single" w:color="ffffff" w:sz="4" w:space="0"/>
              <w:right w:val="single" w:color="ffffff" w:sz="4" w:space="0"/>
            </w:tcBorders>
            <w:tcW w:w="1504" w:type="dxa"/>
            <w:vAlign w:val="center"/>
            <w:textDirection w:val="lrTb"/>
            <w:noWrap w:val="false"/>
          </w:tcPr>
          <w:p>
            <w:pPr>
              <w:pBdr/>
              <w:spacing w:after="0" w:before="0"/>
              <w:ind/>
              <w:jc w:val="left"/>
              <w:rPr>
                <w:rFonts w:ascii="Arial" w:hAnsi="Arial" w:cs="Arial"/>
                <w:color w:val="595959" w:themeColor="text1" w:themeTint="A6"/>
                <w:sz w:val="22"/>
                <w:szCs w:val="22"/>
              </w:rPr>
            </w:pPr>
            <w:r>
              <w:rPr>
                <w:rFonts w:ascii="Arial" w:hAnsi="Arial" w:eastAsia="Arial" w:cs="Arial"/>
                <w:color w:val="595959" w:themeColor="text1" w:themeTint="A6"/>
                <w:sz w:val="22"/>
                <w:szCs w:val="22"/>
                <w:lang w:eastAsia="fr-FR"/>
              </w:rPr>
              <w:t xml:space="preserve"> </w:t>
            </w:r>
            <w:r>
              <w:rPr>
                <w:rFonts w:ascii="Arial" w:hAnsi="Arial" w:cs="Arial"/>
                <w:color w:val="595959" w:themeColor="text1" w:themeTint="A6"/>
                <w:sz w:val="22"/>
                <w:szCs w:val="22"/>
              </w:rPr>
            </w:r>
            <w:r>
              <w:rPr>
                <w:rFonts w:ascii="Arial" w:hAnsi="Arial" w:cs="Arial"/>
                <w:color w:val="595959" w:themeColor="text1" w:themeTint="A6"/>
                <w:sz w:val="22"/>
                <w:szCs w:val="22"/>
              </w:rPr>
            </w:r>
          </w:p>
        </w:tc>
        <w:tc>
          <w:tcPr>
            <w:shd w:val="clear" w:color="ffffff" w:fill="f0cda1" w:themeFill="accent1"/>
            <w:tcBorders>
              <w:top w:val="single" w:color="ffffff" w:sz="4" w:space="0"/>
              <w:left w:val="single" w:color="ffffff" w:sz="4" w:space="0"/>
              <w:bottom w:val="single" w:color="ffffff" w:sz="4" w:space="0"/>
              <w:right w:val="single" w:color="ffffff" w:sz="4" w:space="0"/>
            </w:tcBorders>
            <w:tcW w:w="1504" w:type="dxa"/>
            <w:vAlign w:val="center"/>
            <w:textDirection w:val="lrTb"/>
            <w:noWrap w:val="false"/>
          </w:tcPr>
          <w:p>
            <w:pPr>
              <w:pBdr/>
              <w:spacing/>
              <w:ind/>
              <w:rPr>
                <w:rFonts w:ascii="Arial" w:hAnsi="Arial" w:eastAsia="Arial" w:cs="Arial"/>
                <w:color w:val="595959" w:themeColor="text1" w:themeTint="A6"/>
                <w:sz w:val="22"/>
                <w:szCs w:val="22"/>
                <w:lang w:eastAsia="fr-FR"/>
              </w:rPr>
            </w:pPr>
            <w:r>
              <w:rPr>
                <w:rFonts w:ascii="Arial" w:hAnsi="Arial" w:eastAsia="Arial" w:cs="Arial"/>
                <w:color w:val="595959" w:themeColor="text1" w:themeTint="A6"/>
                <w:sz w:val="22"/>
                <w:szCs w:val="22"/>
                <w:lang w:eastAsia="fr-FR"/>
              </w:rPr>
            </w:r>
            <w:r>
              <w:rPr>
                <w:rFonts w:ascii="Arial" w:hAnsi="Arial" w:eastAsia="Arial" w:cs="Arial"/>
                <w:color w:val="595959" w:themeColor="text1" w:themeTint="A6"/>
                <w:sz w:val="22"/>
                <w:szCs w:val="22"/>
                <w:lang w:eastAsia="fr-FR"/>
              </w:rPr>
            </w:r>
            <w:r>
              <w:rPr>
                <w:rFonts w:ascii="Arial" w:hAnsi="Arial" w:eastAsia="Arial" w:cs="Arial"/>
                <w:color w:val="595959" w:themeColor="text1" w:themeTint="A6"/>
                <w:sz w:val="22"/>
                <w:szCs w:val="22"/>
                <w:lang w:eastAsia="fr-FR"/>
              </w:rPr>
            </w:r>
          </w:p>
        </w:tc>
        <w:tc>
          <w:tcPr>
            <w:shd w:val="clear" w:color="ffffff" w:fill="f0cda1" w:themeFill="accent1"/>
            <w:tcBorders>
              <w:top w:val="single" w:color="ffffff" w:sz="4" w:space="0"/>
              <w:left w:val="single" w:color="ffffff" w:sz="4" w:space="0"/>
              <w:bottom w:val="single" w:color="ffffff" w:sz="4" w:space="0"/>
              <w:right w:val="single" w:color="ffffff" w:sz="4" w:space="0"/>
            </w:tcBorders>
            <w:tcW w:w="1504" w:type="dxa"/>
            <w:vAlign w:val="center"/>
            <w:textDirection w:val="lrTb"/>
            <w:noWrap w:val="false"/>
          </w:tcPr>
          <w:p>
            <w:pPr>
              <w:pBdr/>
              <w:spacing/>
              <w:ind/>
              <w:rPr>
                <w:rFonts w:ascii="Arial" w:hAnsi="Arial" w:eastAsia="Arial" w:cs="Arial"/>
                <w:color w:val="595959" w:themeColor="text1" w:themeTint="A6"/>
                <w:sz w:val="22"/>
                <w:szCs w:val="22"/>
                <w:lang w:eastAsia="fr-FR"/>
              </w:rPr>
            </w:pPr>
            <w:r>
              <w:rPr>
                <w:rFonts w:ascii="Arial" w:hAnsi="Arial" w:eastAsia="Arial" w:cs="Arial"/>
                <w:color w:val="595959" w:themeColor="text1" w:themeTint="A6"/>
                <w:sz w:val="22"/>
                <w:szCs w:val="22"/>
                <w:lang w:eastAsia="fr-FR"/>
              </w:rPr>
            </w:r>
            <w:r>
              <w:rPr>
                <w:rFonts w:ascii="Arial" w:hAnsi="Arial" w:eastAsia="Arial" w:cs="Arial"/>
                <w:color w:val="595959" w:themeColor="text1" w:themeTint="A6"/>
                <w:sz w:val="22"/>
                <w:szCs w:val="22"/>
                <w:lang w:eastAsia="fr-FR"/>
              </w:rPr>
            </w:r>
            <w:r>
              <w:rPr>
                <w:rFonts w:ascii="Arial" w:hAnsi="Arial" w:eastAsia="Arial" w:cs="Arial"/>
                <w:color w:val="595959" w:themeColor="text1" w:themeTint="A6"/>
                <w:sz w:val="22"/>
                <w:szCs w:val="22"/>
                <w:lang w:eastAsia="fr-FR"/>
              </w:rPr>
            </w:r>
          </w:p>
        </w:tc>
      </w:tr>
    </w:tbl>
    <w:p>
      <w:pPr>
        <w:pBdr/>
        <w:spacing w:after="160" w:before="0"/>
        <w:ind/>
        <w:jc w:val="center"/>
        <w:rPr>
          <w:rFonts w:ascii="Arial" w:hAnsi="Arial" w:cs="Arial"/>
          <w:color w:val="auto"/>
          <w:sz w:val="22"/>
          <w:szCs w:val="22"/>
        </w:rPr>
      </w:pPr>
      <w:r>
        <w:rPr>
          <w:rFonts w:ascii="Arial" w:hAnsi="Arial" w:eastAsia="Arial" w:cs="Arial"/>
          <w:color w:val="auto"/>
          <w:sz w:val="22"/>
          <w:szCs w:val="22"/>
          <w:lang w:eastAsia="fr-FR"/>
        </w:rPr>
        <w:t xml:space="preserve"> </w:t>
      </w:r>
      <w:r>
        <w:rPr>
          <w:rFonts w:ascii="Arial" w:hAnsi="Arial" w:cs="Arial"/>
          <w:color w:val="auto"/>
          <w:sz w:val="22"/>
          <w:szCs w:val="22"/>
        </w:rPr>
      </w:r>
      <w:r>
        <w:rPr>
          <w:rFonts w:ascii="Arial" w:hAnsi="Arial" w:cs="Arial"/>
          <w:color w:val="auto"/>
          <w:sz w:val="22"/>
          <w:szCs w:val="22"/>
        </w:rPr>
      </w:r>
    </w:p>
    <w:p>
      <w:pPr>
        <w:pStyle w:val="1090"/>
        <w:pBdr/>
        <w:spacing/>
        <w:ind w:firstLine="0" w:left="555"/>
        <w:jc w:val="both"/>
        <w:rPr>
          <w:rFonts w:ascii="Arial" w:hAnsi="Arial" w:cs="Arial"/>
          <w:sz w:val="22"/>
          <w:szCs w:val="22"/>
        </w:rPr>
      </w:pPr>
      <w:r>
        <w:rPr>
          <w:rFonts w:ascii="Arial" w:hAnsi="Arial" w:eastAsia="Arial" w:cs="Arial"/>
          <w:sz w:val="22"/>
          <w:szCs w:val="22"/>
          <w:highlight w:val="none"/>
        </w:rPr>
      </w:r>
      <w:r>
        <w:rPr>
          <w:rFonts w:ascii="Arial" w:hAnsi="Arial" w:cs="Arial"/>
          <w:sz w:val="22"/>
          <w:szCs w:val="22"/>
        </w:rPr>
      </w:r>
      <w:r>
        <w:rPr>
          <w:rFonts w:ascii="Arial" w:hAnsi="Arial" w:cs="Arial"/>
          <w:sz w:val="22"/>
          <w:szCs w:val="22"/>
        </w:rPr>
      </w:r>
    </w:p>
    <w:p>
      <w:pPr>
        <w:pStyle w:val="1090"/>
        <w:pBdr/>
        <w:spacing/>
        <w:ind w:firstLine="0" w:left="555"/>
        <w:jc w:val="both"/>
        <w:rPr>
          <w:rFonts w:ascii="Arial" w:hAnsi="Arial" w:cs="Arial"/>
          <w:color w:val="595959" w:themeColor="text1" w:themeTint="A6"/>
          <w:sz w:val="22"/>
          <w:szCs w:val="22"/>
          <w:highlight w:val="none"/>
        </w:rPr>
      </w:pPr>
      <w:r>
        <w:rPr>
          <w:rFonts w:ascii="Arial" w:hAnsi="Arial" w:eastAsia="Arial" w:cs="Arial"/>
          <w:color w:val="595959" w:themeColor="text1" w:themeTint="A6"/>
          <w:sz w:val="22"/>
          <w:szCs w:val="22"/>
        </w:rPr>
        <w:t xml:space="preserve">Le bureau d’études</w:t>
      </w:r>
      <w:r>
        <w:rPr>
          <w:color w:val="595959" w:themeColor="text1" w:themeTint="A6"/>
        </w:rPr>
        <w:t xml:space="preserve"> ..........................</w:t>
      </w:r>
      <w:r>
        <w:rPr>
          <w:rFonts w:ascii="Arial" w:hAnsi="Arial" w:eastAsia="Arial" w:cs="Arial"/>
          <w:color w:val="595959" w:themeColor="text1" w:themeTint="A6"/>
          <w:sz w:val="22"/>
          <w:szCs w:val="22"/>
        </w:rPr>
        <w:t xml:space="preserve">.............</w:t>
      </w:r>
      <w:r>
        <w:rPr>
          <w:rFonts w:ascii="Arial" w:hAnsi="Arial" w:eastAsia="Arial" w:cs="Arial"/>
          <w:color w:val="595959" w:themeColor="text1" w:themeTint="A6"/>
          <w:sz w:val="22"/>
          <w:szCs w:val="22"/>
        </w:rPr>
        <w:t xml:space="preserve">,</w:t>
      </w:r>
      <w:r>
        <w:rPr>
          <w:rFonts w:ascii="Arial" w:hAnsi="Arial" w:cs="Arial"/>
          <w:color w:val="595959" w:themeColor="text1" w:themeTint="A6"/>
          <w:sz w:val="22"/>
          <w:szCs w:val="22"/>
        </w:rPr>
        <w:t xml:space="preserve"> </w:t>
      </w:r>
      <w:r>
        <w:rPr>
          <w:rFonts w:ascii="Arial" w:hAnsi="Arial" w:cs="Arial"/>
          <w:color w:val="595959" w:themeColor="text1" w:themeTint="A6"/>
          <w:sz w:val="22"/>
          <w:szCs w:val="22"/>
          <w:highlight w:val="none"/>
        </w:rPr>
      </w:r>
      <w:r>
        <w:rPr>
          <w:rFonts w:ascii="Arial" w:hAnsi="Arial" w:cs="Arial"/>
          <w:color w:val="595959" w:themeColor="text1" w:themeTint="A6"/>
          <w:sz w:val="22"/>
          <w:szCs w:val="22"/>
          <w:highlight w:val="none"/>
        </w:rPr>
      </w:r>
    </w:p>
    <w:p>
      <w:pPr>
        <w:pStyle w:val="1090"/>
        <w:pBdr/>
        <w:spacing/>
        <w:ind w:firstLine="0" w:left="555"/>
        <w:jc w:val="both"/>
        <w:rPr>
          <w:rFonts w:ascii="Arial" w:hAnsi="Arial" w:cs="Arial"/>
          <w:color w:val="595959" w:themeColor="text1" w:themeTint="A6"/>
          <w:sz w:val="22"/>
          <w:szCs w:val="22"/>
        </w:rPr>
      </w:pPr>
      <w:r>
        <w:rPr>
          <w:rFonts w:ascii="Arial" w:hAnsi="Arial" w:cs="Arial"/>
          <w:color w:val="595959" w:themeColor="text1" w:themeTint="A6"/>
          <w:sz w:val="22"/>
          <w:szCs w:val="22"/>
          <w:highlight w:val="none"/>
        </w:rPr>
      </w:r>
      <w:r>
        <w:rPr>
          <w:rFonts w:ascii="Arial" w:hAnsi="Arial" w:cs="Arial"/>
          <w:color w:val="595959" w:themeColor="text1" w:themeTint="A6"/>
          <w:sz w:val="22"/>
          <w:szCs w:val="22"/>
        </w:rPr>
      </w:r>
      <w:r>
        <w:rPr>
          <w:rFonts w:ascii="Arial" w:hAnsi="Arial" w:cs="Arial"/>
          <w:color w:val="595959" w:themeColor="text1" w:themeTint="A6"/>
          <w:sz w:val="22"/>
          <w:szCs w:val="22"/>
        </w:rPr>
      </w:r>
    </w:p>
    <w:p>
      <w:pPr>
        <w:pStyle w:val="1090"/>
        <w:pBdr/>
        <w:spacing/>
        <w:ind w:firstLine="0" w:left="555"/>
        <w:jc w:val="both"/>
        <w:rPr>
          <w:rFonts w:ascii="Arial" w:hAnsi="Arial" w:cs="Arial"/>
          <w:color w:val="595959" w:themeColor="text1" w:themeTint="A6"/>
          <w:sz w:val="22"/>
          <w:szCs w:val="22"/>
        </w:rPr>
      </w:pPr>
      <w:r>
        <w:rPr>
          <w:rFonts w:ascii="Arial" w:hAnsi="Arial" w:cs="Arial"/>
          <w:color w:val="595959" w:themeColor="text1" w:themeTint="A6"/>
          <w:sz w:val="22"/>
          <w:szCs w:val="22"/>
        </w:rPr>
        <w:t xml:space="preserve">Représenté par </w:t>
      </w:r>
      <w:r>
        <w:rPr>
          <w:color w:val="595959" w:themeColor="text1" w:themeTint="A6"/>
        </w:rPr>
        <w:t xml:space="preserve"> </w:t>
      </w:r>
      <w:r>
        <w:rPr>
          <w:color w:val="595959" w:themeColor="text1" w:themeTint="A6"/>
        </w:rPr>
        <w:t xml:space="preserve">..........................</w:t>
      </w:r>
      <w:r>
        <w:rPr>
          <w:rFonts w:ascii="Arial" w:hAnsi="Arial" w:eastAsia="Arial" w:cs="Arial"/>
          <w:color w:val="595959" w:themeColor="text1" w:themeTint="A6"/>
          <w:sz w:val="22"/>
          <w:szCs w:val="22"/>
        </w:rPr>
        <w:t xml:space="preserve">.............</w:t>
      </w:r>
      <w:r>
        <w:rPr>
          <w:rFonts w:ascii="Arial" w:hAnsi="Arial" w:cs="Arial"/>
          <w:color w:val="595959" w:themeColor="text1" w:themeTint="A6"/>
          <w:sz w:val="22"/>
          <w:szCs w:val="22"/>
        </w:rPr>
      </w:r>
      <w:r>
        <w:rPr>
          <w:rFonts w:ascii="Arial" w:hAnsi="Arial" w:cs="Arial"/>
          <w:color w:val="595959" w:themeColor="text1" w:themeTint="A6"/>
          <w:sz w:val="22"/>
          <w:szCs w:val="22"/>
        </w:rPr>
      </w:r>
    </w:p>
    <w:p>
      <w:pPr>
        <w:pStyle w:val="1090"/>
        <w:pBdr/>
        <w:spacing/>
        <w:ind w:firstLine="0" w:left="555"/>
        <w:jc w:val="both"/>
        <w:rPr>
          <w:rFonts w:ascii="Arial" w:hAnsi="Arial" w:cs="Arial"/>
          <w:color w:val="595959" w:themeColor="text1" w:themeTint="A6"/>
          <w:sz w:val="22"/>
          <w:szCs w:val="22"/>
        </w:rPr>
      </w:pPr>
      <w:r>
        <w:rPr>
          <w:rFonts w:ascii="Arial" w:hAnsi="Arial" w:cs="Arial"/>
          <w:color w:val="595959" w:themeColor="text1" w:themeTint="A6"/>
          <w:sz w:val="22"/>
          <w:szCs w:val="22"/>
          <w:highlight w:val="none"/>
        </w:rPr>
      </w:r>
      <w:r>
        <w:rPr>
          <w:rFonts w:ascii="Arial" w:hAnsi="Arial" w:cs="Arial"/>
          <w:color w:val="595959" w:themeColor="text1" w:themeTint="A6"/>
          <w:sz w:val="22"/>
          <w:szCs w:val="22"/>
        </w:rPr>
      </w:r>
      <w:r>
        <w:rPr>
          <w:rFonts w:ascii="Arial" w:hAnsi="Arial" w:cs="Arial"/>
          <w:color w:val="595959" w:themeColor="text1" w:themeTint="A6"/>
          <w:sz w:val="22"/>
          <w:szCs w:val="22"/>
        </w:rPr>
      </w:r>
    </w:p>
    <w:p>
      <w:pPr>
        <w:pStyle w:val="1090"/>
        <w:pBdr/>
        <w:spacing/>
        <w:ind/>
        <w:jc w:val="both"/>
        <w:rPr>
          <w:rFonts w:ascii="Arial" w:hAnsi="Arial" w:cs="Arial"/>
          <w:color w:val="595959" w:themeColor="text1" w:themeTint="A6"/>
          <w:sz w:val="22"/>
          <w:szCs w:val="22"/>
        </w:rPr>
      </w:pPr>
      <w:r>
        <w:rPr>
          <w:rFonts w:ascii="Arial" w:hAnsi="Arial" w:cs="Arial"/>
          <w:color w:val="595959" w:themeColor="text1" w:themeTint="A6"/>
          <w:sz w:val="22"/>
          <w:szCs w:val="22"/>
          <w:highlight w:val="none"/>
        </w:rPr>
      </w:r>
      <w:r>
        <w:rPr>
          <w:rFonts w:ascii="Arial" w:hAnsi="Arial" w:cs="Arial"/>
          <w:color w:val="595959" w:themeColor="text1" w:themeTint="A6"/>
          <w:sz w:val="22"/>
          <w:szCs w:val="22"/>
        </w:rPr>
      </w:r>
      <w:r>
        <w:rPr>
          <w:rFonts w:ascii="Arial" w:hAnsi="Arial" w:cs="Arial"/>
          <w:color w:val="595959" w:themeColor="text1" w:themeTint="A6"/>
          <w:sz w:val="22"/>
          <w:szCs w:val="22"/>
        </w:rPr>
      </w:r>
    </w:p>
    <w:p>
      <w:pPr>
        <w:pBdr/>
        <w:spacing/>
        <w:ind/>
        <w:jc w:val="right"/>
        <w:rPr>
          <w:color w:val="595959" w:themeColor="text1" w:themeTint="A6"/>
        </w:rPr>
      </w:pPr>
      <w:r>
        <w:rPr>
          <w:color w:val="595959" w:themeColor="text1" w:themeTint="A6"/>
        </w:rPr>
        <w:t xml:space="preserve">Fait à ..........................</w:t>
      </w:r>
      <w:r>
        <w:rPr>
          <w:color w:val="595959" w:themeColor="text1" w:themeTint="A6"/>
        </w:rPr>
        <w:t xml:space="preserve">, le </w:t>
      </w:r>
      <w:r>
        <w:rPr>
          <w:color w:val="595959" w:themeColor="text1" w:themeTint="A6"/>
          <w:highlight w:val="none"/>
        </w:rPr>
        <w:t xml:space="preserve"> </w:t>
      </w:r>
      <w:r>
        <w:rPr>
          <w:color w:val="595959" w:themeColor="text1" w:themeTint="A6"/>
        </w:rPr>
        <w:t xml:space="preserve">..........................</w:t>
      </w:r>
      <w:r>
        <w:rPr>
          <w:color w:val="595959" w:themeColor="text1" w:themeTint="A6"/>
          <w:highlight w:val="none"/>
        </w:rPr>
        <w:t xml:space="preserve">.</w:t>
      </w:r>
      <w:r>
        <w:rPr>
          <w:color w:val="595959" w:themeColor="text1" w:themeTint="A6"/>
        </w:rPr>
      </w:r>
      <w:r>
        <w:rPr>
          <w:color w:val="595959" w:themeColor="text1" w:themeTint="A6"/>
        </w:rPr>
      </w:r>
    </w:p>
    <w:p>
      <w:pPr>
        <w:pBdr/>
        <w:spacing/>
        <w:ind/>
        <w:jc w:val="right"/>
        <w:rPr>
          <w:color w:val="595959" w:themeColor="text1" w:themeTint="A6"/>
        </w:rPr>
      </w:pPr>
      <w:r>
        <w:rPr>
          <w:color w:val="595959" w:themeColor="text1" w:themeTint="A6"/>
        </w:rPr>
      </w:r>
      <w:r>
        <w:rPr>
          <w:color w:val="595959" w:themeColor="text1" w:themeTint="A6"/>
        </w:rPr>
      </w:r>
      <w:r>
        <w:rPr>
          <w:color w:val="595959" w:themeColor="text1" w:themeTint="A6"/>
        </w:rPr>
      </w:r>
    </w:p>
    <w:p>
      <w:pPr>
        <w:pBdr/>
        <w:spacing/>
        <w:ind/>
        <w:jc w:val="left"/>
        <w:rPr>
          <w:color w:val="595959" w:themeColor="text1" w:themeTint="A6"/>
        </w:rPr>
      </w:pPr>
      <w:r>
        <w:rPr>
          <w:color w:val="595959" w:themeColor="text1" w:themeTint="A6"/>
        </w:rPr>
      </w:r>
      <w:r>
        <w:rPr>
          <w:color w:val="595959" w:themeColor="text1" w:themeTint="A6"/>
        </w:rPr>
      </w:r>
      <w:r>
        <w:rPr>
          <w:color w:val="595959" w:themeColor="text1" w:themeTint="A6"/>
        </w:rPr>
      </w:r>
    </w:p>
    <w:p>
      <w:pPr>
        <w:pBdr/>
        <w:spacing/>
        <w:ind/>
        <w:jc w:val="right"/>
        <w:rPr>
          <w:color w:val="595959" w:themeColor="text1" w:themeTint="A6"/>
          <w:highlight w:val="none"/>
        </w:rPr>
      </w:pPr>
      <w:r>
        <w:rPr>
          <w:color w:val="595959" w:themeColor="text1" w:themeTint="A6"/>
        </w:rPr>
        <w:t xml:space="preserve">Signature</w:t>
      </w:r>
      <w:r>
        <w:rPr>
          <w:color w:val="595959" w:themeColor="text1" w:themeTint="A6"/>
          <w:highlight w:val="none"/>
        </w:rPr>
      </w:r>
      <w:r>
        <w:rPr>
          <w:color w:val="595959" w:themeColor="text1" w:themeTint="A6"/>
          <w:highlight w:val="none"/>
        </w:rPr>
      </w:r>
    </w:p>
    <w:p>
      <w:pPr>
        <w:pBdr/>
        <w:spacing/>
        <w:ind/>
        <w:jc w:val="right"/>
        <w:rPr>
          <w:color w:val="595959" w:themeColor="text1" w:themeTint="A6"/>
        </w:rPr>
      </w:pPr>
      <w:r>
        <w:rPr>
          <w:color w:val="595959" w:themeColor="text1" w:themeTint="A6"/>
        </w:rPr>
      </w:r>
      <w:r>
        <w:rPr>
          <w:color w:val="595959" w:themeColor="text1" w:themeTint="A6"/>
        </w:rPr>
      </w:r>
      <w:r>
        <w:rPr>
          <w:color w:val="595959" w:themeColor="text1" w:themeTint="A6"/>
        </w:rPr>
      </w:r>
    </w:p>
    <w:p>
      <w:pPr>
        <w:pBdr/>
        <w:spacing/>
        <w:ind/>
        <w:jc w:val="right"/>
        <w:rPr>
          <w:color w:val="595959" w:themeColor="text1" w:themeTint="A6"/>
        </w:rPr>
      </w:pPr>
      <w:r>
        <w:rPr>
          <w:color w:val="595959" w:themeColor="text1" w:themeTint="A6"/>
        </w:rPr>
      </w:r>
      <w:r>
        <w:rPr>
          <w:color w:val="595959" w:themeColor="text1" w:themeTint="A6"/>
        </w:rPr>
      </w:r>
      <w:r>
        <w:rPr>
          <w:color w:val="595959" w:themeColor="text1" w:themeTint="A6"/>
        </w:rPr>
      </w:r>
    </w:p>
    <w:p>
      <w:pPr>
        <w:pBdr/>
        <w:spacing/>
        <w:ind/>
        <w:jc w:val="right"/>
        <w:rPr>
          <w:color w:val="595959" w:themeColor="text1" w:themeTint="A6"/>
        </w:rPr>
      </w:pPr>
      <w:r>
        <w:rPr>
          <w:color w:val="595959" w:themeColor="text1" w:themeTint="A6"/>
          <w:highlight w:val="none"/>
        </w:rPr>
      </w:r>
      <w:r>
        <w:rPr>
          <w:color w:val="595959" w:themeColor="text1" w:themeTint="A6"/>
        </w:rPr>
      </w:r>
      <w:r>
        <w:rPr>
          <w:color w:val="595959" w:themeColor="text1" w:themeTint="A6"/>
        </w:rPr>
      </w:r>
    </w:p>
    <w:p>
      <w:pPr>
        <w:pBdr/>
        <w:spacing/>
        <w:ind/>
        <w:jc w:val="right"/>
        <w:rPr>
          <w:color w:val="595959" w:themeColor="text1" w:themeTint="A6"/>
        </w:rPr>
      </w:pPr>
      <w:r>
        <w:rPr>
          <w:color w:val="595959" w:themeColor="text1" w:themeTint="A6"/>
        </w:rPr>
        <w:t xml:space="preserve">Tampon</w:t>
      </w:r>
      <w:r>
        <w:rPr>
          <w:color w:val="595959" w:themeColor="text1" w:themeTint="A6"/>
        </w:rPr>
      </w:r>
      <w:r>
        <w:rPr>
          <w:color w:val="595959" w:themeColor="text1" w:themeTint="A6"/>
        </w:rPr>
      </w:r>
    </w:p>
    <w:sectPr>
      <w:headerReference w:type="default" r:id="rId10"/>
      <w:headerReference w:type="first" r:id="rId11"/>
      <w:footerReference w:type="default" r:id="rId12"/>
      <w:footnotePr/>
      <w:endnotePr/>
      <w:type w:val="nextPage"/>
      <w:pgSz w:h="16838" w:orient="portrait" w:w="11906"/>
      <w:pgMar w:top="720" w:right="1080" w:bottom="720" w:left="1080" w:header="648" w:footer="432" w:gutter="0"/>
      <w:cols w:num="1" w:sep="0" w:space="708"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p>
      <w:pPr>
        <w:pBdr/>
        <w:spacing/>
        <w:ind/>
        <w:rPr/>
      </w:pPr>
      <w:r/>
      <w:r/>
    </w:p>
    <w:p>
      <w:pPr>
        <w:pBdr/>
        <w:spacing/>
        <w:ind/>
        <w:rPr/>
      </w:pPr>
      <w:r/>
      <w:r/>
    </w:p>
    <w:p>
      <w:pPr>
        <w:pBdr/>
        <w:spacing/>
        <w:ind/>
        <w:rPr/>
      </w:pPr>
      <w:r/>
      <w:r/>
    </w:p>
  </w:endnote>
  <w:endnote w:type="continuationSeparator" w:id="0">
    <w:p>
      <w:pPr>
        <w:pBdr/>
        <w:spacing/>
        <w:ind/>
        <w:rPr/>
      </w:pPr>
      <w:r>
        <w:continuationSeparator/>
      </w:r>
      <w:r/>
    </w:p>
    <w:p>
      <w:pPr>
        <w:pBdr/>
        <w:spacing/>
        <w:ind/>
        <w:rPr/>
      </w:pPr>
      <w:r/>
      <w:r/>
    </w:p>
    <w:p>
      <w:pPr>
        <w:pBdr/>
        <w:spacing/>
        <w:ind/>
        <w:rPr/>
      </w:pPr>
      <w:r/>
      <w:r/>
    </w:p>
    <w:p>
      <w:pPr>
        <w:pBdr/>
        <w:spacing/>
        <w:ind/>
        <w:rPr/>
      </w:pP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panose1 w:val="05040102010807070707"/>
  </w:font>
  <w:font w:name="Antique Olv (W1)">
    <w:panose1 w:val="05040102010807070707"/>
  </w:font>
  <w:font w:name="Symbol">
    <w:panose1 w:val="05050102010706020507"/>
  </w:font>
  <w:font w:name="Franklin Gothic Book">
    <w:panose1 w:val="020B0603020102020204"/>
  </w:font>
  <w:font w:name="Wingdings">
    <w:panose1 w:val="05000000000000000000"/>
  </w:font>
  <w:font w:name="SimSun">
    <w:panose1 w:val="02010600030101010101"/>
  </w:font>
  <w:font w:name="Trebuchet MS">
    <w:panose1 w:val="020B0603020202020204"/>
  </w:font>
  <w:font w:name="Courier New">
    <w:panose1 w:val="02070309020205020404"/>
  </w:font>
  <w:font w:name="Mangal">
    <w:panose1 w:val="02040503050406030204"/>
  </w:font>
  <w:font w:name="Liberation Serif">
    <w:panose1 w:val="02020603050405020304"/>
  </w:font>
  <w:font w:name="Times New Roman">
    <w:panose1 w:val="02020603050405020304"/>
  </w:font>
  <w:font w:name="Segoe UI">
    <w:panose1 w:val="020B0502040204020203"/>
  </w:font>
  <w:font w:name="Calibri">
    <w:panose1 w:val="020F05020202040302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364211604"/>
      <w:docPartObj>
        <w:docPartGallery w:val="Page Numbers (Bottom of Page)"/>
        <w:docPartUnique w:val="true"/>
      </w:docPartObj>
      <w:rPr/>
    </w:sdtPr>
    <w:sdtContent>
      <w:p>
        <w:pPr>
          <w:pStyle w:val="1042"/>
          <w:pBdr/>
          <w:spacing/>
          <w:ind/>
          <w:jc w:val="right"/>
          <w:rPr/>
        </w:pPr>
        <w:r>
          <w:fldChar w:fldCharType="begin"/>
        </w:r>
        <w:r>
          <w:instrText xml:space="preserve">PAGE   \* MERGEFORMAT</w:instrText>
        </w:r>
        <w:r>
          <w:fldChar w:fldCharType="separate"/>
        </w:r>
        <w:r>
          <w:t xml:space="preserve">2</w:t>
        </w:r>
        <w:r>
          <w:fldChar w:fldCharType="end"/>
        </w:r>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p>
      <w:pPr>
        <w:pBdr/>
        <w:spacing/>
        <w:ind/>
        <w:rPr/>
      </w:pPr>
      <w:r/>
      <w:r/>
    </w:p>
    <w:p>
      <w:pPr>
        <w:pBdr/>
        <w:spacing/>
        <w:ind/>
        <w:rPr/>
      </w:pPr>
      <w:r/>
      <w:r/>
    </w:p>
    <w:p>
      <w:pPr>
        <w:pBdr/>
        <w:spacing/>
        <w:ind/>
        <w:rPr/>
      </w:pPr>
      <w:r/>
      <w:r/>
    </w:p>
  </w:footnote>
  <w:footnote w:type="continuationSeparator" w:id="0">
    <w:p>
      <w:pPr>
        <w:pBdr/>
        <w:spacing/>
        <w:ind/>
        <w:rPr/>
      </w:pPr>
      <w:r>
        <w:continuationSeparator/>
      </w:r>
      <w:r/>
    </w:p>
    <w:p>
      <w:pPr>
        <w:pBdr/>
        <w:spacing/>
        <w:ind/>
        <w:rPr/>
      </w:pPr>
      <w:r/>
      <w:r/>
    </w:p>
    <w:p>
      <w:pPr>
        <w:pBdr/>
        <w:spacing/>
        <w:ind/>
        <w:rPr/>
      </w:pPr>
      <w:r/>
      <w:r/>
    </w:p>
    <w:p>
      <w:pPr>
        <w:pBdr/>
        <w:spacing/>
        <w:ind/>
        <w:rPr/>
      </w:pP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84"/>
      <w:pBdr/>
      <w:spacing/>
      <w:ind/>
      <w:rPr/>
    </w:pPr>
    <w:r>
      <mc:AlternateContent>
        <mc:Choice Requires="wpg">
          <w:drawing>
            <wp:anchor xmlns:wp="http://schemas.openxmlformats.org/drawingml/2006/wordprocessingDrawing" xmlns:wp14="http://schemas.microsoft.com/office/word/2010/wordprocessingDrawing" distT="45720" distB="45720" distL="114300" distR="114300" simplePos="0" relativeHeight="251696128" behindDoc="1" locked="0" layoutInCell="1" allowOverlap="1">
              <wp:simplePos x="0" y="0"/>
              <wp:positionH relativeFrom="page">
                <wp:align>center</wp:align>
              </wp:positionH>
              <wp:positionV relativeFrom="page">
                <wp:align>top</wp:align>
              </wp:positionV>
              <wp:extent cx="10058400" cy="781050"/>
              <wp:effectExtent l="0" t="0" r="0" b="0"/>
              <wp:wrapNone/>
              <wp:docPr id="1" name="Zone de texte 2"/>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10058400" cy="781050"/>
                      </a:xfrm>
                      <a:prstGeom prst="rect">
                        <a:avLst/>
                      </a:prstGeom>
                      <a:solidFill>
                        <a:schemeClr val="accent1">
                          <a:alpha val="50000"/>
                        </a:schemeClr>
                      </a:solidFill>
                      <a:ln w="9525">
                        <a:noFill/>
                        <a:miter lim="800000"/>
                        <a:headEnd/>
                        <a:tailEnd/>
                      </a:ln>
                    </wps:spPr>
                    <wps:txbx>
                      <w:txbxContent>
                        <w:p>
                          <w:pPr>
                            <w:pBdr/>
                            <w:spacing/>
                            <w:ind/>
                            <w:rPr/>
                          </w:pPr>
                          <w:r/>
                          <w:r/>
                        </w:p>
                      </w:txbxContent>
                    </wps:txbx>
                    <wps:bodyPr rot="0" vert="horz" wrap="square" lIns="720000" tIns="28800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shape 0" o:spid="_x0000_s0" o:spt="202" type="#_x0000_t202" style="position:absolute;z-index:-251696128;o:allowoverlap:true;o:allowincell:true;mso-position-horizontal-relative:page;mso-position-horizontal:center;mso-position-vertical-relative:page;mso-position-vertical:top;width:792.00pt;height:61.50pt;mso-wrap-distance-left:9.00pt;mso-wrap-distance-top:3.60pt;mso-wrap-distance-right:9.00pt;mso-wrap-distance-bottom:3.60pt;v-text-anchor:middle;visibility:visible;" fillcolor="#F0CDA1" stroked="f" strokeweight="0.75pt">
              <v:fill opacity="-32539f"/>
              <v:textbox inset="0,0,0,0">
                <w:txbxContent>
                  <w:p>
                    <w:pPr>
                      <w:pBdr/>
                      <w:spacing/>
                      <w:ind/>
                      <w:rPr/>
                    </w:pPr>
                    <w:r/>
                    <w:r/>
                  </w:p>
                </w:txbxContent>
              </v:textbox>
            </v:shape>
          </w:pict>
        </mc:Fallback>
      </mc:AlternateContent>
    </w:r>
    <w:r>
      <w:t xml:space="preserve">Acte d’engagement pour mise à disposition MMM33 – REFERENCE PROJET</w:t>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40"/>
      <w:pBdr/>
      <w:spacing/>
      <w:ind/>
      <w:rPr/>
    </w:pPr>
    <w:r>
      <w:rPr>
        <w:lang w:bidi="fr-FR"/>
      </w:rPr>
      <mc:AlternateContent>
        <mc:Choice Requires="wpg">
          <w:drawing>
            <wp:anchor xmlns:wp="http://schemas.openxmlformats.org/drawingml/2006/wordprocessingDrawing" xmlns:wp14="http://schemas.microsoft.com/office/word/2010/wordprocessingDrawing" distT="0" distB="0" distL="114300" distR="114300" simplePos="0" relativeHeight="251698176" behindDoc="1" locked="0" layoutInCell="1" allowOverlap="1">
              <wp:simplePos x="0" y="0"/>
              <wp:positionH relativeFrom="column">
                <wp:posOffset>-802758</wp:posOffset>
              </wp:positionH>
              <wp:positionV relativeFrom="paragraph">
                <wp:posOffset>-411480</wp:posOffset>
              </wp:positionV>
              <wp:extent cx="8008772" cy="2286226"/>
              <wp:effectExtent l="0" t="0" r="0" b="0"/>
              <wp:wrapNone/>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a:picLocks noChangeAspect="1"/>
                      </pic:cNvPicPr>
                      <pic:nvPr/>
                    </pic:nvPicPr>
                    <pic:blipFill>
                      <a:blip r:embed="rId1">
                        <a:alphaModFix amt="50000"/>
                      </a:blip>
                      <a:srcRect l="0" t="23358" r="0" b="23358"/>
                      <a:stretch/>
                    </pic:blipFill>
                    <pic:spPr bwMode="auto">
                      <a:xfrm>
                        <a:off x="0" y="0"/>
                        <a:ext cx="8008772" cy="2286226"/>
                      </a:xfrm>
                      <a:prstGeom prst="rect">
                        <a:avLst/>
                      </a:prstGeom>
                      <a:ln>
                        <a:noFill/>
                      </a:ln>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98176;o:allowoverlap:true;o:allowincell:true;mso-position-horizontal-relative:text;margin-left:-63.21pt;mso-position-horizontal:absolute;mso-position-vertical-relative:text;margin-top:-32.40pt;mso-position-vertical:absolute;width:630.61pt;height:180.02pt;mso-wrap-distance-left:9.00pt;mso-wrap-distance-top:0.00pt;mso-wrap-distance-right:9.00pt;mso-wrap-distance-bottom:0.00pt;z-index:1;" stroked="f">
              <v:imagedata r:id="rId1" o:title="" croptop="15308f" cropleft="0f" cropbottom="15308f" cropright="0f"/>
              <o:lock v:ext="edit" rotation="t"/>
            </v:shape>
          </w:pict>
        </mc:Fallback>
      </mc:AlternateConten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o"/>
      <w:numFmt w:val="bullet"/>
      <w:pPr>
        <w:pBdr/>
        <w:spacing/>
        <w:ind w:hanging="360" w:left="720"/>
      </w:pPr>
      <w:pStyle w:val="1072"/>
      <w:rPr>
        <w:rFonts w:hint="default" w:ascii="Courier New" w:hAnsi="Courier New" w:cs="Courier New"/>
        <w:color w:val="107082" w:themeColor="accent2"/>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1">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
    <w:lvl w:ilvl="0">
      <w:isLgl w:val="false"/>
      <w:lvlJc w:val="left"/>
      <w:lvlText w:val=""/>
      <w:numFmt w:val="bullet"/>
      <w:pPr>
        <w:pBdr/>
        <w:spacing/>
        <w:ind w:hanging="360" w:left="720"/>
      </w:pPr>
      <w:pStyle w:val="1080"/>
      <w:rPr>
        <w:rFonts w:hint="default" w:ascii="Symbol" w:hAnsi="Symbol"/>
        <w:color w:val="107082" w:themeColor="accent2"/>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3">
    <w:lvl w:ilvl="0">
      <w:isLgl w:val="false"/>
      <w:lvlJc w:val="left"/>
      <w:lvlText w:val=""/>
      <w:numFmt w:val="bullet"/>
      <w:pPr>
        <w:pBdr/>
        <w:spacing/>
        <w:ind w:hanging="360" w:left="720"/>
      </w:pPr>
      <w:pStyle w:val="1079"/>
      <w:rPr>
        <w:rFonts w:hint="default" w:ascii="Symbol" w:hAnsi="Symbol"/>
        <w:color w:val="ec7216" w:themeColor="accent6"/>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4">
    <w:lvl w:ilvl="0">
      <w:isLgl w:val="false"/>
      <w:lvlJc w:val="left"/>
      <w:lvlText w:val=""/>
      <w:numFmt w:val="bullet"/>
      <w:pPr>
        <w:pBdr/>
        <w:spacing/>
        <w:ind w:hanging="360" w:left="720"/>
      </w:pPr>
      <w:pStyle w:val="1068"/>
      <w:rPr>
        <w:rFonts w:hint="default" w:ascii="Symbol" w:hAnsi="Symbol"/>
        <w:color w:val="107082" w:themeColor="accent2"/>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
    <w:lvl w:ilvl="0">
      <w:isLgl w:val="false"/>
      <w:lvlJc w:val="left"/>
      <w:lvlText w:val="%1."/>
      <w:numFmt w:val="decimal"/>
      <w:pPr>
        <w:pBdr/>
        <w:spacing/>
        <w:ind w:hanging="360" w:left="360"/>
      </w:pPr>
      <w:pStyle w:val="1074"/>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6">
    <w:lvl w:ilvl="0">
      <w:isLgl w:val="false"/>
      <w:lvlJc w:val="left"/>
      <w:lvlText w:val=""/>
      <w:numFmt w:val="bullet"/>
      <w:pPr>
        <w:pBdr/>
        <w:spacing/>
        <w:ind w:hanging="360" w:left="720"/>
      </w:pPr>
      <w:pStyle w:val="1077"/>
      <w:rPr>
        <w:rFonts w:hint="default" w:ascii="Symbol" w:hAnsi="Symbol"/>
        <w:color w:val="054854" w:themeColor="accent3"/>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7">
    <w:lvl w:ilvl="0">
      <w:isLgl w:val="false"/>
      <w:lvlJc w:val="left"/>
      <w:lvlText w:val="o"/>
      <w:numFmt w:val="bullet"/>
      <w:pPr>
        <w:pBdr/>
        <w:spacing/>
        <w:ind w:hanging="360" w:left="720"/>
      </w:pPr>
      <w:rPr>
        <w:rFonts w:hint="default" w:ascii="Courier New" w:hAnsi="Courier New" w:cs="Courier New"/>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
    <w:lvl w:ilvl="0">
      <w:isLgl w:val="false"/>
      <w:lvlJc w:val="left"/>
      <w:lvlText w:val=""/>
      <w:numFmt w:val="bullet"/>
      <w:pPr>
        <w:pBdr/>
        <w:spacing/>
        <w:ind w:hanging="360" w:left="720"/>
      </w:pPr>
      <w:pStyle w:val="1078"/>
      <w:rPr>
        <w:rFonts w:hint="default" w:ascii="Symbol" w:hAnsi="Symbol"/>
        <w:color w:val="f99927" w:themeColor="accent5"/>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9">
    <w:lvl w:ilvl="0">
      <w:isLgl w:val="false"/>
      <w:lvlJc w:val="left"/>
      <w:lvlText w:val="-"/>
      <w:numFmt w:val="bullet"/>
      <w:pPr>
        <w:pBdr/>
        <w:spacing/>
        <w:ind w:hanging="360" w:left="720"/>
      </w:pPr>
      <w:rPr>
        <w:rFonts w:hint="default" w:ascii="Franklin Gothic Book" w:hAnsi="Franklin Gothic Book" w:eastAsia="Times New Roman" w:cs="Arial"/>
      </w:rPr>
      <w:start w:val="3"/>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
    <w:lvl w:ilvl="0">
      <w:isLgl w:val="false"/>
      <w:lvlJc w:val="left"/>
      <w:lvlText w:val=""/>
      <w:numFmt w:val="bullet"/>
      <w:pPr>
        <w:pBdr/>
        <w:spacing/>
        <w:ind w:hanging="360" w:left="720"/>
      </w:pPr>
      <w:pStyle w:val="1052"/>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
    <w:lvl w:ilvl="0">
      <w:isLgl w:val="false"/>
      <w:lvlJc w:val="left"/>
      <w:lvlText w:val="%1."/>
      <w:numFmt w:val="decimal"/>
      <w:pPr>
        <w:pBdr/>
        <w:spacing/>
        <w:ind w:hanging="360" w:left="360"/>
      </w:pPr>
      <w:pStyle w:val="1069"/>
      <w:rPr>
        <w:rFonts w:hint="default"/>
        <w:b/>
        <w:color w:val="107082" w:themeColor="accent2"/>
      </w:rPr>
      <w:start w:val="1"/>
      <w:suff w:val="tab"/>
    </w:lvl>
    <w:lvl w:ilvl="1">
      <w:isLgl w:val="false"/>
      <w:lvlJc w:val="left"/>
      <w:lvlText w:val="%2."/>
      <w:numFmt w:val="lowerLetter"/>
      <w:pPr>
        <w:pBdr/>
        <w:spacing/>
        <w:ind w:hanging="360" w:left="360"/>
      </w:pPr>
      <w:pStyle w:val="1082"/>
      <w:rPr>
        <w:rFonts w:hint="default"/>
        <w:color w:val="107082" w:themeColor="accent2"/>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2">
    <w:lvl w:ilvl="0">
      <w:isLgl w:val="false"/>
      <w:lvlJc w:val="left"/>
      <w:lvlText w:val="-"/>
      <w:numFmt w:val="bullet"/>
      <w:pPr>
        <w:pBdr/>
        <w:tabs>
          <w:tab w:val="num" w:leader="none" w:pos="720"/>
        </w:tabs>
        <w:spacing/>
        <w:ind w:hanging="360" w:left="720"/>
      </w:pPr>
      <w:rPr>
        <w:rFonts w:hint="default" w:ascii="Antique Olv (W1)" w:hAnsi="Antique Olv (W1)"/>
      </w:rPr>
      <w:start w:val="1"/>
      <w:suff w:val="tab"/>
    </w:lvl>
    <w:lvl w:ilvl="1">
      <w:isLgl w:val="false"/>
      <w:lvlJc w:val="left"/>
      <w:lvlText w:val="o"/>
      <w:numFmt w:val="bullet"/>
      <w:pPr>
        <w:pBdr/>
        <w:tabs>
          <w:tab w:val="num" w:leader="none" w:pos="144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3">
    <w:lvl w:ilvl="0">
      <w:isLgl w:val="false"/>
      <w:lvlJc w:val="left"/>
      <w:lvlText w:val=""/>
      <w:numFmt w:val="bullet"/>
      <w:pPr>
        <w:pBdr/>
        <w:spacing/>
        <w:ind w:hanging="360" w:left="720"/>
      </w:pPr>
      <w:rPr>
        <w:rFonts w:hint="default" w:ascii="Symbol" w:hAnsi="Symbol"/>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4">
    <w:lvl w:ilvl="0">
      <w:isLgl w:val="false"/>
      <w:lvlJc w:val="left"/>
      <w:lvlText w:val="–"/>
      <w:numFmt w:val="decimal"/>
      <w:pPr>
        <w:pBdr/>
        <w:spacing/>
        <w:ind w:hanging="360" w:left="360"/>
      </w:pPr>
      <w:rPr>
        <w:rFonts w:ascii="StarSymbol" w:hAnsi="StarSymbol" w:eastAsia="StarSymbol" w:cs="StarSymbol"/>
        <w:sz w:val="18"/>
        <w:szCs w:val="18"/>
      </w:rPr>
      <w:start w:val="1"/>
      <w:suff w:val="tab"/>
    </w:lvl>
    <w:lvl w:ilvl="1">
      <w:isLgl w:val="false"/>
      <w:lvlJc w:val="left"/>
      <w:lvlText w:val="–"/>
      <w:numFmt w:val="bullet"/>
      <w:pPr>
        <w:pBdr/>
        <w:spacing/>
        <w:ind w:hanging="360" w:left="720"/>
      </w:pPr>
      <w:rPr>
        <w:rFonts w:ascii="StarSymbol" w:hAnsi="StarSymbol" w:eastAsia="StarSymbol" w:cs="StarSymbol"/>
        <w:sz w:val="18"/>
        <w:szCs w:val="18"/>
      </w:rPr>
      <w:start w:val="1"/>
      <w:suff w:val="tab"/>
    </w:lvl>
    <w:lvl w:ilvl="2">
      <w:isLgl w:val="false"/>
      <w:lvlJc w:val="left"/>
      <w:lvlText w:val="–"/>
      <w:numFmt w:val="bullet"/>
      <w:pPr>
        <w:pBdr/>
        <w:spacing/>
        <w:ind w:hanging="360" w:left="1080"/>
      </w:pPr>
      <w:rPr>
        <w:rFonts w:ascii="StarSymbol" w:hAnsi="StarSymbol" w:eastAsia="StarSymbol" w:cs="StarSymbol"/>
        <w:sz w:val="18"/>
        <w:szCs w:val="18"/>
      </w:rPr>
      <w:start w:val="1"/>
      <w:suff w:val="tab"/>
    </w:lvl>
    <w:lvl w:ilvl="3">
      <w:isLgl w:val="false"/>
      <w:lvlJc w:val="left"/>
      <w:lvlText w:val="–"/>
      <w:numFmt w:val="bullet"/>
      <w:pPr>
        <w:pBdr/>
        <w:spacing/>
        <w:ind w:hanging="360" w:left="1440"/>
      </w:pPr>
      <w:rPr>
        <w:rFonts w:ascii="StarSymbol" w:hAnsi="StarSymbol" w:eastAsia="StarSymbol" w:cs="StarSymbol"/>
        <w:sz w:val="18"/>
        <w:szCs w:val="18"/>
      </w:rPr>
      <w:start w:val="1"/>
      <w:suff w:val="tab"/>
    </w:lvl>
    <w:lvl w:ilvl="4">
      <w:isLgl w:val="false"/>
      <w:lvlJc w:val="left"/>
      <w:lvlText w:val="–"/>
      <w:numFmt w:val="bullet"/>
      <w:pPr>
        <w:pBdr/>
        <w:spacing/>
        <w:ind w:hanging="360" w:left="1800"/>
      </w:pPr>
      <w:rPr>
        <w:rFonts w:ascii="StarSymbol" w:hAnsi="StarSymbol" w:eastAsia="StarSymbol" w:cs="StarSymbol"/>
        <w:sz w:val="18"/>
        <w:szCs w:val="18"/>
      </w:rPr>
      <w:start w:val="1"/>
      <w:suff w:val="tab"/>
    </w:lvl>
    <w:lvl w:ilvl="5">
      <w:isLgl w:val="false"/>
      <w:lvlJc w:val="left"/>
      <w:lvlText w:val="–"/>
      <w:numFmt w:val="bullet"/>
      <w:pPr>
        <w:pBdr/>
        <w:spacing/>
        <w:ind w:hanging="360" w:left="2160"/>
      </w:pPr>
      <w:rPr>
        <w:rFonts w:ascii="StarSymbol" w:hAnsi="StarSymbol" w:eastAsia="StarSymbol" w:cs="StarSymbol"/>
        <w:sz w:val="18"/>
        <w:szCs w:val="18"/>
      </w:rPr>
      <w:start w:val="1"/>
      <w:suff w:val="tab"/>
    </w:lvl>
    <w:lvl w:ilvl="6">
      <w:isLgl w:val="false"/>
      <w:lvlJc w:val="left"/>
      <w:lvlText w:val="–"/>
      <w:numFmt w:val="bullet"/>
      <w:pPr>
        <w:pBdr/>
        <w:spacing/>
        <w:ind w:hanging="360" w:left="2520"/>
      </w:pPr>
      <w:rPr>
        <w:rFonts w:ascii="StarSymbol" w:hAnsi="StarSymbol" w:eastAsia="StarSymbol" w:cs="StarSymbol"/>
        <w:sz w:val="18"/>
        <w:szCs w:val="18"/>
      </w:rPr>
      <w:start w:val="1"/>
      <w:suff w:val="tab"/>
    </w:lvl>
    <w:lvl w:ilvl="7">
      <w:isLgl w:val="false"/>
      <w:lvlJc w:val="left"/>
      <w:lvlText w:val="–"/>
      <w:numFmt w:val="bullet"/>
      <w:pPr>
        <w:pBdr/>
        <w:spacing/>
        <w:ind w:hanging="360" w:left="2880"/>
      </w:pPr>
      <w:rPr>
        <w:rFonts w:ascii="StarSymbol" w:hAnsi="StarSymbol" w:eastAsia="StarSymbol" w:cs="StarSymbol"/>
        <w:sz w:val="18"/>
        <w:szCs w:val="18"/>
      </w:rPr>
      <w:start w:val="1"/>
      <w:suff w:val="tab"/>
    </w:lvl>
    <w:lvl w:ilvl="8">
      <w:isLgl w:val="false"/>
      <w:lvlJc w:val="left"/>
      <w:lvlText w:val="–"/>
      <w:numFmt w:val="bullet"/>
      <w:pPr>
        <w:pBdr/>
        <w:spacing/>
        <w:ind w:hanging="360" w:left="3240"/>
      </w:pPr>
      <w:rPr>
        <w:rFonts w:ascii="StarSymbol" w:hAnsi="StarSymbol" w:eastAsia="StarSymbol" w:cs="StarSymbol"/>
        <w:sz w:val="18"/>
        <w:szCs w:val="18"/>
      </w:rPr>
      <w:start w:val="1"/>
      <w:suff w:val="tab"/>
    </w:lvl>
  </w:abstractNum>
  <w:abstractNum w:abstractNumId="15">
    <w:lvl w:ilvl="0">
      <w:isLgl w:val="false"/>
      <w:lvlJc w:val="left"/>
      <w:lvlText w:val=""/>
      <w:numFmt w:val="bullet"/>
      <w:pPr>
        <w:pBdr/>
        <w:spacing/>
        <w:ind w:hanging="360" w:left="720"/>
      </w:pPr>
      <w:rPr>
        <w:rFonts w:hint="default" w:ascii="Symbol" w:hAnsi="Symbol"/>
        <w:color w:val="f99927" w:themeColor="accent5"/>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6">
    <w:lvl w:ilvl="0">
      <w:isLgl w:val="false"/>
      <w:lvlJc w:val="left"/>
      <w:lvlText w:val="Ø"/>
      <w:numFmt w:val="bullet"/>
      <w:pPr>
        <w:pBdr/>
        <w:spacing/>
        <w:ind w:hanging="360" w:left="709"/>
      </w:pPr>
      <w:rPr>
        <w:rFonts w:ascii="Wingdings" w:hAnsi="Wingdings" w:cs="Wingdings"/>
      </w:rPr>
      <w:start w:val="1"/>
      <w:suff w:val="tab"/>
    </w:lvl>
    <w:lvl w:ilvl="1">
      <w:isLgl w:val="false"/>
      <w:lvlJc w:val="left"/>
      <w:lvlText w:val="o"/>
      <w:numFmt w:val="bullet"/>
      <w:pPr>
        <w:pBdr/>
        <w:spacing/>
        <w:ind w:hanging="360" w:left="1429"/>
      </w:pPr>
      <w:rPr>
        <w:rFonts w:ascii="Courier New" w:hAnsi="Courier New" w:cs="Courier New"/>
      </w:rPr>
      <w:start w:val="1"/>
      <w:suff w:val="tab"/>
    </w:lvl>
    <w:lvl w:ilvl="2">
      <w:isLgl w:val="false"/>
      <w:lvlJc w:val="left"/>
      <w:lvlText w:val="§"/>
      <w:numFmt w:val="bullet"/>
      <w:pPr>
        <w:pBdr/>
        <w:spacing/>
        <w:ind w:hanging="360" w:left="2149"/>
      </w:pPr>
      <w:rPr>
        <w:rFonts w:ascii="Wingdings" w:hAnsi="Wingdings" w:cs="Wingdings"/>
      </w:rPr>
      <w:start w:val="1"/>
      <w:suff w:val="tab"/>
    </w:lvl>
    <w:lvl w:ilvl="3">
      <w:isLgl w:val="false"/>
      <w:lvlJc w:val="left"/>
      <w:lvlText w:val="·"/>
      <w:numFmt w:val="bullet"/>
      <w:pPr>
        <w:pBdr/>
        <w:spacing/>
        <w:ind w:hanging="360" w:left="2869"/>
      </w:pPr>
      <w:rPr>
        <w:rFonts w:ascii="Symbol" w:hAnsi="Symbol" w:cs="Symbol"/>
      </w:rPr>
      <w:start w:val="1"/>
      <w:suff w:val="tab"/>
    </w:lvl>
    <w:lvl w:ilvl="4">
      <w:isLgl w:val="false"/>
      <w:lvlJc w:val="left"/>
      <w:lvlText w:val="o"/>
      <w:numFmt w:val="bullet"/>
      <w:pPr>
        <w:pBdr/>
        <w:spacing/>
        <w:ind w:hanging="360" w:left="3589"/>
      </w:pPr>
      <w:rPr>
        <w:rFonts w:ascii="Courier New" w:hAnsi="Courier New" w:cs="Courier New"/>
      </w:rPr>
      <w:start w:val="1"/>
      <w:suff w:val="tab"/>
    </w:lvl>
    <w:lvl w:ilvl="5">
      <w:isLgl w:val="false"/>
      <w:lvlJc w:val="left"/>
      <w:lvlText w:val="§"/>
      <w:numFmt w:val="bullet"/>
      <w:pPr>
        <w:pBdr/>
        <w:spacing/>
        <w:ind w:hanging="360" w:left="4309"/>
      </w:pPr>
      <w:rPr>
        <w:rFonts w:ascii="Wingdings" w:hAnsi="Wingdings" w:cs="Wingdings"/>
      </w:rPr>
      <w:start w:val="1"/>
      <w:suff w:val="tab"/>
    </w:lvl>
    <w:lvl w:ilvl="6">
      <w:isLgl w:val="false"/>
      <w:lvlJc w:val="left"/>
      <w:lvlText w:val="·"/>
      <w:numFmt w:val="bullet"/>
      <w:pPr>
        <w:pBdr/>
        <w:spacing/>
        <w:ind w:hanging="360" w:left="5029"/>
      </w:pPr>
      <w:rPr>
        <w:rFonts w:ascii="Symbol" w:hAnsi="Symbol" w:cs="Symbol"/>
      </w:rPr>
      <w:start w:val="1"/>
      <w:suff w:val="tab"/>
    </w:lvl>
    <w:lvl w:ilvl="7">
      <w:isLgl w:val="false"/>
      <w:lvlJc w:val="left"/>
      <w:lvlText w:val="o"/>
      <w:numFmt w:val="bullet"/>
      <w:pPr>
        <w:pBdr/>
        <w:spacing/>
        <w:ind w:hanging="360" w:left="5748"/>
      </w:pPr>
      <w:rPr>
        <w:rFonts w:ascii="Courier New" w:hAnsi="Courier New" w:cs="Courier New"/>
      </w:rPr>
      <w:start w:val="1"/>
      <w:suff w:val="tab"/>
    </w:lvl>
    <w:lvl w:ilvl="8">
      <w:isLgl w:val="false"/>
      <w:lvlJc w:val="left"/>
      <w:lvlText w:val="§"/>
      <w:numFmt w:val="bullet"/>
      <w:pPr>
        <w:pBdr/>
        <w:spacing/>
        <w:ind w:hanging="360" w:left="6468"/>
      </w:pPr>
      <w:rPr>
        <w:rFonts w:ascii="Wingdings" w:hAnsi="Wingdings" w:cs="Wingdings"/>
      </w:rPr>
      <w:start w:val="1"/>
      <w:suff w:val="tab"/>
    </w:lvl>
  </w:abstractNum>
  <w:abstractNum w:abstractNumId="17">
    <w:lvl w:ilvl="0">
      <w:isLgl w:val="false"/>
      <w:lvlJc w:val="left"/>
      <w:lvlText w:val="Ø"/>
      <w:numFmt w:val="bullet"/>
      <w:pPr>
        <w:pBdr/>
        <w:spacing/>
        <w:ind w:hanging="360" w:left="709"/>
      </w:pPr>
      <w:rPr>
        <w:rFonts w:ascii="Wingdings" w:hAnsi="Wingdings" w:cs="Wingdings"/>
      </w:rPr>
      <w:start w:val="1"/>
      <w:suff w:val="tab"/>
    </w:lvl>
    <w:lvl w:ilvl="1">
      <w:isLgl w:val="false"/>
      <w:lvlJc w:val="left"/>
      <w:lvlText w:val="o"/>
      <w:numFmt w:val="bullet"/>
      <w:pPr>
        <w:pBdr/>
        <w:spacing/>
        <w:ind w:hanging="360" w:left="1429"/>
      </w:pPr>
      <w:rPr>
        <w:rFonts w:ascii="Courier New" w:hAnsi="Courier New" w:cs="Courier New"/>
      </w:rPr>
      <w:start w:val="1"/>
      <w:suff w:val="tab"/>
    </w:lvl>
    <w:lvl w:ilvl="2">
      <w:isLgl w:val="false"/>
      <w:lvlJc w:val="left"/>
      <w:lvlText w:val="§"/>
      <w:numFmt w:val="bullet"/>
      <w:pPr>
        <w:pBdr/>
        <w:spacing/>
        <w:ind w:hanging="360" w:left="2149"/>
      </w:pPr>
      <w:rPr>
        <w:rFonts w:ascii="Wingdings" w:hAnsi="Wingdings" w:cs="Wingdings"/>
      </w:rPr>
      <w:start w:val="1"/>
      <w:suff w:val="tab"/>
    </w:lvl>
    <w:lvl w:ilvl="3">
      <w:isLgl w:val="false"/>
      <w:lvlJc w:val="left"/>
      <w:lvlText w:val="·"/>
      <w:numFmt w:val="bullet"/>
      <w:pPr>
        <w:pBdr/>
        <w:spacing/>
        <w:ind w:hanging="360" w:left="2869"/>
      </w:pPr>
      <w:rPr>
        <w:rFonts w:ascii="Symbol" w:hAnsi="Symbol" w:cs="Symbol"/>
      </w:rPr>
      <w:start w:val="1"/>
      <w:suff w:val="tab"/>
    </w:lvl>
    <w:lvl w:ilvl="4">
      <w:isLgl w:val="false"/>
      <w:lvlJc w:val="left"/>
      <w:lvlText w:val="o"/>
      <w:numFmt w:val="bullet"/>
      <w:pPr>
        <w:pBdr/>
        <w:spacing/>
        <w:ind w:hanging="360" w:left="3589"/>
      </w:pPr>
      <w:rPr>
        <w:rFonts w:ascii="Courier New" w:hAnsi="Courier New" w:cs="Courier New"/>
      </w:rPr>
      <w:start w:val="1"/>
      <w:suff w:val="tab"/>
    </w:lvl>
    <w:lvl w:ilvl="5">
      <w:isLgl w:val="false"/>
      <w:lvlJc w:val="left"/>
      <w:lvlText w:val="§"/>
      <w:numFmt w:val="bullet"/>
      <w:pPr>
        <w:pBdr/>
        <w:spacing/>
        <w:ind w:hanging="360" w:left="4309"/>
      </w:pPr>
      <w:rPr>
        <w:rFonts w:ascii="Wingdings" w:hAnsi="Wingdings" w:cs="Wingdings"/>
      </w:rPr>
      <w:start w:val="1"/>
      <w:suff w:val="tab"/>
    </w:lvl>
    <w:lvl w:ilvl="6">
      <w:isLgl w:val="false"/>
      <w:lvlJc w:val="left"/>
      <w:lvlText w:val="·"/>
      <w:numFmt w:val="bullet"/>
      <w:pPr>
        <w:pBdr/>
        <w:spacing/>
        <w:ind w:hanging="360" w:left="5029"/>
      </w:pPr>
      <w:rPr>
        <w:rFonts w:ascii="Symbol" w:hAnsi="Symbol" w:cs="Symbol"/>
      </w:rPr>
      <w:start w:val="1"/>
      <w:suff w:val="tab"/>
    </w:lvl>
    <w:lvl w:ilvl="7">
      <w:isLgl w:val="false"/>
      <w:lvlJc w:val="left"/>
      <w:lvlText w:val="o"/>
      <w:numFmt w:val="bullet"/>
      <w:pPr>
        <w:pBdr/>
        <w:spacing/>
        <w:ind w:hanging="360" w:left="5748"/>
      </w:pPr>
      <w:rPr>
        <w:rFonts w:ascii="Courier New" w:hAnsi="Courier New" w:cs="Courier New"/>
      </w:rPr>
      <w:start w:val="1"/>
      <w:suff w:val="tab"/>
    </w:lvl>
    <w:lvl w:ilvl="8">
      <w:isLgl w:val="false"/>
      <w:lvlJc w:val="left"/>
      <w:lvlText w:val="§"/>
      <w:numFmt w:val="bullet"/>
      <w:pPr>
        <w:pBdr/>
        <w:spacing/>
        <w:ind w:hanging="360" w:left="6468"/>
      </w:pPr>
      <w:rPr>
        <w:rFonts w:ascii="Wingdings" w:hAnsi="Wingdings" w:cs="Wingdings"/>
      </w:rPr>
      <w:start w:val="1"/>
      <w:suff w:val="tab"/>
    </w:lvl>
  </w:abstractNum>
  <w:abstractNum w:abstractNumId="18">
    <w:lvl w:ilvl="0">
      <w:isLgl w:val="false"/>
      <w:lvlJc w:val="left"/>
      <w:lvlText w:val="%1."/>
      <w:numFmt w:val="decimal"/>
      <w:pPr>
        <w:pBdr/>
        <w:spacing/>
        <w:ind w:hanging="360" w:left="36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9">
    <w:lvl w:ilvl="0">
      <w:isLgl w:val="false"/>
      <w:lvlJc w:val="left"/>
      <w:lvlText w:val="%1."/>
      <w:numFmt w:val="decimal"/>
      <w:pPr>
        <w:pBdr/>
        <w:spacing/>
        <w:ind w:hanging="360" w:left="36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0">
    <w:lvl w:ilvl="0">
      <w:isLgl w:val="false"/>
      <w:lvlJc w:val="left"/>
      <w:lvlText w:val="Ø"/>
      <w:numFmt w:val="bullet"/>
      <w:pPr>
        <w:pBdr/>
        <w:spacing/>
        <w:ind w:hanging="360" w:left="709"/>
      </w:pPr>
      <w:rPr>
        <w:rFonts w:ascii="Wingdings" w:hAnsi="Wingdings" w:eastAsia="Wingdings" w:cs="Wingdings"/>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21">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2">
    <w:lvl w:ilvl="0">
      <w:isLgl w:val="false"/>
      <w:lvlJc w:val="left"/>
      <w:lvlText w:val="Ø"/>
      <w:numFmt w:val="bullet"/>
      <w:pPr>
        <w:pBdr/>
        <w:spacing/>
        <w:ind w:hanging="360" w:left="720"/>
      </w:pPr>
      <w:rPr>
        <w:rFonts w:ascii="Wingdings" w:hAnsi="Wingdings" w:eastAsia="Wingdings" w:cs="Wingdings"/>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3">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24">
    <w:lvl w:ilvl="0">
      <w:isLgl w:val="false"/>
      <w:lvlJc w:val="left"/>
      <w:lvlText w:val="%1."/>
      <w:numFmt w:val="decimal"/>
      <w:pPr>
        <w:pBdr/>
        <w:tabs>
          <w:tab w:val="num" w:leader="none" w:pos="0"/>
        </w:tabs>
        <w:spacing/>
        <w:ind w:hanging="360" w:left="360"/>
      </w:pPr>
      <w:rPr/>
      <w:start w:val="1"/>
      <w:suff w:val="tab"/>
    </w:lvl>
    <w:lvl w:ilvl="1">
      <w:isLgl w:val="false"/>
      <w:lvlJc w:val="left"/>
      <w:lvlText w:val="%2."/>
      <w:numFmt w:val="lowerLetter"/>
      <w:pPr>
        <w:pBdr/>
        <w:tabs>
          <w:tab w:val="num" w:leader="none" w:pos="0"/>
        </w:tabs>
        <w:spacing/>
        <w:ind w:hanging="360" w:left="1440"/>
      </w:pPr>
      <w:rPr/>
      <w:start w:val="1"/>
      <w:suff w:val="tab"/>
    </w:lvl>
    <w:lvl w:ilvl="2">
      <w:isLgl w:val="false"/>
      <w:lvlJc w:val="right"/>
      <w:lvlText w:val="%3."/>
      <w:numFmt w:val="lowerRoman"/>
      <w:pPr>
        <w:pBdr/>
        <w:tabs>
          <w:tab w:val="num" w:leader="none" w:pos="0"/>
        </w:tabs>
        <w:spacing/>
        <w:ind w:hanging="180" w:left="2160"/>
      </w:pPr>
      <w:rPr/>
      <w:start w:val="1"/>
      <w:suff w:val="tab"/>
    </w:lvl>
    <w:lvl w:ilvl="3">
      <w:isLgl w:val="false"/>
      <w:lvlJc w:val="left"/>
      <w:lvlText w:val="%4."/>
      <w:numFmt w:val="decimal"/>
      <w:pPr>
        <w:pBdr/>
        <w:tabs>
          <w:tab w:val="num" w:leader="none" w:pos="0"/>
        </w:tabs>
        <w:spacing/>
        <w:ind w:hanging="360" w:left="2880"/>
      </w:pPr>
      <w:rPr/>
      <w:start w:val="1"/>
      <w:suff w:val="tab"/>
    </w:lvl>
    <w:lvl w:ilvl="4">
      <w:isLgl w:val="false"/>
      <w:lvlJc w:val="left"/>
      <w:lvlText w:val="%5."/>
      <w:numFmt w:val="lowerLetter"/>
      <w:pPr>
        <w:pBdr/>
        <w:tabs>
          <w:tab w:val="num" w:leader="none" w:pos="0"/>
        </w:tabs>
        <w:spacing/>
        <w:ind w:hanging="360" w:left="3600"/>
      </w:pPr>
      <w:rPr/>
      <w:start w:val="1"/>
      <w:suff w:val="tab"/>
    </w:lvl>
    <w:lvl w:ilvl="5">
      <w:isLgl w:val="false"/>
      <w:lvlJc w:val="right"/>
      <w:lvlText w:val="%6."/>
      <w:numFmt w:val="lowerRoman"/>
      <w:pPr>
        <w:pBdr/>
        <w:tabs>
          <w:tab w:val="num" w:leader="none" w:pos="0"/>
        </w:tabs>
        <w:spacing/>
        <w:ind w:hanging="180" w:left="4320"/>
      </w:pPr>
      <w:rPr/>
      <w:start w:val="1"/>
      <w:suff w:val="tab"/>
    </w:lvl>
    <w:lvl w:ilvl="6">
      <w:isLgl w:val="false"/>
      <w:lvlJc w:val="left"/>
      <w:lvlText w:val="%7."/>
      <w:numFmt w:val="decimal"/>
      <w:pPr>
        <w:pBdr/>
        <w:tabs>
          <w:tab w:val="num" w:leader="none" w:pos="0"/>
        </w:tabs>
        <w:spacing/>
        <w:ind w:hanging="360" w:left="5040"/>
      </w:pPr>
      <w:rPr/>
      <w:start w:val="1"/>
      <w:suff w:val="tab"/>
    </w:lvl>
    <w:lvl w:ilvl="7">
      <w:isLgl w:val="false"/>
      <w:lvlJc w:val="left"/>
      <w:lvlText w:val="%8."/>
      <w:numFmt w:val="lowerLetter"/>
      <w:pPr>
        <w:pBdr/>
        <w:tabs>
          <w:tab w:val="num" w:leader="none" w:pos="0"/>
        </w:tabs>
        <w:spacing/>
        <w:ind w:hanging="360" w:left="5760"/>
      </w:pPr>
      <w:rPr/>
      <w:start w:val="1"/>
      <w:suff w:val="tab"/>
    </w:lvl>
    <w:lvl w:ilvl="8">
      <w:isLgl w:val="false"/>
      <w:lvlJc w:val="right"/>
      <w:lvlText w:val="%9."/>
      <w:numFmt w:val="lowerRoman"/>
      <w:pPr>
        <w:pBdr/>
        <w:tabs>
          <w:tab w:val="num" w:leader="none" w:pos="0"/>
        </w:tabs>
        <w:spacing/>
        <w:ind w:hanging="180" w:left="6480"/>
      </w:pPr>
      <w:rPr/>
      <w:start w:val="1"/>
      <w:suff w:val="tab"/>
    </w:lvl>
  </w:abstractNum>
  <w:abstractNum w:abstractNumId="25">
    <w:lvl w:ilvl="0">
      <w:isLgl w:val="false"/>
      <w:lvlJc w:val="left"/>
      <w:lvlText w:val="%1."/>
      <w:numFmt w:val="decimal"/>
      <w:pPr>
        <w:pBdr/>
        <w:tabs>
          <w:tab w:val="num" w:leader="none" w:pos="0"/>
        </w:tabs>
        <w:spacing/>
        <w:ind w:hanging="360" w:left="360"/>
      </w:pPr>
      <w:rPr/>
      <w:start w:val="1"/>
      <w:suff w:val="tab"/>
    </w:lvl>
    <w:lvl w:ilvl="1">
      <w:isLgl w:val="false"/>
      <w:lvlJc w:val="left"/>
      <w:lvlText w:val="%2."/>
      <w:numFmt w:val="lowerLetter"/>
      <w:pPr>
        <w:pBdr/>
        <w:tabs>
          <w:tab w:val="num" w:leader="none" w:pos="0"/>
        </w:tabs>
        <w:spacing/>
        <w:ind w:hanging="360" w:left="1440"/>
      </w:pPr>
      <w:rPr/>
      <w:start w:val="1"/>
      <w:suff w:val="tab"/>
    </w:lvl>
    <w:lvl w:ilvl="2">
      <w:isLgl w:val="false"/>
      <w:lvlJc w:val="right"/>
      <w:lvlText w:val="%3."/>
      <w:numFmt w:val="lowerRoman"/>
      <w:pPr>
        <w:pBdr/>
        <w:tabs>
          <w:tab w:val="num" w:leader="none" w:pos="0"/>
        </w:tabs>
        <w:spacing/>
        <w:ind w:hanging="180" w:left="2160"/>
      </w:pPr>
      <w:rPr/>
      <w:start w:val="1"/>
      <w:suff w:val="tab"/>
    </w:lvl>
    <w:lvl w:ilvl="3">
      <w:isLgl w:val="false"/>
      <w:lvlJc w:val="left"/>
      <w:lvlText w:val="%4."/>
      <w:numFmt w:val="decimal"/>
      <w:pPr>
        <w:pBdr/>
        <w:tabs>
          <w:tab w:val="num" w:leader="none" w:pos="0"/>
        </w:tabs>
        <w:spacing/>
        <w:ind w:hanging="360" w:left="2880"/>
      </w:pPr>
      <w:rPr/>
      <w:start w:val="1"/>
      <w:suff w:val="tab"/>
    </w:lvl>
    <w:lvl w:ilvl="4">
      <w:isLgl w:val="false"/>
      <w:lvlJc w:val="left"/>
      <w:lvlText w:val="%5."/>
      <w:numFmt w:val="lowerLetter"/>
      <w:pPr>
        <w:pBdr/>
        <w:tabs>
          <w:tab w:val="num" w:leader="none" w:pos="0"/>
        </w:tabs>
        <w:spacing/>
        <w:ind w:hanging="360" w:left="3600"/>
      </w:pPr>
      <w:rPr/>
      <w:start w:val="1"/>
      <w:suff w:val="tab"/>
    </w:lvl>
    <w:lvl w:ilvl="5">
      <w:isLgl w:val="false"/>
      <w:lvlJc w:val="right"/>
      <w:lvlText w:val="%6."/>
      <w:numFmt w:val="lowerRoman"/>
      <w:pPr>
        <w:pBdr/>
        <w:tabs>
          <w:tab w:val="num" w:leader="none" w:pos="0"/>
        </w:tabs>
        <w:spacing/>
        <w:ind w:hanging="180" w:left="4320"/>
      </w:pPr>
      <w:rPr/>
      <w:start w:val="1"/>
      <w:suff w:val="tab"/>
    </w:lvl>
    <w:lvl w:ilvl="6">
      <w:isLgl w:val="false"/>
      <w:lvlJc w:val="left"/>
      <w:lvlText w:val="%7."/>
      <w:numFmt w:val="decimal"/>
      <w:pPr>
        <w:pBdr/>
        <w:tabs>
          <w:tab w:val="num" w:leader="none" w:pos="0"/>
        </w:tabs>
        <w:spacing/>
        <w:ind w:hanging="360" w:left="5040"/>
      </w:pPr>
      <w:rPr/>
      <w:start w:val="1"/>
      <w:suff w:val="tab"/>
    </w:lvl>
    <w:lvl w:ilvl="7">
      <w:isLgl w:val="false"/>
      <w:lvlJc w:val="left"/>
      <w:lvlText w:val="%8."/>
      <w:numFmt w:val="lowerLetter"/>
      <w:pPr>
        <w:pBdr/>
        <w:tabs>
          <w:tab w:val="num" w:leader="none" w:pos="0"/>
        </w:tabs>
        <w:spacing/>
        <w:ind w:hanging="360" w:left="5760"/>
      </w:pPr>
      <w:rPr/>
      <w:start w:val="1"/>
      <w:suff w:val="tab"/>
    </w:lvl>
    <w:lvl w:ilvl="8">
      <w:isLgl w:val="false"/>
      <w:lvlJc w:val="right"/>
      <w:lvlText w:val="%9."/>
      <w:numFmt w:val="lowerRoman"/>
      <w:pPr>
        <w:pBdr/>
        <w:tabs>
          <w:tab w:val="num" w:leader="none" w:pos="0"/>
        </w:tabs>
        <w:spacing/>
        <w:ind w:hanging="180" w:left="6480"/>
      </w:pPr>
      <w:rPr/>
      <w:start w:val="1"/>
      <w:suff w:val="tab"/>
    </w:lvl>
  </w:abstractNum>
  <w:abstractNum w:abstractNumId="26">
    <w:lvl w:ilvl="0">
      <w:isLgl w:val="false"/>
      <w:lvlJc w:val="left"/>
      <w:lvlText w:val="%1."/>
      <w:numFmt w:val="decimal"/>
      <w:pPr>
        <w:pBdr/>
        <w:tabs>
          <w:tab w:val="num" w:leader="none" w:pos="0"/>
        </w:tabs>
        <w:spacing/>
        <w:ind w:hanging="360" w:left="360"/>
      </w:pPr>
      <w:rPr/>
      <w:start w:val="1"/>
      <w:suff w:val="tab"/>
    </w:lvl>
    <w:lvl w:ilvl="1">
      <w:isLgl w:val="false"/>
      <w:lvlJc w:val="left"/>
      <w:lvlText w:val="%2."/>
      <w:numFmt w:val="lowerLetter"/>
      <w:pPr>
        <w:pBdr/>
        <w:tabs>
          <w:tab w:val="num" w:leader="none" w:pos="0"/>
        </w:tabs>
        <w:spacing/>
        <w:ind w:hanging="360" w:left="1440"/>
      </w:pPr>
      <w:rPr/>
      <w:start w:val="1"/>
      <w:suff w:val="tab"/>
    </w:lvl>
    <w:lvl w:ilvl="2">
      <w:isLgl w:val="false"/>
      <w:lvlJc w:val="right"/>
      <w:lvlText w:val="%3."/>
      <w:numFmt w:val="lowerRoman"/>
      <w:pPr>
        <w:pBdr/>
        <w:tabs>
          <w:tab w:val="num" w:leader="none" w:pos="0"/>
        </w:tabs>
        <w:spacing/>
        <w:ind w:hanging="180" w:left="2160"/>
      </w:pPr>
      <w:rPr/>
      <w:start w:val="1"/>
      <w:suff w:val="tab"/>
    </w:lvl>
    <w:lvl w:ilvl="3">
      <w:isLgl w:val="false"/>
      <w:lvlJc w:val="left"/>
      <w:lvlText w:val="%4."/>
      <w:numFmt w:val="decimal"/>
      <w:pPr>
        <w:pBdr/>
        <w:tabs>
          <w:tab w:val="num" w:leader="none" w:pos="0"/>
        </w:tabs>
        <w:spacing/>
        <w:ind w:hanging="360" w:left="2880"/>
      </w:pPr>
      <w:rPr/>
      <w:start w:val="1"/>
      <w:suff w:val="tab"/>
    </w:lvl>
    <w:lvl w:ilvl="4">
      <w:isLgl w:val="false"/>
      <w:lvlJc w:val="left"/>
      <w:lvlText w:val="%5."/>
      <w:numFmt w:val="lowerLetter"/>
      <w:pPr>
        <w:pBdr/>
        <w:tabs>
          <w:tab w:val="num" w:leader="none" w:pos="0"/>
        </w:tabs>
        <w:spacing/>
        <w:ind w:hanging="360" w:left="3600"/>
      </w:pPr>
      <w:rPr/>
      <w:start w:val="1"/>
      <w:suff w:val="tab"/>
    </w:lvl>
    <w:lvl w:ilvl="5">
      <w:isLgl w:val="false"/>
      <w:lvlJc w:val="right"/>
      <w:lvlText w:val="%6."/>
      <w:numFmt w:val="lowerRoman"/>
      <w:pPr>
        <w:pBdr/>
        <w:tabs>
          <w:tab w:val="num" w:leader="none" w:pos="0"/>
        </w:tabs>
        <w:spacing/>
        <w:ind w:hanging="180" w:left="4320"/>
      </w:pPr>
      <w:rPr/>
      <w:start w:val="1"/>
      <w:suff w:val="tab"/>
    </w:lvl>
    <w:lvl w:ilvl="6">
      <w:isLgl w:val="false"/>
      <w:lvlJc w:val="left"/>
      <w:lvlText w:val="%7."/>
      <w:numFmt w:val="decimal"/>
      <w:pPr>
        <w:pBdr/>
        <w:tabs>
          <w:tab w:val="num" w:leader="none" w:pos="0"/>
        </w:tabs>
        <w:spacing/>
        <w:ind w:hanging="360" w:left="5040"/>
      </w:pPr>
      <w:rPr/>
      <w:start w:val="1"/>
      <w:suff w:val="tab"/>
    </w:lvl>
    <w:lvl w:ilvl="7">
      <w:isLgl w:val="false"/>
      <w:lvlJc w:val="left"/>
      <w:lvlText w:val="%8."/>
      <w:numFmt w:val="lowerLetter"/>
      <w:pPr>
        <w:pBdr/>
        <w:tabs>
          <w:tab w:val="num" w:leader="none" w:pos="0"/>
        </w:tabs>
        <w:spacing/>
        <w:ind w:hanging="360" w:left="5760"/>
      </w:pPr>
      <w:rPr/>
      <w:start w:val="1"/>
      <w:suff w:val="tab"/>
    </w:lvl>
    <w:lvl w:ilvl="8">
      <w:isLgl w:val="false"/>
      <w:lvlJc w:val="right"/>
      <w:lvlText w:val="%9."/>
      <w:numFmt w:val="lowerRoman"/>
      <w:pPr>
        <w:pBdr/>
        <w:tabs>
          <w:tab w:val="num" w:leader="none" w:pos="0"/>
        </w:tabs>
        <w:spacing/>
        <w:ind w:hanging="180" w:left="6480"/>
      </w:pPr>
      <w:rPr/>
      <w:start w:val="1"/>
      <w:suff w:val="tab"/>
    </w:lvl>
  </w:abstractNum>
  <w:abstractNum w:abstractNumId="27">
    <w:lvl w:ilvl="0">
      <w:isLgl w:val="false"/>
      <w:lvlJc w:val="left"/>
      <w:lvlText w:val=""/>
      <w:numFmt w:val="bullet"/>
      <w:pPr>
        <w:pBdr/>
        <w:tabs>
          <w:tab w:val="num" w:leader="none" w:pos="0"/>
        </w:tabs>
        <w:spacing/>
        <w:ind w:hanging="360" w:left="720"/>
      </w:pPr>
      <w:rPr>
        <w:rFonts w:hint="default" w:ascii="Symbol" w:hAnsi="Symbol" w:cs="Symbol"/>
      </w:rPr>
      <w:start w:val="1"/>
      <w:suff w:val="tab"/>
    </w:lvl>
    <w:lvl w:ilvl="1">
      <w:isLgl w:val="false"/>
      <w:lvlJc w:val="left"/>
      <w:lvlText w:val="%2."/>
      <w:numFmt w:val="lowerLetter"/>
      <w:pPr>
        <w:pBdr/>
        <w:tabs>
          <w:tab w:val="num" w:leader="none" w:pos="0"/>
        </w:tabs>
        <w:spacing/>
        <w:ind w:hanging="360" w:left="1440"/>
      </w:pPr>
      <w:rPr/>
      <w:start w:val="1"/>
      <w:suff w:val="tab"/>
    </w:lvl>
    <w:lvl w:ilvl="2">
      <w:isLgl w:val="false"/>
      <w:lvlJc w:val="right"/>
      <w:lvlText w:val="%3."/>
      <w:numFmt w:val="lowerRoman"/>
      <w:pPr>
        <w:pBdr/>
        <w:tabs>
          <w:tab w:val="num" w:leader="none" w:pos="0"/>
        </w:tabs>
        <w:spacing/>
        <w:ind w:hanging="180" w:left="2160"/>
      </w:pPr>
      <w:rPr/>
      <w:start w:val="1"/>
      <w:suff w:val="tab"/>
    </w:lvl>
    <w:lvl w:ilvl="3">
      <w:isLgl w:val="false"/>
      <w:lvlJc w:val="left"/>
      <w:lvlText w:val="%4."/>
      <w:numFmt w:val="decimal"/>
      <w:pPr>
        <w:pBdr/>
        <w:tabs>
          <w:tab w:val="num" w:leader="none" w:pos="0"/>
        </w:tabs>
        <w:spacing/>
        <w:ind w:hanging="360" w:left="2880"/>
      </w:pPr>
      <w:rPr/>
      <w:start w:val="1"/>
      <w:suff w:val="tab"/>
    </w:lvl>
    <w:lvl w:ilvl="4">
      <w:isLgl w:val="false"/>
      <w:lvlJc w:val="left"/>
      <w:lvlText w:val="%5."/>
      <w:numFmt w:val="lowerLetter"/>
      <w:pPr>
        <w:pBdr/>
        <w:tabs>
          <w:tab w:val="num" w:leader="none" w:pos="0"/>
        </w:tabs>
        <w:spacing/>
        <w:ind w:hanging="360" w:left="3600"/>
      </w:pPr>
      <w:rPr/>
      <w:start w:val="1"/>
      <w:suff w:val="tab"/>
    </w:lvl>
    <w:lvl w:ilvl="5">
      <w:isLgl w:val="false"/>
      <w:lvlJc w:val="right"/>
      <w:lvlText w:val="%6."/>
      <w:numFmt w:val="lowerRoman"/>
      <w:pPr>
        <w:pBdr/>
        <w:tabs>
          <w:tab w:val="num" w:leader="none" w:pos="0"/>
        </w:tabs>
        <w:spacing/>
        <w:ind w:hanging="180" w:left="4320"/>
      </w:pPr>
      <w:rPr/>
      <w:start w:val="1"/>
      <w:suff w:val="tab"/>
    </w:lvl>
    <w:lvl w:ilvl="6">
      <w:isLgl w:val="false"/>
      <w:lvlJc w:val="left"/>
      <w:lvlText w:val="%7."/>
      <w:numFmt w:val="decimal"/>
      <w:pPr>
        <w:pBdr/>
        <w:tabs>
          <w:tab w:val="num" w:leader="none" w:pos="0"/>
        </w:tabs>
        <w:spacing/>
        <w:ind w:hanging="360" w:left="5040"/>
      </w:pPr>
      <w:rPr/>
      <w:start w:val="1"/>
      <w:suff w:val="tab"/>
    </w:lvl>
    <w:lvl w:ilvl="7">
      <w:isLgl w:val="false"/>
      <w:lvlJc w:val="left"/>
      <w:lvlText w:val="%8."/>
      <w:numFmt w:val="lowerLetter"/>
      <w:pPr>
        <w:pBdr/>
        <w:tabs>
          <w:tab w:val="num" w:leader="none" w:pos="0"/>
        </w:tabs>
        <w:spacing/>
        <w:ind w:hanging="360" w:left="5760"/>
      </w:pPr>
      <w:rPr/>
      <w:start w:val="1"/>
      <w:suff w:val="tab"/>
    </w:lvl>
    <w:lvl w:ilvl="8">
      <w:isLgl w:val="false"/>
      <w:lvlJc w:val="right"/>
      <w:lvlText w:val="%9."/>
      <w:numFmt w:val="lowerRoman"/>
      <w:pPr>
        <w:pBdr/>
        <w:tabs>
          <w:tab w:val="num" w:leader="none" w:pos="0"/>
        </w:tabs>
        <w:spacing/>
        <w:ind w:hanging="180" w:left="6480"/>
      </w:pPr>
      <w:rPr/>
      <w:start w:val="1"/>
      <w:suff w:val="tab"/>
    </w:lvl>
  </w:abstractNum>
  <w:abstractNum w:abstractNumId="28">
    <w:lvl w:ilvl="0">
      <w:isLgl w:val="false"/>
      <w:lvlJc w:val="left"/>
      <w:lvlText w:val="-"/>
      <w:numFmt w:val="bullet"/>
      <w:pPr>
        <w:pBdr/>
        <w:tabs>
          <w:tab w:val="num" w:leader="none" w:pos="720"/>
        </w:tabs>
        <w:spacing/>
        <w:ind w:hanging="360" w:left="720"/>
      </w:pPr>
      <w:rPr>
        <w:rFonts w:hint="default" w:ascii="Antique Olv (W1)" w:hAnsi="Antique Olv (W1)" w:cs="Antique Olv (W1)"/>
      </w:rPr>
      <w:start w:val="1"/>
      <w:suff w:val="tab"/>
    </w:lvl>
    <w:lvl w:ilvl="1">
      <w:isLgl w:val="false"/>
      <w:lvlJc w:val="left"/>
      <w:lvlText w:val="o"/>
      <w:numFmt w:val="bullet"/>
      <w:pPr>
        <w:pBdr/>
        <w:tabs>
          <w:tab w:val="num" w:leader="none" w:pos="144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2880"/>
        </w:tabs>
        <w:spacing/>
        <w:ind w:hanging="360" w:left="2880"/>
      </w:pPr>
      <w:rPr>
        <w:rFonts w:hint="default" w:ascii="Symbol" w:hAnsi="Symbol" w:cs="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5040"/>
        </w:tabs>
        <w:spacing/>
        <w:ind w:hanging="360" w:left="5040"/>
      </w:pPr>
      <w:rPr>
        <w:rFonts w:hint="default" w:ascii="Symbol" w:hAnsi="Symbol" w:cs="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cs="Wingdings"/>
      </w:rPr>
      <w:start w:val="1"/>
      <w:suff w:val="tab"/>
    </w:lvl>
  </w:abstractNum>
  <w:num w:numId="1">
    <w:abstractNumId w:val="4"/>
  </w:num>
  <w:num w:numId="2">
    <w:abstractNumId w:val="6"/>
  </w:num>
  <w:num w:numId="3">
    <w:abstractNumId w:val="3"/>
  </w:num>
  <w:num w:numId="4">
    <w:abstractNumId w:val="8"/>
  </w:num>
  <w:num w:numId="5">
    <w:abstractNumId w:val="2"/>
  </w:num>
  <w:num w:numId="6">
    <w:abstractNumId w:val="11"/>
  </w:num>
  <w:num w:numId="7">
    <w:abstractNumId w:val="0"/>
  </w:num>
  <w:num w:numId="8">
    <w:abstractNumId w:val="5"/>
  </w:num>
  <w:num w:numId="9">
    <w:abstractNumId w:val="13"/>
  </w:num>
  <w:num w:numId="10">
    <w:abstractNumId w:val="10"/>
  </w:num>
  <w:num w:numId="11">
    <w:abstractNumId w:val="7"/>
  </w:num>
  <w:num w:numId="12">
    <w:abstractNumId w:val="1"/>
  </w:num>
  <w:num w:numId="13">
    <w:abstractNumId w:val="9"/>
  </w:num>
  <w:num w:numId="14">
    <w:abstractNumId w:val="12"/>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color w:val="595959" w:themeColor="text1" w:themeTint="A6"/>
        <w:sz w:val="24"/>
        <w:szCs w:val="24"/>
        <w:lang w:val="fr-FR" w:eastAsia="en-US" w:bidi="ar-SA"/>
      </w:rPr>
    </w:rPrDefault>
    <w:pPrDefault>
      <w:pPr>
        <w:pBdr/>
        <w:spacing w:after="120" w:afterAutospacing="0" w:before="120" w:beforeAutospacing="0" w:line="288"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865">
    <w:name w:val="Intense Reference"/>
    <w:basedOn w:val="1037"/>
    <w:uiPriority w:val="32"/>
    <w:qFormat/>
    <w:pPr>
      <w:pBdr/>
      <w:spacing/>
      <w:ind/>
    </w:pPr>
    <w:rPr>
      <w:b/>
      <w:bCs/>
      <w:smallCaps/>
      <w:color w:val="0f4761" w:themeColor="accent1" w:themeShade="BF"/>
      <w:spacing w:val="5"/>
    </w:rPr>
  </w:style>
  <w:style w:type="character" w:styleId="866">
    <w:name w:val="Subtle Reference"/>
    <w:basedOn w:val="1037"/>
    <w:uiPriority w:val="31"/>
    <w:qFormat/>
    <w:pPr>
      <w:pBdr/>
      <w:spacing/>
      <w:ind/>
    </w:pPr>
    <w:rPr>
      <w:smallCaps/>
      <w:color w:val="5a5a5a" w:themeColor="text1" w:themeTint="A5"/>
    </w:rPr>
  </w:style>
  <w:style w:type="character" w:styleId="867">
    <w:name w:val="Book Title"/>
    <w:basedOn w:val="1037"/>
    <w:uiPriority w:val="33"/>
    <w:qFormat/>
    <w:pPr>
      <w:pBdr/>
      <w:spacing/>
      <w:ind/>
    </w:pPr>
    <w:rPr>
      <w:b/>
      <w:bCs/>
      <w:i/>
      <w:iCs/>
      <w:spacing w:val="5"/>
    </w:rPr>
  </w:style>
  <w:style w:type="character" w:styleId="868">
    <w:name w:val="FollowedHyperlink"/>
    <w:basedOn w:val="1037"/>
    <w:uiPriority w:val="99"/>
    <w:semiHidden/>
    <w:unhideWhenUsed/>
    <w:pPr>
      <w:pBdr/>
      <w:spacing/>
      <w:ind/>
    </w:pPr>
    <w:rPr>
      <w:color w:val="954f72" w:themeColor="followedHyperlink"/>
      <w:u w:val="single"/>
    </w:rPr>
  </w:style>
  <w:style w:type="character" w:styleId="869">
    <w:name w:val="Heading 1 Char"/>
    <w:basedOn w:val="1037"/>
    <w:link w:val="1033"/>
    <w:uiPriority w:val="9"/>
    <w:pPr>
      <w:pBdr/>
      <w:spacing/>
      <w:ind/>
    </w:pPr>
    <w:rPr>
      <w:rFonts w:ascii="Arial" w:hAnsi="Arial" w:eastAsia="Arial" w:cs="Arial"/>
      <w:sz w:val="40"/>
      <w:szCs w:val="40"/>
    </w:rPr>
  </w:style>
  <w:style w:type="character" w:styleId="870">
    <w:name w:val="Heading 2 Char"/>
    <w:basedOn w:val="1037"/>
    <w:link w:val="1034"/>
    <w:uiPriority w:val="9"/>
    <w:pPr>
      <w:pBdr/>
      <w:spacing/>
      <w:ind/>
    </w:pPr>
    <w:rPr>
      <w:rFonts w:ascii="Arial" w:hAnsi="Arial" w:eastAsia="Arial" w:cs="Arial"/>
      <w:sz w:val="34"/>
    </w:rPr>
  </w:style>
  <w:style w:type="character" w:styleId="871">
    <w:name w:val="Heading 3 Char"/>
    <w:basedOn w:val="1037"/>
    <w:link w:val="1035"/>
    <w:uiPriority w:val="9"/>
    <w:pPr>
      <w:pBdr/>
      <w:spacing/>
      <w:ind/>
    </w:pPr>
    <w:rPr>
      <w:rFonts w:ascii="Arial" w:hAnsi="Arial" w:eastAsia="Arial" w:cs="Arial"/>
      <w:sz w:val="30"/>
      <w:szCs w:val="30"/>
    </w:rPr>
  </w:style>
  <w:style w:type="character" w:styleId="872">
    <w:name w:val="Heading 4 Char"/>
    <w:basedOn w:val="1037"/>
    <w:link w:val="1036"/>
    <w:uiPriority w:val="9"/>
    <w:pPr>
      <w:pBdr/>
      <w:spacing/>
      <w:ind/>
    </w:pPr>
    <w:rPr>
      <w:rFonts w:ascii="Arial" w:hAnsi="Arial" w:eastAsia="Arial" w:cs="Arial"/>
      <w:b/>
      <w:bCs/>
      <w:sz w:val="26"/>
      <w:szCs w:val="26"/>
    </w:rPr>
  </w:style>
  <w:style w:type="paragraph" w:styleId="873">
    <w:name w:val="Heading 5"/>
    <w:basedOn w:val="1032"/>
    <w:next w:val="1032"/>
    <w:link w:val="874"/>
    <w:uiPriority w:val="9"/>
    <w:unhideWhenUsed/>
    <w:qFormat/>
    <w:pPr>
      <w:keepNext w:val="true"/>
      <w:keepLines w:val="true"/>
      <w:pBdr/>
      <w:spacing w:after="200" w:before="320"/>
      <w:ind/>
      <w:outlineLvl w:val="4"/>
    </w:pPr>
    <w:rPr>
      <w:rFonts w:ascii="Arial" w:hAnsi="Arial" w:eastAsia="Arial" w:cs="Arial"/>
      <w:b/>
      <w:bCs/>
      <w:sz w:val="24"/>
      <w:szCs w:val="24"/>
    </w:rPr>
  </w:style>
  <w:style w:type="character" w:styleId="874">
    <w:name w:val="Heading 5 Char"/>
    <w:basedOn w:val="1037"/>
    <w:link w:val="873"/>
    <w:uiPriority w:val="9"/>
    <w:pPr>
      <w:pBdr/>
      <w:spacing/>
      <w:ind/>
    </w:pPr>
    <w:rPr>
      <w:rFonts w:ascii="Arial" w:hAnsi="Arial" w:eastAsia="Arial" w:cs="Arial"/>
      <w:b/>
      <w:bCs/>
      <w:sz w:val="24"/>
      <w:szCs w:val="24"/>
    </w:rPr>
  </w:style>
  <w:style w:type="paragraph" w:styleId="875">
    <w:name w:val="Heading 6"/>
    <w:basedOn w:val="1032"/>
    <w:next w:val="1032"/>
    <w:link w:val="876"/>
    <w:uiPriority w:val="9"/>
    <w:unhideWhenUsed/>
    <w:qFormat/>
    <w:pPr>
      <w:keepNext w:val="true"/>
      <w:keepLines w:val="true"/>
      <w:pBdr/>
      <w:spacing w:after="200" w:before="320"/>
      <w:ind/>
      <w:outlineLvl w:val="5"/>
    </w:pPr>
    <w:rPr>
      <w:rFonts w:ascii="Arial" w:hAnsi="Arial" w:eastAsia="Arial" w:cs="Arial"/>
      <w:b/>
      <w:bCs/>
      <w:sz w:val="22"/>
      <w:szCs w:val="22"/>
    </w:rPr>
  </w:style>
  <w:style w:type="character" w:styleId="876">
    <w:name w:val="Heading 6 Char"/>
    <w:basedOn w:val="1037"/>
    <w:link w:val="875"/>
    <w:uiPriority w:val="9"/>
    <w:pPr>
      <w:pBdr/>
      <w:spacing/>
      <w:ind/>
    </w:pPr>
    <w:rPr>
      <w:rFonts w:ascii="Arial" w:hAnsi="Arial" w:eastAsia="Arial" w:cs="Arial"/>
      <w:b/>
      <w:bCs/>
      <w:sz w:val="22"/>
      <w:szCs w:val="22"/>
    </w:rPr>
  </w:style>
  <w:style w:type="paragraph" w:styleId="877">
    <w:name w:val="Heading 7"/>
    <w:basedOn w:val="1032"/>
    <w:next w:val="1032"/>
    <w:link w:val="878"/>
    <w:uiPriority w:val="9"/>
    <w:unhideWhenUsed/>
    <w:qFormat/>
    <w:pPr>
      <w:keepNext w:val="true"/>
      <w:keepLines w:val="true"/>
      <w:pBdr/>
      <w:spacing w:after="200" w:before="320"/>
      <w:ind/>
      <w:outlineLvl w:val="6"/>
    </w:pPr>
    <w:rPr>
      <w:rFonts w:ascii="Arial" w:hAnsi="Arial" w:eastAsia="Arial" w:cs="Arial"/>
      <w:b/>
      <w:bCs/>
      <w:i/>
      <w:iCs/>
      <w:sz w:val="22"/>
      <w:szCs w:val="22"/>
    </w:rPr>
  </w:style>
  <w:style w:type="character" w:styleId="878">
    <w:name w:val="Heading 7 Char"/>
    <w:basedOn w:val="1037"/>
    <w:link w:val="877"/>
    <w:uiPriority w:val="9"/>
    <w:pPr>
      <w:pBdr/>
      <w:spacing/>
      <w:ind/>
    </w:pPr>
    <w:rPr>
      <w:rFonts w:ascii="Arial" w:hAnsi="Arial" w:eastAsia="Arial" w:cs="Arial"/>
      <w:b/>
      <w:bCs/>
      <w:i/>
      <w:iCs/>
      <w:sz w:val="22"/>
      <w:szCs w:val="22"/>
    </w:rPr>
  </w:style>
  <w:style w:type="paragraph" w:styleId="879">
    <w:name w:val="Heading 8"/>
    <w:basedOn w:val="1032"/>
    <w:next w:val="1032"/>
    <w:link w:val="880"/>
    <w:uiPriority w:val="9"/>
    <w:unhideWhenUsed/>
    <w:qFormat/>
    <w:pPr>
      <w:keepNext w:val="true"/>
      <w:keepLines w:val="true"/>
      <w:pBdr/>
      <w:spacing w:after="200" w:before="320"/>
      <w:ind/>
      <w:outlineLvl w:val="7"/>
    </w:pPr>
    <w:rPr>
      <w:rFonts w:ascii="Arial" w:hAnsi="Arial" w:eastAsia="Arial" w:cs="Arial"/>
      <w:i/>
      <w:iCs/>
      <w:sz w:val="22"/>
      <w:szCs w:val="22"/>
    </w:rPr>
  </w:style>
  <w:style w:type="character" w:styleId="880">
    <w:name w:val="Heading 8 Char"/>
    <w:basedOn w:val="1037"/>
    <w:link w:val="879"/>
    <w:uiPriority w:val="9"/>
    <w:pPr>
      <w:pBdr/>
      <w:spacing/>
      <w:ind/>
    </w:pPr>
    <w:rPr>
      <w:rFonts w:ascii="Arial" w:hAnsi="Arial" w:eastAsia="Arial" w:cs="Arial"/>
      <w:i/>
      <w:iCs/>
      <w:sz w:val="22"/>
      <w:szCs w:val="22"/>
    </w:rPr>
  </w:style>
  <w:style w:type="paragraph" w:styleId="881">
    <w:name w:val="Heading 9"/>
    <w:basedOn w:val="1032"/>
    <w:next w:val="1032"/>
    <w:link w:val="882"/>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882">
    <w:name w:val="Heading 9 Char"/>
    <w:basedOn w:val="1037"/>
    <w:link w:val="881"/>
    <w:uiPriority w:val="9"/>
    <w:pPr>
      <w:pBdr/>
      <w:spacing/>
      <w:ind/>
    </w:pPr>
    <w:rPr>
      <w:rFonts w:ascii="Arial" w:hAnsi="Arial" w:eastAsia="Arial" w:cs="Arial"/>
      <w:i/>
      <w:iCs/>
      <w:sz w:val="21"/>
      <w:szCs w:val="21"/>
    </w:rPr>
  </w:style>
  <w:style w:type="character" w:styleId="883">
    <w:name w:val="Title Char"/>
    <w:basedOn w:val="1037"/>
    <w:link w:val="1045"/>
    <w:uiPriority w:val="10"/>
    <w:pPr>
      <w:pBdr/>
      <w:spacing/>
      <w:ind/>
    </w:pPr>
    <w:rPr>
      <w:sz w:val="48"/>
      <w:szCs w:val="48"/>
    </w:rPr>
  </w:style>
  <w:style w:type="character" w:styleId="884">
    <w:name w:val="Subtitle Char"/>
    <w:basedOn w:val="1037"/>
    <w:link w:val="1047"/>
    <w:uiPriority w:val="11"/>
    <w:pPr>
      <w:pBdr/>
      <w:spacing/>
      <w:ind/>
    </w:pPr>
    <w:rPr>
      <w:sz w:val="24"/>
      <w:szCs w:val="24"/>
    </w:rPr>
  </w:style>
  <w:style w:type="paragraph" w:styleId="885">
    <w:name w:val="Quote"/>
    <w:basedOn w:val="1032"/>
    <w:next w:val="1032"/>
    <w:link w:val="886"/>
    <w:uiPriority w:val="29"/>
    <w:qFormat/>
    <w:pPr>
      <w:pBdr/>
      <w:spacing/>
      <w:ind w:right="720" w:left="720"/>
    </w:pPr>
    <w:rPr>
      <w:i/>
    </w:rPr>
  </w:style>
  <w:style w:type="character" w:styleId="886">
    <w:name w:val="Quote Char"/>
    <w:link w:val="885"/>
    <w:uiPriority w:val="29"/>
    <w:pPr>
      <w:pBdr/>
      <w:spacing/>
      <w:ind/>
    </w:pPr>
    <w:rPr>
      <w:i/>
    </w:rPr>
  </w:style>
  <w:style w:type="paragraph" w:styleId="887">
    <w:name w:val="Intense Quote"/>
    <w:basedOn w:val="1032"/>
    <w:next w:val="1032"/>
    <w:link w:val="888"/>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contextualSpacing w:val="false"/>
    </w:pPr>
    <w:rPr>
      <w:i/>
    </w:rPr>
  </w:style>
  <w:style w:type="character" w:styleId="888">
    <w:name w:val="Intense Quote Char"/>
    <w:link w:val="887"/>
    <w:uiPriority w:val="30"/>
    <w:pPr>
      <w:pBdr/>
      <w:spacing/>
      <w:ind/>
    </w:pPr>
    <w:rPr>
      <w:i/>
    </w:rPr>
  </w:style>
  <w:style w:type="character" w:styleId="889">
    <w:name w:val="Header Char"/>
    <w:basedOn w:val="1037"/>
    <w:link w:val="1040"/>
    <w:uiPriority w:val="99"/>
    <w:pPr>
      <w:pBdr/>
      <w:spacing/>
      <w:ind/>
    </w:pPr>
  </w:style>
  <w:style w:type="character" w:styleId="890">
    <w:name w:val="Footer Char"/>
    <w:basedOn w:val="1037"/>
    <w:link w:val="1042"/>
    <w:uiPriority w:val="99"/>
    <w:pPr>
      <w:pBdr/>
      <w:spacing/>
      <w:ind/>
    </w:pPr>
  </w:style>
  <w:style w:type="paragraph" w:styleId="891">
    <w:name w:val="Caption"/>
    <w:basedOn w:val="1032"/>
    <w:next w:val="1032"/>
    <w:uiPriority w:val="35"/>
    <w:semiHidden/>
    <w:unhideWhenUsed/>
    <w:qFormat/>
    <w:pPr>
      <w:pBdr/>
      <w:spacing w:line="276" w:lineRule="auto"/>
      <w:ind/>
    </w:pPr>
    <w:rPr>
      <w:b/>
      <w:bCs/>
      <w:color w:val="4f81bd" w:themeColor="accent1"/>
      <w:sz w:val="18"/>
      <w:szCs w:val="18"/>
    </w:rPr>
  </w:style>
  <w:style w:type="character" w:styleId="892">
    <w:name w:val="Caption Char"/>
    <w:basedOn w:val="891"/>
    <w:link w:val="1042"/>
    <w:uiPriority w:val="99"/>
    <w:pPr>
      <w:pBdr/>
      <w:spacing/>
      <w:ind/>
    </w:pPr>
  </w:style>
  <w:style w:type="table" w:styleId="893">
    <w:name w:val="Table Grid Light"/>
    <w:basedOn w:val="1038"/>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name w:val="Plain Table 1"/>
    <w:basedOn w:val="1038"/>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name w:val="Plain Table 2"/>
    <w:basedOn w:val="1038"/>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Plain Table 3"/>
    <w:basedOn w:val="103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Plain Table 4"/>
    <w:basedOn w:val="103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Plain Table 5"/>
    <w:basedOn w:val="103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Grid Table 1 Light"/>
    <w:basedOn w:val="1038"/>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Grid Table 1 Light - Accent 1"/>
    <w:basedOn w:val="1038"/>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Grid Table 1 Light - Accent 2"/>
    <w:basedOn w:val="1038"/>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name w:val="Grid Table 1 Light - Accent 3"/>
    <w:basedOn w:val="1038"/>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name w:val="Grid Table 1 Light - Accent 4"/>
    <w:basedOn w:val="1038"/>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name w:val="Grid Table 1 Light - Accent 5"/>
    <w:basedOn w:val="1038"/>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name w:val="Grid Table 1 Light - Accent 6"/>
    <w:basedOn w:val="1038"/>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name w:val="Grid Table 2"/>
    <w:basedOn w:val="1038"/>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name w:val="Grid Table 2 - Accent 1"/>
    <w:basedOn w:val="1038"/>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fbf4ec"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fbf4ec"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Grid Table 2 - Accent 2"/>
    <w:basedOn w:val="1038"/>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beeef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beeef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Grid Table 2 - Accent 3"/>
    <w:basedOn w:val="1038"/>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adf0fa"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adf0fa"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Grid Table 2 - Accent 4"/>
    <w:basedOn w:val="1038"/>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c6efff"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c6efff"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Grid Table 2 - Accent 5"/>
    <w:basedOn w:val="1038"/>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fde9d2"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fde9d2"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Grid Table 2 - Accent 6"/>
    <w:basedOn w:val="1038"/>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be1ce"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be1ce"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name w:val="Grid Table 3"/>
    <w:basedOn w:val="1038"/>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name w:val="Grid Table 3 - Accent 1"/>
    <w:basedOn w:val="1038"/>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fbf4ec"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fbf4ec"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name w:val="Grid Table 3 - Accent 2"/>
    <w:basedOn w:val="1038"/>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beeef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beeef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name w:val="Grid Table 3 - Accent 3"/>
    <w:basedOn w:val="1038"/>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adf0fa"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adf0fa"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name w:val="Grid Table 3 - Accent 4"/>
    <w:basedOn w:val="1038"/>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c6efff"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c6efff"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name w:val="Grid Table 3 - Accent 5"/>
    <w:basedOn w:val="1038"/>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fde9d2"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fde9d2"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name w:val="Grid Table 3 - Accent 6"/>
    <w:basedOn w:val="1038"/>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be1ce"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be1ce"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name w:val="Grid Table 4"/>
    <w:basedOn w:val="1038"/>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Grid Table 4 - Accent 1"/>
    <w:basedOn w:val="1038"/>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fbf4ec"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fbf4ec"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f1cfa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name w:val="Grid Table 4 - Accent 2"/>
    <w:basedOn w:val="1038"/>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beeef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beeef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3ecde7"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name w:val="Grid Table 4 - Accent 3"/>
    <w:basedOn w:val="1038"/>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adf0fa"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adf0fa"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054a54"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name w:val="Grid Table 4 - Accent 4"/>
    <w:basedOn w:val="1038"/>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c6efff"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c6efff"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5bd2ff"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name w:val="Grid Table 4 - Accent 5"/>
    <w:basedOn w:val="1038"/>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fde9d2"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fde9d2"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f99927"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name w:val="Grid Table 4 - Accent 6"/>
    <w:basedOn w:val="1038"/>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be1ce"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be1ce"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ec721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name w:val="Grid Table 5 Dark"/>
    <w:basedOn w:val="103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name w:val="Grid Table 5 Dark- Accent 1"/>
    <w:basedOn w:val="103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fbf4ec" w:themeFill="accent1" w:themeFillTint="34"/>
    </w:tblPr>
    <w:tcPr>
      <w:tcBorders/>
    </w:tcPr>
    <w:tblStylePr w:type="band1Horz">
      <w:pPr>
        <w:pBdr/>
        <w:spacing/>
        <w:ind/>
      </w:pPr>
      <w:tblPr>
        <w:tblBorders/>
      </w:tblPr>
      <w:tcPr>
        <w:shd w:val="clear" w:color="ffffff" w:themeColor="accent1" w:themeTint="75" w:fill="f8e7d3" w:themeFill="accent1" w:themeFillTint="75"/>
        <w:tcBorders/>
      </w:tcPr>
    </w:tblStylePr>
    <w:tblStylePr w:type="band1Vert">
      <w:pPr>
        <w:pBdr/>
        <w:spacing/>
        <w:ind/>
      </w:pPr>
      <w:tblPr>
        <w:tblBorders/>
      </w:tblPr>
      <w:tcPr>
        <w:shd w:val="clear" w:color="ffffff" w:themeColor="accent1" w:themeTint="75" w:fill="f8e7d3"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f0cda1" w:themeFill="accent1"/>
        <w:tcBorders/>
      </w:tcPr>
    </w:tblStylePr>
    <w:tblStylePr w:type="firstRow">
      <w:rPr>
        <w:rFonts w:ascii="Arial" w:hAnsi="Arial"/>
        <w:b/>
        <w:color w:val="ffffff"/>
        <w:sz w:val="22"/>
      </w:rPr>
      <w:pPr>
        <w:pBdr/>
        <w:spacing/>
        <w:ind/>
      </w:pPr>
      <w:tblPr>
        <w:tblBorders/>
      </w:tblPr>
      <w:tcPr>
        <w:shd w:val="clear" w:color="ffffff" w:themeColor="accent1" w:fill="f0cda1" w:themeFill="accent1"/>
        <w:tcBorders/>
      </w:tcPr>
    </w:tblStylePr>
    <w:tblStylePr w:type="lastCol">
      <w:rPr>
        <w:rFonts w:ascii="Arial" w:hAnsi="Arial"/>
        <w:b/>
        <w:color w:val="ffffff"/>
        <w:sz w:val="22"/>
      </w:rPr>
      <w:pPr>
        <w:pBdr/>
        <w:spacing/>
        <w:ind/>
      </w:pPr>
      <w:tblPr>
        <w:tblBorders/>
      </w:tblPr>
      <w:tcPr>
        <w:shd w:val="clear" w:color="ffffff" w:themeColor="accent1" w:fill="f0cda1" w:themeFill="accent1"/>
        <w:tcBorders/>
      </w:tcPr>
    </w:tblStylePr>
    <w:tblStylePr w:type="lastRow">
      <w:rPr>
        <w:rFonts w:ascii="Arial" w:hAnsi="Arial"/>
        <w:b/>
        <w:color w:val="ffffff"/>
        <w:sz w:val="22"/>
      </w:rPr>
      <w:pPr>
        <w:pBdr/>
        <w:spacing/>
        <w:ind/>
      </w:pPr>
      <w:tblPr>
        <w:tblBorders/>
      </w:tblPr>
      <w:tcPr>
        <w:shd w:val="clear" w:color="ffffff" w:themeColor="accent1" w:fill="f0cda1"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name w:val="Grid Table 5 Dark - Accent 2"/>
    <w:basedOn w:val="103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beeef7" w:themeFill="accent2" w:themeFillTint="32"/>
    </w:tblPr>
    <w:tcPr>
      <w:tcBorders/>
    </w:tcPr>
    <w:tblStylePr w:type="band1Horz">
      <w:pPr>
        <w:pBdr/>
        <w:spacing/>
        <w:ind/>
      </w:pPr>
      <w:tblPr>
        <w:tblBorders/>
      </w:tblPr>
      <w:tcPr>
        <w:shd w:val="clear" w:color="ffffff" w:themeColor="accent2" w:themeTint="75" w:fill="69d8ec" w:themeFill="accent2" w:themeFillTint="75"/>
        <w:tcBorders/>
      </w:tcPr>
    </w:tblStylePr>
    <w:tblStylePr w:type="band1Vert">
      <w:pPr>
        <w:pBdr/>
        <w:spacing/>
        <w:ind/>
      </w:pPr>
      <w:tblPr>
        <w:tblBorders/>
      </w:tblPr>
      <w:tcPr>
        <w:shd w:val="clear" w:color="ffffff" w:themeColor="accent2" w:themeTint="75" w:fill="69d8ec"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107082" w:themeFill="accent2"/>
        <w:tcBorders/>
      </w:tcPr>
    </w:tblStylePr>
    <w:tblStylePr w:type="firstRow">
      <w:rPr>
        <w:rFonts w:ascii="Arial" w:hAnsi="Arial"/>
        <w:b/>
        <w:color w:val="ffffff"/>
        <w:sz w:val="22"/>
      </w:rPr>
      <w:pPr>
        <w:pBdr/>
        <w:spacing/>
        <w:ind/>
      </w:pPr>
      <w:tblPr>
        <w:tblBorders/>
      </w:tblPr>
      <w:tcPr>
        <w:shd w:val="clear" w:color="ffffff" w:themeColor="accent2" w:fill="107082" w:themeFill="accent2"/>
        <w:tcBorders/>
      </w:tcPr>
    </w:tblStylePr>
    <w:tblStylePr w:type="lastCol">
      <w:rPr>
        <w:rFonts w:ascii="Arial" w:hAnsi="Arial"/>
        <w:b/>
        <w:color w:val="ffffff"/>
        <w:sz w:val="22"/>
      </w:rPr>
      <w:pPr>
        <w:pBdr/>
        <w:spacing/>
        <w:ind/>
      </w:pPr>
      <w:tblPr>
        <w:tblBorders/>
      </w:tblPr>
      <w:tcPr>
        <w:shd w:val="clear" w:color="ffffff" w:themeColor="accent2" w:fill="107082" w:themeFill="accent2"/>
        <w:tcBorders/>
      </w:tcPr>
    </w:tblStylePr>
    <w:tblStylePr w:type="lastRow">
      <w:rPr>
        <w:rFonts w:ascii="Arial" w:hAnsi="Arial"/>
        <w:b/>
        <w:color w:val="ffffff"/>
        <w:sz w:val="22"/>
      </w:rPr>
      <w:pPr>
        <w:pBdr/>
        <w:spacing/>
        <w:ind/>
      </w:pPr>
      <w:tblPr>
        <w:tblBorders/>
      </w:tblPr>
      <w:tcPr>
        <w:shd w:val="clear" w:color="ffffff" w:themeColor="accent2" w:fill="107082"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name w:val="Grid Table 5 Dark - Accent 3"/>
    <w:basedOn w:val="103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adf0fa" w:themeFill="accent3" w:themeFillTint="34"/>
    </w:tblPr>
    <w:tcPr>
      <w:tcBorders/>
    </w:tcPr>
    <w:tblStylePr w:type="band1Horz">
      <w:pPr>
        <w:pBdr/>
        <w:spacing/>
        <w:ind/>
      </w:pPr>
      <w:tblPr>
        <w:tblBorders/>
      </w:tblPr>
      <w:tcPr>
        <w:shd w:val="clear" w:color="ffffff" w:themeColor="accent3" w:themeTint="75" w:fill="48ddf3" w:themeFill="accent3" w:themeFillTint="75"/>
        <w:tcBorders/>
      </w:tcPr>
    </w:tblStylePr>
    <w:tblStylePr w:type="band1Vert">
      <w:pPr>
        <w:pBdr/>
        <w:spacing/>
        <w:ind/>
      </w:pPr>
      <w:tblPr>
        <w:tblBorders/>
      </w:tblPr>
      <w:tcPr>
        <w:shd w:val="clear" w:color="ffffff" w:themeColor="accent3" w:themeTint="75" w:fill="48ddf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054854" w:themeFill="accent3"/>
        <w:tcBorders/>
      </w:tcPr>
    </w:tblStylePr>
    <w:tblStylePr w:type="firstRow">
      <w:rPr>
        <w:rFonts w:ascii="Arial" w:hAnsi="Arial"/>
        <w:b/>
        <w:color w:val="ffffff"/>
        <w:sz w:val="22"/>
      </w:rPr>
      <w:pPr>
        <w:pBdr/>
        <w:spacing/>
        <w:ind/>
      </w:pPr>
      <w:tblPr>
        <w:tblBorders/>
      </w:tblPr>
      <w:tcPr>
        <w:shd w:val="clear" w:color="ffffff" w:themeColor="accent3" w:fill="054854" w:themeFill="accent3"/>
        <w:tcBorders/>
      </w:tcPr>
    </w:tblStylePr>
    <w:tblStylePr w:type="lastCol">
      <w:rPr>
        <w:rFonts w:ascii="Arial" w:hAnsi="Arial"/>
        <w:b/>
        <w:color w:val="ffffff"/>
        <w:sz w:val="22"/>
      </w:rPr>
      <w:pPr>
        <w:pBdr/>
        <w:spacing/>
        <w:ind/>
      </w:pPr>
      <w:tblPr>
        <w:tblBorders/>
      </w:tblPr>
      <w:tcPr>
        <w:shd w:val="clear" w:color="ffffff" w:themeColor="accent3" w:fill="054854" w:themeFill="accent3"/>
        <w:tcBorders/>
      </w:tcPr>
    </w:tblStylePr>
    <w:tblStylePr w:type="lastRow">
      <w:rPr>
        <w:rFonts w:ascii="Arial" w:hAnsi="Arial"/>
        <w:b/>
        <w:color w:val="ffffff"/>
        <w:sz w:val="22"/>
      </w:rPr>
      <w:pPr>
        <w:pBdr/>
        <w:spacing/>
        <w:ind/>
      </w:pPr>
      <w:tblPr>
        <w:tblBorders/>
      </w:tblPr>
      <w:tcPr>
        <w:shd w:val="clear" w:color="ffffff" w:themeColor="accent3" w:fill="054854"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name w:val="Grid Table 5 Dark- Accent 4"/>
    <w:basedOn w:val="103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c6efff" w:themeFill="accent4" w:themeFillTint="34"/>
    </w:tblPr>
    <w:tcPr>
      <w:tcBorders/>
    </w:tcPr>
    <w:tblStylePr w:type="band1Horz">
      <w:pPr>
        <w:pBdr/>
        <w:spacing/>
        <w:ind/>
      </w:pPr>
      <w:tblPr>
        <w:tblBorders/>
      </w:tblPr>
      <w:tcPr>
        <w:shd w:val="clear" w:color="ffffff" w:themeColor="accent4" w:themeTint="75" w:fill="83ddff" w:themeFill="accent4" w:themeFillTint="75"/>
        <w:tcBorders/>
      </w:tcPr>
    </w:tblStylePr>
    <w:tblStylePr w:type="band1Vert">
      <w:pPr>
        <w:pBdr/>
        <w:spacing/>
        <w:ind/>
      </w:pPr>
      <w:tblPr>
        <w:tblBorders/>
      </w:tblPr>
      <w:tcPr>
        <w:shd w:val="clear" w:color="ffffff" w:themeColor="accent4" w:themeTint="75" w:fill="83ddff"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00aeef" w:themeFill="accent4"/>
        <w:tcBorders/>
      </w:tcPr>
    </w:tblStylePr>
    <w:tblStylePr w:type="firstRow">
      <w:rPr>
        <w:rFonts w:ascii="Arial" w:hAnsi="Arial"/>
        <w:b/>
        <w:color w:val="ffffff"/>
        <w:sz w:val="22"/>
      </w:rPr>
      <w:pPr>
        <w:pBdr/>
        <w:spacing/>
        <w:ind/>
      </w:pPr>
      <w:tblPr>
        <w:tblBorders/>
      </w:tblPr>
      <w:tcPr>
        <w:shd w:val="clear" w:color="ffffff" w:themeColor="accent4" w:fill="00aeef" w:themeFill="accent4"/>
        <w:tcBorders/>
      </w:tcPr>
    </w:tblStylePr>
    <w:tblStylePr w:type="lastCol">
      <w:rPr>
        <w:rFonts w:ascii="Arial" w:hAnsi="Arial"/>
        <w:b/>
        <w:color w:val="ffffff"/>
        <w:sz w:val="22"/>
      </w:rPr>
      <w:pPr>
        <w:pBdr/>
        <w:spacing/>
        <w:ind/>
      </w:pPr>
      <w:tblPr>
        <w:tblBorders/>
      </w:tblPr>
      <w:tcPr>
        <w:shd w:val="clear" w:color="ffffff" w:themeColor="accent4" w:fill="00aeef" w:themeFill="accent4"/>
        <w:tcBorders/>
      </w:tcPr>
    </w:tblStylePr>
    <w:tblStylePr w:type="lastRow">
      <w:rPr>
        <w:rFonts w:ascii="Arial" w:hAnsi="Arial"/>
        <w:b/>
        <w:color w:val="ffffff"/>
        <w:sz w:val="22"/>
      </w:rPr>
      <w:pPr>
        <w:pBdr/>
        <w:spacing/>
        <w:ind/>
      </w:pPr>
      <w:tblPr>
        <w:tblBorders/>
      </w:tblPr>
      <w:tcPr>
        <w:shd w:val="clear" w:color="ffffff" w:themeColor="accent4" w:fill="00aeef"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name w:val="Grid Table 5 Dark - Accent 5"/>
    <w:basedOn w:val="103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fde9d2" w:themeFill="accent5" w:themeFillTint="34"/>
    </w:tblPr>
    <w:tcPr>
      <w:tcBorders/>
    </w:tcPr>
    <w:tblStylePr w:type="band1Horz">
      <w:pPr>
        <w:pBdr/>
        <w:spacing/>
        <w:ind/>
      </w:pPr>
      <w:tblPr>
        <w:tblBorders/>
      </w:tblPr>
      <w:tcPr>
        <w:shd w:val="clear" w:color="ffffff" w:themeColor="accent5" w:themeTint="75" w:fill="fccf9b" w:themeFill="accent5" w:themeFillTint="75"/>
        <w:tcBorders/>
      </w:tcPr>
    </w:tblStylePr>
    <w:tblStylePr w:type="band1Vert">
      <w:pPr>
        <w:pBdr/>
        <w:spacing/>
        <w:ind/>
      </w:pPr>
      <w:tblPr>
        <w:tblBorders/>
      </w:tblPr>
      <w:tcPr>
        <w:shd w:val="clear" w:color="ffffff" w:themeColor="accent5" w:themeTint="75" w:fill="fccf9b"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f99927" w:themeFill="accent5"/>
        <w:tcBorders/>
      </w:tcPr>
    </w:tblStylePr>
    <w:tblStylePr w:type="firstRow">
      <w:rPr>
        <w:rFonts w:ascii="Arial" w:hAnsi="Arial"/>
        <w:b/>
        <w:color w:val="ffffff"/>
        <w:sz w:val="22"/>
      </w:rPr>
      <w:pPr>
        <w:pBdr/>
        <w:spacing/>
        <w:ind/>
      </w:pPr>
      <w:tblPr>
        <w:tblBorders/>
      </w:tblPr>
      <w:tcPr>
        <w:shd w:val="clear" w:color="ffffff" w:themeColor="accent5" w:fill="f99927" w:themeFill="accent5"/>
        <w:tcBorders/>
      </w:tcPr>
    </w:tblStylePr>
    <w:tblStylePr w:type="lastCol">
      <w:rPr>
        <w:rFonts w:ascii="Arial" w:hAnsi="Arial"/>
        <w:b/>
        <w:color w:val="ffffff"/>
        <w:sz w:val="22"/>
      </w:rPr>
      <w:pPr>
        <w:pBdr/>
        <w:spacing/>
        <w:ind/>
      </w:pPr>
      <w:tblPr>
        <w:tblBorders/>
      </w:tblPr>
      <w:tcPr>
        <w:shd w:val="clear" w:color="ffffff" w:themeColor="accent5" w:fill="f99927" w:themeFill="accent5"/>
        <w:tcBorders/>
      </w:tcPr>
    </w:tblStylePr>
    <w:tblStylePr w:type="lastRow">
      <w:rPr>
        <w:rFonts w:ascii="Arial" w:hAnsi="Arial"/>
        <w:b/>
        <w:color w:val="ffffff"/>
        <w:sz w:val="22"/>
      </w:rPr>
      <w:pPr>
        <w:pBdr/>
        <w:spacing/>
        <w:ind/>
      </w:pPr>
      <w:tblPr>
        <w:tblBorders/>
      </w:tblPr>
      <w:tcPr>
        <w:shd w:val="clear" w:color="ffffff" w:themeColor="accent5" w:fill="f99927"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name w:val="Grid Table 5 Dark - Accent 6"/>
    <w:basedOn w:val="103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be1ce" w:themeFill="accent6" w:themeFillTint="34"/>
    </w:tblPr>
    <w:tcPr>
      <w:tcBorders/>
    </w:tcPr>
    <w:tblStylePr w:type="band1Horz">
      <w:pPr>
        <w:pBdr/>
        <w:spacing/>
        <w:ind/>
      </w:pPr>
      <w:tblPr>
        <w:tblBorders/>
      </w:tblPr>
      <w:tcPr>
        <w:shd w:val="clear" w:color="ffffff" w:themeColor="accent6" w:themeTint="75" w:fill="f6bd93" w:themeFill="accent6" w:themeFillTint="75"/>
        <w:tcBorders/>
      </w:tcPr>
    </w:tblStylePr>
    <w:tblStylePr w:type="band1Vert">
      <w:pPr>
        <w:pBdr/>
        <w:spacing/>
        <w:ind/>
      </w:pPr>
      <w:tblPr>
        <w:tblBorders/>
      </w:tblPr>
      <w:tcPr>
        <w:shd w:val="clear" w:color="ffffff" w:themeColor="accent6" w:themeTint="75" w:fill="f6bd93"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ec7216" w:themeFill="accent6"/>
        <w:tcBorders/>
      </w:tcPr>
    </w:tblStylePr>
    <w:tblStylePr w:type="firstRow">
      <w:rPr>
        <w:rFonts w:ascii="Arial" w:hAnsi="Arial"/>
        <w:b/>
        <w:color w:val="ffffff"/>
        <w:sz w:val="22"/>
      </w:rPr>
      <w:pPr>
        <w:pBdr/>
        <w:spacing/>
        <w:ind/>
      </w:pPr>
      <w:tblPr>
        <w:tblBorders/>
      </w:tblPr>
      <w:tcPr>
        <w:shd w:val="clear" w:color="ffffff" w:themeColor="accent6" w:fill="ec7216" w:themeFill="accent6"/>
        <w:tcBorders/>
      </w:tcPr>
    </w:tblStylePr>
    <w:tblStylePr w:type="lastCol">
      <w:rPr>
        <w:rFonts w:ascii="Arial" w:hAnsi="Arial"/>
        <w:b/>
        <w:color w:val="ffffff"/>
        <w:sz w:val="22"/>
      </w:rPr>
      <w:pPr>
        <w:pBdr/>
        <w:spacing/>
        <w:ind/>
      </w:pPr>
      <w:tblPr>
        <w:tblBorders/>
      </w:tblPr>
      <w:tcPr>
        <w:shd w:val="clear" w:color="ffffff" w:themeColor="accent6" w:fill="ec7216" w:themeFill="accent6"/>
        <w:tcBorders/>
      </w:tcPr>
    </w:tblStylePr>
    <w:tblStylePr w:type="lastRow">
      <w:rPr>
        <w:rFonts w:ascii="Arial" w:hAnsi="Arial"/>
        <w:b/>
        <w:color w:val="ffffff"/>
        <w:sz w:val="22"/>
      </w:rPr>
      <w:pPr>
        <w:pBdr/>
        <w:spacing/>
        <w:ind/>
      </w:pPr>
      <w:tblPr>
        <w:tblBorders/>
      </w:tblPr>
      <w:tcPr>
        <w:shd w:val="clear" w:color="ffffff" w:themeColor="accent6" w:fill="ec721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name w:val="Grid Table 6 Colorful"/>
    <w:basedOn w:val="1038"/>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935">
    <w:name w:val="Grid Table 6 Colorful - Accent 1"/>
    <w:basedOn w:val="1038"/>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fbf4ec" w:themeFill="accent1" w:themeFillTint="34"/>
        <w:tcBorders/>
      </w:tcPr>
    </w:tblStylePr>
    <w:tblStylePr w:type="band1Vert">
      <w:pPr>
        <w:pBdr/>
        <w:spacing/>
        <w:ind/>
      </w:pPr>
      <w:tblPr>
        <w:tblBorders/>
      </w:tblPr>
      <w:tcPr>
        <w:shd w:val="clear" w:color="ffffff" w:themeColor="accent1" w:themeTint="34" w:fill="fbf4ec"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c872b" w:themeColor="accent1" w:themeTint="80" w:themeShade="95"/>
      </w:rPr>
      <w:pPr>
        <w:pBdr/>
        <w:spacing/>
        <w:ind/>
      </w:pPr>
      <w:tblPr>
        <w:tblBorders/>
      </w:tblPr>
      <w:tcPr>
        <w:tcBorders/>
      </w:tcPr>
    </w:tblStylePr>
    <w:tblStylePr w:type="firstRow">
      <w:rPr>
        <w:b/>
        <w:color w:val="dc872b" w:themeColor="accent1" w:themeTint="80" w:themeShade="95"/>
      </w:rPr>
      <w:pPr>
        <w:pBdr/>
        <w:spacing/>
        <w:ind/>
      </w:pPr>
      <w:tblPr>
        <w:tblBorders/>
      </w:tblPr>
      <w:tcPr>
        <w:tcBorders>
          <w:bottom w:val="single" w:color="000000" w:themeColor="accent1" w:themeTint="80" w:sz="12" w:space="0"/>
        </w:tcBorders>
      </w:tcPr>
    </w:tblStylePr>
    <w:tblStylePr w:type="lastCol">
      <w:rPr>
        <w:b/>
        <w:color w:val="dc872b" w:themeColor="accent1" w:themeTint="80" w:themeShade="95"/>
      </w:rPr>
      <w:pPr>
        <w:pBdr/>
        <w:spacing/>
        <w:ind/>
      </w:pPr>
      <w:tblPr>
        <w:tblBorders/>
      </w:tblPr>
      <w:tcPr>
        <w:tcBorders/>
      </w:tcPr>
    </w:tblStylePr>
    <w:tblStylePr w:type="lastRow">
      <w:rPr>
        <w:b/>
        <w:color w:val="dc872b"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936">
    <w:name w:val="Grid Table 6 Colorful - Accent 2"/>
    <w:basedOn w:val="1038"/>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beeef7" w:themeFill="accent2" w:themeFillTint="32"/>
        <w:tcBorders/>
      </w:tcPr>
    </w:tblStylePr>
    <w:tblStylePr w:type="band1Vert">
      <w:pPr>
        <w:pBdr/>
        <w:spacing/>
        <w:ind/>
      </w:pPr>
      <w:tblPr>
        <w:tblBorders/>
      </w:tblPr>
      <w:tcPr>
        <w:shd w:val="clear" w:color="ffffff" w:themeColor="accent2" w:themeTint="32" w:fill="beeef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138296" w:themeColor="accent2" w:themeTint="97" w:themeShade="95"/>
      </w:rPr>
      <w:pPr>
        <w:pBdr/>
        <w:spacing/>
        <w:ind/>
      </w:pPr>
      <w:tblPr>
        <w:tblBorders/>
      </w:tblPr>
      <w:tcPr>
        <w:tcBorders/>
      </w:tcPr>
    </w:tblStylePr>
    <w:tblStylePr w:type="firstRow">
      <w:rPr>
        <w:b/>
        <w:color w:val="138296" w:themeColor="accent2" w:themeTint="97" w:themeShade="95"/>
      </w:rPr>
      <w:pPr>
        <w:pBdr/>
        <w:spacing/>
        <w:ind/>
      </w:pPr>
      <w:tblPr>
        <w:tblBorders/>
      </w:tblPr>
      <w:tcPr>
        <w:tcBorders>
          <w:bottom w:val="single" w:color="000000" w:themeColor="accent2" w:themeTint="97" w:sz="12" w:space="0"/>
        </w:tcBorders>
      </w:tcPr>
    </w:tblStylePr>
    <w:tblStylePr w:type="lastCol">
      <w:rPr>
        <w:b/>
        <w:color w:val="138296" w:themeColor="accent2" w:themeTint="97" w:themeShade="95"/>
      </w:rPr>
      <w:pPr>
        <w:pBdr/>
        <w:spacing/>
        <w:ind/>
      </w:pPr>
      <w:tblPr>
        <w:tblBorders/>
      </w:tblPr>
      <w:tcPr>
        <w:tcBorders/>
      </w:tcPr>
    </w:tblStylePr>
    <w:tblStylePr w:type="lastRow">
      <w:rPr>
        <w:b/>
        <w:color w:val="138296"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937">
    <w:name w:val="Grid Table 6 Colorful - Accent 3"/>
    <w:basedOn w:val="1038"/>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adf0fa" w:themeFill="accent3" w:themeFillTint="34"/>
        <w:tcBorders/>
      </w:tcPr>
    </w:tblStylePr>
    <w:tblStylePr w:type="band1Vert">
      <w:pPr>
        <w:pBdr/>
        <w:spacing/>
        <w:ind/>
      </w:pPr>
      <w:tblPr>
        <w:tblBorders/>
      </w:tblPr>
      <w:tcPr>
        <w:shd w:val="clear" w:color="ffffff" w:themeColor="accent3" w:themeTint="34" w:fill="adf0fa"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022c31" w:themeColor="accent3" w:themeTint="FE" w:themeShade="95"/>
      </w:rPr>
      <w:pPr>
        <w:pBdr/>
        <w:spacing/>
        <w:ind/>
      </w:pPr>
      <w:tblPr>
        <w:tblBorders/>
      </w:tblPr>
      <w:tcPr>
        <w:tcBorders/>
      </w:tcPr>
    </w:tblStylePr>
    <w:tblStylePr w:type="firstRow">
      <w:rPr>
        <w:b/>
        <w:color w:val="022c31" w:themeColor="accent3" w:themeTint="FE" w:themeShade="95"/>
      </w:rPr>
      <w:pPr>
        <w:pBdr/>
        <w:spacing/>
        <w:ind/>
      </w:pPr>
      <w:tblPr>
        <w:tblBorders/>
      </w:tblPr>
      <w:tcPr>
        <w:tcBorders>
          <w:bottom w:val="single" w:color="000000" w:themeColor="accent3" w:themeTint="FE" w:sz="12" w:space="0"/>
        </w:tcBorders>
      </w:tcPr>
    </w:tblStylePr>
    <w:tblStylePr w:type="lastCol">
      <w:rPr>
        <w:b/>
        <w:color w:val="022c31" w:themeColor="accent3" w:themeTint="FE" w:themeShade="95"/>
      </w:rPr>
      <w:pPr>
        <w:pBdr/>
        <w:spacing/>
        <w:ind/>
      </w:pPr>
      <w:tblPr>
        <w:tblBorders/>
      </w:tblPr>
      <w:tcPr>
        <w:tcBorders/>
      </w:tcPr>
    </w:tblStylePr>
    <w:tblStylePr w:type="lastRow">
      <w:rPr>
        <w:b/>
        <w:color w:val="022c31"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938">
    <w:name w:val="Grid Table 6 Colorful - Accent 4"/>
    <w:basedOn w:val="1038"/>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c6efff" w:themeFill="accent4" w:themeFillTint="34"/>
        <w:tcBorders/>
      </w:tcPr>
    </w:tblStylePr>
    <w:tblStylePr w:type="band1Vert">
      <w:pPr>
        <w:pBdr/>
        <w:spacing/>
        <w:ind/>
      </w:pPr>
      <w:tblPr>
        <w:tblBorders/>
      </w:tblPr>
      <w:tcPr>
        <w:shd w:val="clear" w:color="ffffff" w:themeColor="accent4" w:themeTint="34" w:fill="c6efff"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0093ca" w:themeColor="accent4" w:themeTint="9A" w:themeShade="95"/>
      </w:rPr>
      <w:pPr>
        <w:pBdr/>
        <w:spacing/>
        <w:ind/>
      </w:pPr>
      <w:tblPr>
        <w:tblBorders/>
      </w:tblPr>
      <w:tcPr>
        <w:tcBorders/>
      </w:tcPr>
    </w:tblStylePr>
    <w:tblStylePr w:type="firstRow">
      <w:rPr>
        <w:b/>
        <w:color w:val="0093ca" w:themeColor="accent4" w:themeTint="9A" w:themeShade="95"/>
      </w:rPr>
      <w:pPr>
        <w:pBdr/>
        <w:spacing/>
        <w:ind/>
      </w:pPr>
      <w:tblPr>
        <w:tblBorders/>
      </w:tblPr>
      <w:tcPr>
        <w:tcBorders>
          <w:bottom w:val="single" w:color="000000" w:themeColor="accent4" w:themeTint="9A" w:sz="12" w:space="0"/>
        </w:tcBorders>
      </w:tcPr>
    </w:tblStylePr>
    <w:tblStylePr w:type="lastCol">
      <w:rPr>
        <w:b/>
        <w:color w:val="0093ca" w:themeColor="accent4" w:themeTint="9A" w:themeShade="95"/>
      </w:rPr>
      <w:pPr>
        <w:pBdr/>
        <w:spacing/>
        <w:ind/>
      </w:pPr>
      <w:tblPr>
        <w:tblBorders/>
      </w:tblPr>
      <w:tcPr>
        <w:tcBorders/>
      </w:tcPr>
    </w:tblStylePr>
    <w:tblStylePr w:type="lastRow">
      <w:rPr>
        <w:b/>
        <w:color w:val="0093ca"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939">
    <w:name w:val="Grid Table 6 Colorful - Accent 5"/>
    <w:basedOn w:val="1038"/>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fde9d2" w:themeFill="accent5" w:themeFillTint="34"/>
        <w:tcBorders/>
      </w:tcPr>
    </w:tblStylePr>
    <w:tblStylePr w:type="band1Vert">
      <w:pPr>
        <w:pBdr/>
        <w:spacing/>
        <w:ind/>
      </w:pPr>
      <w:tblPr>
        <w:tblBorders/>
      </w:tblPr>
      <w:tcPr>
        <w:shd w:val="clear" w:color="ffffff" w:themeColor="accent5" w:themeTint="34" w:fill="fde9d2"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35a04" w:themeColor="accent5" w:themeShade="95"/>
      </w:rPr>
      <w:pPr>
        <w:pBdr/>
        <w:spacing/>
        <w:ind/>
      </w:pPr>
      <w:tblPr>
        <w:tblBorders/>
      </w:tblPr>
      <w:tcPr>
        <w:tcBorders/>
      </w:tcPr>
    </w:tblStylePr>
    <w:tblStylePr w:type="firstRow">
      <w:rPr>
        <w:b/>
        <w:color w:val="a35a04" w:themeColor="accent5" w:themeShade="95"/>
      </w:rPr>
      <w:pPr>
        <w:pBdr/>
        <w:spacing/>
        <w:ind/>
      </w:pPr>
      <w:tblPr>
        <w:tblBorders/>
      </w:tblPr>
      <w:tcPr>
        <w:tcBorders>
          <w:bottom w:val="single" w:color="000000" w:themeColor="accent5" w:sz="12" w:space="0"/>
        </w:tcBorders>
      </w:tcPr>
    </w:tblStylePr>
    <w:tblStylePr w:type="lastCol">
      <w:rPr>
        <w:b/>
        <w:color w:val="a35a04" w:themeColor="accent5" w:themeShade="95"/>
      </w:rPr>
      <w:pPr>
        <w:pBdr/>
        <w:spacing/>
        <w:ind/>
      </w:pPr>
      <w:tblPr>
        <w:tblBorders/>
      </w:tblPr>
      <w:tcPr>
        <w:tcBorders/>
      </w:tcPr>
    </w:tblStylePr>
    <w:tblStylePr w:type="lastRow">
      <w:rPr>
        <w:b/>
        <w:color w:val="a35a04"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40">
    <w:name w:val="Grid Table 6 Colorful - Accent 6"/>
    <w:basedOn w:val="1038"/>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be1ce" w:themeFill="accent6" w:themeFillTint="34"/>
        <w:tcBorders/>
      </w:tcPr>
    </w:tblStylePr>
    <w:tblStylePr w:type="band1Vert">
      <w:pPr>
        <w:pBdr/>
        <w:spacing/>
        <w:ind/>
      </w:pPr>
      <w:tblPr>
        <w:tblBorders/>
      </w:tblPr>
      <w:tcPr>
        <w:shd w:val="clear" w:color="ffffff" w:themeColor="accent6" w:themeTint="34" w:fill="fbe1ce"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35a04" w:themeColor="accent5" w:themeShade="95"/>
      </w:rPr>
      <w:pPr>
        <w:pBdr/>
        <w:spacing/>
        <w:ind/>
      </w:pPr>
      <w:tblPr>
        <w:tblBorders/>
      </w:tblPr>
      <w:tcPr>
        <w:tcBorders/>
      </w:tcPr>
    </w:tblStylePr>
    <w:tblStylePr w:type="firstRow">
      <w:rPr>
        <w:b/>
        <w:color w:val="a35a04" w:themeColor="accent5" w:themeShade="95"/>
      </w:rPr>
      <w:pPr>
        <w:pBdr/>
        <w:spacing/>
        <w:ind/>
      </w:pPr>
      <w:tblPr>
        <w:tblBorders/>
      </w:tblPr>
      <w:tcPr>
        <w:tcBorders>
          <w:bottom w:val="single" w:color="000000" w:themeColor="accent6" w:sz="12" w:space="0"/>
        </w:tcBorders>
      </w:tcPr>
    </w:tblStylePr>
    <w:tblStylePr w:type="lastCol">
      <w:rPr>
        <w:b/>
        <w:color w:val="a35a04" w:themeColor="accent5" w:themeShade="95"/>
      </w:rPr>
      <w:pPr>
        <w:pBdr/>
        <w:spacing/>
        <w:ind/>
      </w:pPr>
      <w:tblPr>
        <w:tblBorders/>
      </w:tblPr>
      <w:tcPr>
        <w:tcBorders/>
      </w:tcPr>
    </w:tblStylePr>
    <w:tblStylePr w:type="lastRow">
      <w:rPr>
        <w:b/>
        <w:color w:val="a35a04"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41">
    <w:name w:val="Grid Table 7 Colorful"/>
    <w:basedOn w:val="1038"/>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name w:val="Grid Table 7 Colorful - Accent 1"/>
    <w:basedOn w:val="1038"/>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dc872b" w:themeColor="accent1" w:themeTint="80" w:themeShade="95"/>
        <w:sz w:val="22"/>
      </w:rPr>
      <w:pPr>
        <w:pBdr/>
        <w:spacing/>
        <w:ind/>
      </w:pPr>
      <w:tblPr>
        <w:tblBorders/>
      </w:tblPr>
      <w:tcPr>
        <w:shd w:val="clear" w:color="ffffff" w:themeColor="accent1" w:themeTint="34" w:fill="fbf4ec" w:themeFill="accent1" w:themeFillTint="34"/>
        <w:tcBorders/>
      </w:tcPr>
    </w:tblStylePr>
    <w:tblStylePr w:type="band1Vert">
      <w:pPr>
        <w:pBdr/>
        <w:spacing/>
        <w:ind/>
      </w:pPr>
      <w:tblPr>
        <w:tblBorders/>
      </w:tblPr>
      <w:tcPr>
        <w:shd w:val="clear" w:color="ffffff" w:themeColor="accent1" w:themeTint="34" w:fill="fbf4ec" w:themeFill="accent1" w:themeFillTint="34"/>
        <w:tcBorders/>
      </w:tcPr>
    </w:tblStylePr>
    <w:tblStylePr w:type="band2Horz">
      <w:rPr>
        <w:rFonts w:ascii="Arial" w:hAnsi="Arial"/>
        <w:color w:val="dc872b"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c872b"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dc872b"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dc872b"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dc872b"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name w:val="Grid Table 7 Colorful - Accent 2"/>
    <w:basedOn w:val="1038"/>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138296" w:themeColor="accent2" w:themeTint="97" w:themeShade="95"/>
        <w:sz w:val="22"/>
      </w:rPr>
      <w:pPr>
        <w:pBdr/>
        <w:spacing/>
        <w:ind/>
      </w:pPr>
      <w:tblPr>
        <w:tblBorders/>
      </w:tblPr>
      <w:tcPr>
        <w:shd w:val="clear" w:color="ffffff" w:themeColor="accent2" w:themeTint="32" w:fill="beeef7" w:themeFill="accent2" w:themeFillTint="32"/>
        <w:tcBorders/>
      </w:tcPr>
    </w:tblStylePr>
    <w:tblStylePr w:type="band1Vert">
      <w:pPr>
        <w:pBdr/>
        <w:spacing/>
        <w:ind/>
      </w:pPr>
      <w:tblPr>
        <w:tblBorders/>
      </w:tblPr>
      <w:tcPr>
        <w:shd w:val="clear" w:color="ffffff" w:themeColor="accent2" w:themeTint="32" w:fill="beeef7" w:themeFill="accent2" w:themeFillTint="32"/>
        <w:tcBorders/>
      </w:tcPr>
    </w:tblStylePr>
    <w:tblStylePr w:type="band2Horz">
      <w:rPr>
        <w:rFonts w:ascii="Arial" w:hAnsi="Arial"/>
        <w:color w:val="138296"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138296"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138296"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138296"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138296"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name w:val="Grid Table 7 Colorful - Accent 3"/>
    <w:basedOn w:val="1038"/>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022c31" w:themeColor="accent3" w:themeTint="FE" w:themeShade="95"/>
        <w:sz w:val="22"/>
      </w:rPr>
      <w:pPr>
        <w:pBdr/>
        <w:spacing/>
        <w:ind/>
      </w:pPr>
      <w:tblPr>
        <w:tblBorders/>
      </w:tblPr>
      <w:tcPr>
        <w:shd w:val="clear" w:color="ffffff" w:themeColor="accent3" w:themeTint="34" w:fill="adf0fa" w:themeFill="accent3" w:themeFillTint="34"/>
        <w:tcBorders/>
      </w:tcPr>
    </w:tblStylePr>
    <w:tblStylePr w:type="band1Vert">
      <w:pPr>
        <w:pBdr/>
        <w:spacing/>
        <w:ind/>
      </w:pPr>
      <w:tblPr>
        <w:tblBorders/>
      </w:tblPr>
      <w:tcPr>
        <w:shd w:val="clear" w:color="ffffff" w:themeColor="accent3" w:themeTint="34" w:fill="adf0fa" w:themeFill="accent3" w:themeFillTint="34"/>
        <w:tcBorders/>
      </w:tcPr>
    </w:tblStylePr>
    <w:tblStylePr w:type="band2Horz">
      <w:rPr>
        <w:rFonts w:ascii="Arial" w:hAnsi="Arial"/>
        <w:color w:val="022c31"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022c31"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022c31"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022c31"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022c31"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name w:val="Grid Table 7 Colorful - Accent 4"/>
    <w:basedOn w:val="1038"/>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0093ca" w:themeColor="accent4" w:themeTint="9A" w:themeShade="95"/>
        <w:sz w:val="22"/>
      </w:rPr>
      <w:pPr>
        <w:pBdr/>
        <w:spacing/>
        <w:ind/>
      </w:pPr>
      <w:tblPr>
        <w:tblBorders/>
      </w:tblPr>
      <w:tcPr>
        <w:shd w:val="clear" w:color="ffffff" w:themeColor="accent4" w:themeTint="34" w:fill="c6efff" w:themeFill="accent4" w:themeFillTint="34"/>
        <w:tcBorders/>
      </w:tcPr>
    </w:tblStylePr>
    <w:tblStylePr w:type="band1Vert">
      <w:pPr>
        <w:pBdr/>
        <w:spacing/>
        <w:ind/>
      </w:pPr>
      <w:tblPr>
        <w:tblBorders/>
      </w:tblPr>
      <w:tcPr>
        <w:shd w:val="clear" w:color="ffffff" w:themeColor="accent4" w:themeTint="34" w:fill="c6efff" w:themeFill="accent4" w:themeFillTint="34"/>
        <w:tcBorders/>
      </w:tcPr>
    </w:tblStylePr>
    <w:tblStylePr w:type="band2Horz">
      <w:rPr>
        <w:rFonts w:ascii="Arial" w:hAnsi="Arial"/>
        <w:color w:val="0093ca"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0093ca"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0093ca"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0093ca"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0093ca"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name w:val="Grid Table 7 Colorful - Accent 5"/>
    <w:basedOn w:val="1038"/>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a35a04" w:themeColor="accent5" w:themeShade="95"/>
        <w:sz w:val="22"/>
      </w:rPr>
      <w:pPr>
        <w:pBdr/>
        <w:spacing/>
        <w:ind/>
      </w:pPr>
      <w:tblPr>
        <w:tblBorders/>
      </w:tblPr>
      <w:tcPr>
        <w:shd w:val="clear" w:color="ffffff" w:themeColor="accent5" w:themeTint="34" w:fill="fde9d2" w:themeFill="accent5" w:themeFillTint="34"/>
        <w:tcBorders/>
      </w:tcPr>
    </w:tblStylePr>
    <w:tblStylePr w:type="band1Vert">
      <w:pPr>
        <w:pBdr/>
        <w:spacing/>
        <w:ind/>
      </w:pPr>
      <w:tblPr>
        <w:tblBorders/>
      </w:tblPr>
      <w:tcPr>
        <w:shd w:val="clear" w:color="ffffff" w:themeColor="accent5" w:themeTint="34" w:fill="fde9d2" w:themeFill="accent5" w:themeFillTint="34"/>
        <w:tcBorders/>
      </w:tcPr>
    </w:tblStylePr>
    <w:tblStylePr w:type="band2Horz">
      <w:rPr>
        <w:rFonts w:ascii="Arial" w:hAnsi="Arial"/>
        <w:color w:val="a35a04"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35a04"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a35a04"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a35a04"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a35a04"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name w:val="Grid Table 7 Colorful - Accent 6"/>
    <w:basedOn w:val="1038"/>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8a410b" w:themeColor="accent6" w:themeShade="95"/>
        <w:sz w:val="22"/>
      </w:rPr>
      <w:pPr>
        <w:pBdr/>
        <w:spacing/>
        <w:ind/>
      </w:pPr>
      <w:tblPr>
        <w:tblBorders/>
      </w:tblPr>
      <w:tcPr>
        <w:shd w:val="clear" w:color="ffffff" w:themeColor="accent6" w:themeTint="34" w:fill="fbe1ce" w:themeFill="accent6" w:themeFillTint="34"/>
        <w:tcBorders/>
      </w:tcPr>
    </w:tblStylePr>
    <w:tblStylePr w:type="band1Vert">
      <w:pPr>
        <w:pBdr/>
        <w:spacing/>
        <w:ind/>
      </w:pPr>
      <w:tblPr>
        <w:tblBorders/>
      </w:tblPr>
      <w:tcPr>
        <w:shd w:val="clear" w:color="ffffff" w:themeColor="accent6" w:themeTint="34" w:fill="fbe1ce" w:themeFill="accent6" w:themeFillTint="34"/>
        <w:tcBorders/>
      </w:tcPr>
    </w:tblStylePr>
    <w:tblStylePr w:type="band2Horz">
      <w:rPr>
        <w:rFonts w:ascii="Arial" w:hAnsi="Arial"/>
        <w:color w:val="8a410b"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8a410b"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8a410b"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8a410b"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8a410b"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name w:val="List Table 1 Light"/>
    <w:basedOn w:val="103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List Table 1 Light - Accent 1"/>
    <w:basedOn w:val="103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fbf1e6" w:themeFill="accent1" w:themeFillTint="40"/>
        <w:tcBorders/>
      </w:tcPr>
    </w:tblStylePr>
    <w:tblStylePr w:type="band1Vert">
      <w:pPr>
        <w:pBdr/>
        <w:spacing/>
        <w:ind/>
      </w:pPr>
      <w:tblPr>
        <w:tblBorders/>
      </w:tblPr>
      <w:tcPr>
        <w:shd w:val="clear" w:color="ffffff" w:themeColor="accent1" w:themeTint="40" w:fill="fbf1e6"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List Table 1 Light - Accent 2"/>
    <w:basedOn w:val="103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ade9f4" w:themeFill="accent2" w:themeFillTint="40"/>
        <w:tcBorders/>
      </w:tcPr>
    </w:tblStylePr>
    <w:tblStylePr w:type="band1Vert">
      <w:pPr>
        <w:pBdr/>
        <w:spacing/>
        <w:ind/>
      </w:pPr>
      <w:tblPr>
        <w:tblBorders/>
      </w:tblPr>
      <w:tcPr>
        <w:shd w:val="clear" w:color="ffffff" w:themeColor="accent2" w:themeTint="40" w:fill="ade9f4"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name w:val="List Table 1 Light - Accent 3"/>
    <w:basedOn w:val="103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9becf8" w:themeFill="accent3" w:themeFillTint="40"/>
        <w:tcBorders/>
      </w:tcPr>
    </w:tblStylePr>
    <w:tblStylePr w:type="band1Vert">
      <w:pPr>
        <w:pBdr/>
        <w:spacing/>
        <w:ind/>
      </w:pPr>
      <w:tblPr>
        <w:tblBorders/>
      </w:tblPr>
      <w:tcPr>
        <w:shd w:val="clear" w:color="ffffff" w:themeColor="accent3" w:themeTint="40" w:fill="9becf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name w:val="List Table 1 Light - Accent 4"/>
    <w:basedOn w:val="103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bbecff" w:themeFill="accent4" w:themeFillTint="40"/>
        <w:tcBorders/>
      </w:tcPr>
    </w:tblStylePr>
    <w:tblStylePr w:type="band1Vert">
      <w:pPr>
        <w:pBdr/>
        <w:spacing/>
        <w:ind/>
      </w:pPr>
      <w:tblPr>
        <w:tblBorders/>
      </w:tblPr>
      <w:tcPr>
        <w:shd w:val="clear" w:color="ffffff" w:themeColor="accent4" w:themeTint="40" w:fill="bbecf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List Table 1 Light - Accent 5"/>
    <w:basedOn w:val="103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fde5c8" w:themeFill="accent5" w:themeFillTint="40"/>
        <w:tcBorders/>
      </w:tcPr>
    </w:tblStylePr>
    <w:tblStylePr w:type="band1Vert">
      <w:pPr>
        <w:pBdr/>
        <w:spacing/>
        <w:ind/>
      </w:pPr>
      <w:tblPr>
        <w:tblBorders/>
      </w:tblPr>
      <w:tcPr>
        <w:shd w:val="clear" w:color="ffffff" w:themeColor="accent5" w:themeTint="40" w:fill="fde5c8"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name w:val="List Table 1 Light - Accent 6"/>
    <w:basedOn w:val="103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adac3" w:themeFill="accent6" w:themeFillTint="40"/>
        <w:tcBorders/>
      </w:tcPr>
    </w:tblStylePr>
    <w:tblStylePr w:type="band1Vert">
      <w:pPr>
        <w:pBdr/>
        <w:spacing/>
        <w:ind/>
      </w:pPr>
      <w:tblPr>
        <w:tblBorders/>
      </w:tblPr>
      <w:tcPr>
        <w:shd w:val="clear" w:color="ffffff" w:themeColor="accent6" w:themeTint="40" w:fill="fadac3"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name w:val="List Table 2"/>
    <w:basedOn w:val="1038"/>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name w:val="List Table 2 - Accent 1"/>
    <w:basedOn w:val="1038"/>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fbf1e6"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fbf1e6"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name w:val="List Table 2 - Accent 2"/>
    <w:basedOn w:val="1038"/>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ade9f4"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ade9f4"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name w:val="List Table 2 - Accent 3"/>
    <w:basedOn w:val="1038"/>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9becf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9becf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name w:val="List Table 2 - Accent 4"/>
    <w:basedOn w:val="1038"/>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bbecf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bbecf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name w:val="List Table 2 - Accent 5"/>
    <w:basedOn w:val="1038"/>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fde5c8"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fde5c8"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name w:val="List Table 2 - Accent 6"/>
    <w:basedOn w:val="1038"/>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adac3"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adac3"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name w:val="List Table 3"/>
    <w:basedOn w:val="1038"/>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name w:val="List Table 3 - Accent 1"/>
    <w:basedOn w:val="1038"/>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f0cda1"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name w:val="List Table 3 - Accent 2"/>
    <w:basedOn w:val="1038"/>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3ecde7"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name w:val="List Table 3 - Accent 3"/>
    <w:basedOn w:val="1038"/>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11d3f0"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name w:val="List Table 3 - Accent 4"/>
    <w:basedOn w:val="1038"/>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5bd2ff"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name w:val="List Table 3 - Accent 5"/>
    <w:basedOn w:val="1038"/>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fbc17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name w:val="List Table 3 - Accent 6"/>
    <w:basedOn w:val="1038"/>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3aa74"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name w:val="List Table 4"/>
    <w:basedOn w:val="1038"/>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name w:val="List Table 4 - Accent 1"/>
    <w:basedOn w:val="1038"/>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fbf1e6"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fbf1e6"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f0cda1"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name w:val="List Table 4 - Accent 2"/>
    <w:basedOn w:val="1038"/>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ade9f4"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ade9f4"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107082"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name w:val="List Table 4 - Accent 3"/>
    <w:basedOn w:val="1038"/>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9becf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9becf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054854"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name w:val="List Table 4 - Accent 4"/>
    <w:basedOn w:val="1038"/>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bbecf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bbecf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00aeef"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name w:val="List Table 4 - Accent 5"/>
    <w:basedOn w:val="1038"/>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fde5c8"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fde5c8"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f99927"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name w:val="List Table 4 - Accent 6"/>
    <w:basedOn w:val="1038"/>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adac3"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adac3"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ec721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name w:val="List Table 5 Dark"/>
    <w:basedOn w:val="1038"/>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7">
    <w:name w:val="List Table 5 Dark - Accent 1"/>
    <w:basedOn w:val="1038"/>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f0cda1" w:themeFill="accent1"/>
    </w:tblPr>
    <w:tcPr>
      <w:tcBorders/>
    </w:tcPr>
    <w:tblStylePr w:type="band1Horz">
      <w:pPr>
        <w:pBdr/>
        <w:spacing/>
        <w:ind/>
      </w:pPr>
      <w:tblPr>
        <w:tblBorders/>
      </w:tblPr>
      <w:tcPr>
        <w:shd w:val="clear" w:color="ffffff" w:themeColor="accent1" w:fill="f0cda1"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f0cda1"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f0cda1"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f0cda1"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8">
    <w:name w:val="List Table 5 Dark - Accent 2"/>
    <w:basedOn w:val="1038"/>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3ecde7" w:themeFill="accent2" w:themeFillTint="97"/>
    </w:tblPr>
    <w:tcPr>
      <w:tcBorders/>
    </w:tcPr>
    <w:tblStylePr w:type="band1Horz">
      <w:pPr>
        <w:pBdr/>
        <w:spacing/>
        <w:ind/>
      </w:pPr>
      <w:tblPr>
        <w:tblBorders/>
      </w:tblPr>
      <w:tcPr>
        <w:shd w:val="clear" w:color="ffffff" w:themeColor="accent2" w:themeTint="97" w:fill="3ecde7"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3ecde7"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3ecde7"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3ecde7"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9">
    <w:name w:val="List Table 5 Dark - Accent 3"/>
    <w:basedOn w:val="1038"/>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11d3f0" w:themeFill="accent3" w:themeFillTint="98"/>
    </w:tblPr>
    <w:tcPr>
      <w:tcBorders/>
    </w:tcPr>
    <w:tblStylePr w:type="band1Horz">
      <w:pPr>
        <w:pBdr/>
        <w:spacing/>
        <w:ind/>
      </w:pPr>
      <w:tblPr>
        <w:tblBorders/>
      </w:tblPr>
      <w:tcPr>
        <w:shd w:val="clear" w:color="ffffff" w:themeColor="accent3" w:themeTint="98" w:fill="11d3f0"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11d3f0"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11d3f0"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11d3f0"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0">
    <w:name w:val="List Table 5 Dark - Accent 4"/>
    <w:basedOn w:val="1038"/>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5bd2ff" w:themeFill="accent4" w:themeFillTint="9A"/>
    </w:tblPr>
    <w:tcPr>
      <w:tcBorders/>
    </w:tcPr>
    <w:tblStylePr w:type="band1Horz">
      <w:pPr>
        <w:pBdr/>
        <w:spacing/>
        <w:ind/>
      </w:pPr>
      <w:tblPr>
        <w:tblBorders/>
      </w:tblPr>
      <w:tcPr>
        <w:shd w:val="clear" w:color="ffffff" w:themeColor="accent4" w:themeTint="9A" w:fill="5bd2ff"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5bd2ff"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5bd2ff"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5bd2ff"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1">
    <w:name w:val="List Table 5 Dark - Accent 5"/>
    <w:basedOn w:val="1038"/>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fbc17c" w:themeFill="accent5" w:themeFillTint="9A"/>
    </w:tblPr>
    <w:tcPr>
      <w:tcBorders/>
    </w:tcPr>
    <w:tblStylePr w:type="band1Horz">
      <w:pPr>
        <w:pBdr/>
        <w:spacing/>
        <w:ind/>
      </w:pPr>
      <w:tblPr>
        <w:tblBorders/>
      </w:tblPr>
      <w:tcPr>
        <w:shd w:val="clear" w:color="ffffff" w:themeColor="accent5" w:themeTint="9A" w:fill="fbc17c"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fbc17c"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fbc17c"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fbc17c"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2">
    <w:name w:val="List Table 5 Dark - Accent 6"/>
    <w:basedOn w:val="1038"/>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3aa74" w:themeFill="accent6" w:themeFillTint="98"/>
    </w:tblPr>
    <w:tcPr>
      <w:tcBorders/>
    </w:tcPr>
    <w:tblStylePr w:type="band1Horz">
      <w:pPr>
        <w:pBdr/>
        <w:spacing/>
        <w:ind/>
      </w:pPr>
      <w:tblPr>
        <w:tblBorders/>
      </w:tblPr>
      <w:tcPr>
        <w:shd w:val="clear" w:color="ffffff" w:themeColor="accent6" w:themeTint="98" w:fill="f3aa74"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3aa74"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3aa74"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3aa74"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3">
    <w:name w:val="List Table 6 Colorful"/>
    <w:basedOn w:val="1038"/>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name w:val="List Table 6 Colorful - Accent 1"/>
    <w:basedOn w:val="1038"/>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fbf1e6" w:themeFill="accent1" w:themeFillTint="40"/>
        <w:tcBorders/>
      </w:tcPr>
    </w:tblStylePr>
    <w:tblStylePr w:type="band1Vert">
      <w:pPr>
        <w:pBdr/>
        <w:spacing/>
        <w:ind/>
      </w:pPr>
      <w:tblPr>
        <w:tblBorders/>
      </w:tblPr>
      <w:tcPr>
        <w:shd w:val="clear" w:color="ffffff" w:themeColor="accent1" w:themeTint="40" w:fill="fbf1e6"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7b20" w:themeColor="accent1" w:themeShade="95"/>
      </w:rPr>
      <w:pPr>
        <w:pBdr/>
        <w:spacing/>
        <w:ind/>
      </w:pPr>
      <w:tblPr>
        <w:tblBorders/>
      </w:tblPr>
      <w:tcPr>
        <w:tcBorders/>
      </w:tcPr>
    </w:tblStylePr>
    <w:tblStylePr w:type="firstRow">
      <w:rPr>
        <w:b/>
        <w:color w:val="c97b20" w:themeColor="accent1" w:themeShade="95"/>
      </w:rPr>
      <w:pPr>
        <w:pBdr/>
        <w:spacing/>
        <w:ind/>
      </w:pPr>
      <w:tblPr>
        <w:tblBorders/>
      </w:tblPr>
      <w:tcPr>
        <w:tcBorders>
          <w:bottom w:val="single" w:color="000000" w:themeColor="accent1" w:sz="4" w:space="0"/>
        </w:tcBorders>
      </w:tcPr>
    </w:tblStylePr>
    <w:tblStylePr w:type="lastCol">
      <w:rPr>
        <w:b/>
        <w:color w:val="c97b20" w:themeColor="accent1" w:themeShade="95"/>
      </w:rPr>
      <w:pPr>
        <w:pBdr/>
        <w:spacing/>
        <w:ind/>
      </w:pPr>
      <w:tblPr>
        <w:tblBorders/>
      </w:tblPr>
      <w:tcPr>
        <w:tcBorders/>
      </w:tcPr>
    </w:tblStylePr>
    <w:tblStylePr w:type="lastRow">
      <w:rPr>
        <w:b/>
        <w:color w:val="c97b20"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5">
    <w:name w:val="List Table 6 Colorful - Accent 2"/>
    <w:basedOn w:val="1038"/>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ade9f4" w:themeFill="accent2" w:themeFillTint="40"/>
        <w:tcBorders/>
      </w:tcPr>
    </w:tblStylePr>
    <w:tblStylePr w:type="band1Vert">
      <w:pPr>
        <w:pBdr/>
        <w:spacing/>
        <w:ind/>
      </w:pPr>
      <w:tblPr>
        <w:tblBorders/>
      </w:tblPr>
      <w:tcPr>
        <w:shd w:val="clear" w:color="ffffff" w:themeColor="accent2" w:themeTint="40" w:fill="ade9f4"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138296" w:themeColor="accent2" w:themeTint="97" w:themeShade="95"/>
      </w:rPr>
      <w:pPr>
        <w:pBdr/>
        <w:spacing/>
        <w:ind/>
      </w:pPr>
      <w:tblPr>
        <w:tblBorders/>
      </w:tblPr>
      <w:tcPr>
        <w:tcBorders/>
      </w:tcPr>
    </w:tblStylePr>
    <w:tblStylePr w:type="firstRow">
      <w:rPr>
        <w:b/>
        <w:color w:val="138296" w:themeColor="accent2" w:themeTint="97" w:themeShade="95"/>
      </w:rPr>
      <w:pPr>
        <w:pBdr/>
        <w:spacing/>
        <w:ind/>
      </w:pPr>
      <w:tblPr>
        <w:tblBorders/>
      </w:tblPr>
      <w:tcPr>
        <w:tcBorders>
          <w:bottom w:val="single" w:color="000000" w:themeColor="accent2" w:themeTint="97" w:sz="4" w:space="0"/>
        </w:tcBorders>
      </w:tcPr>
    </w:tblStylePr>
    <w:tblStylePr w:type="lastCol">
      <w:rPr>
        <w:b/>
        <w:color w:val="138296" w:themeColor="accent2" w:themeTint="97" w:themeShade="95"/>
      </w:rPr>
      <w:pPr>
        <w:pBdr/>
        <w:spacing/>
        <w:ind/>
      </w:pPr>
      <w:tblPr>
        <w:tblBorders/>
      </w:tblPr>
      <w:tcPr>
        <w:tcBorders/>
      </w:tcPr>
    </w:tblStylePr>
    <w:tblStylePr w:type="lastRow">
      <w:rPr>
        <w:b/>
        <w:color w:val="138296"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6">
    <w:name w:val="List Table 6 Colorful - Accent 3"/>
    <w:basedOn w:val="1038"/>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9becf8" w:themeFill="accent3" w:themeFillTint="40"/>
        <w:tcBorders/>
      </w:tcPr>
    </w:tblStylePr>
    <w:tblStylePr w:type="band1Vert">
      <w:pPr>
        <w:pBdr/>
        <w:spacing/>
        <w:ind/>
      </w:pPr>
      <w:tblPr>
        <w:tblBorders/>
      </w:tblPr>
      <w:tcPr>
        <w:shd w:val="clear" w:color="ffffff" w:themeColor="accent3" w:themeTint="40" w:fill="9becf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097b8c" w:themeColor="accent3" w:themeTint="98" w:themeShade="95"/>
      </w:rPr>
      <w:pPr>
        <w:pBdr/>
        <w:spacing/>
        <w:ind/>
      </w:pPr>
      <w:tblPr>
        <w:tblBorders/>
      </w:tblPr>
      <w:tcPr>
        <w:tcBorders/>
      </w:tcPr>
    </w:tblStylePr>
    <w:tblStylePr w:type="firstRow">
      <w:rPr>
        <w:b/>
        <w:color w:val="097b8c" w:themeColor="accent3" w:themeTint="98" w:themeShade="95"/>
      </w:rPr>
      <w:pPr>
        <w:pBdr/>
        <w:spacing/>
        <w:ind/>
      </w:pPr>
      <w:tblPr>
        <w:tblBorders/>
      </w:tblPr>
      <w:tcPr>
        <w:tcBorders>
          <w:bottom w:val="single" w:color="000000" w:themeColor="accent3" w:themeTint="98" w:sz="4" w:space="0"/>
        </w:tcBorders>
      </w:tcPr>
    </w:tblStylePr>
    <w:tblStylePr w:type="lastCol">
      <w:rPr>
        <w:b/>
        <w:color w:val="097b8c" w:themeColor="accent3" w:themeTint="98" w:themeShade="95"/>
      </w:rPr>
      <w:pPr>
        <w:pBdr/>
        <w:spacing/>
        <w:ind/>
      </w:pPr>
      <w:tblPr>
        <w:tblBorders/>
      </w:tblPr>
      <w:tcPr>
        <w:tcBorders/>
      </w:tcPr>
    </w:tblStylePr>
    <w:tblStylePr w:type="lastRow">
      <w:rPr>
        <w:b/>
        <w:color w:val="097b8c"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7">
    <w:name w:val="List Table 6 Colorful - Accent 4"/>
    <w:basedOn w:val="1038"/>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bbecff" w:themeFill="accent4" w:themeFillTint="40"/>
        <w:tcBorders/>
      </w:tcPr>
    </w:tblStylePr>
    <w:tblStylePr w:type="band1Vert">
      <w:pPr>
        <w:pBdr/>
        <w:spacing/>
        <w:ind/>
      </w:pPr>
      <w:tblPr>
        <w:tblBorders/>
      </w:tblPr>
      <w:tcPr>
        <w:shd w:val="clear" w:color="ffffff" w:themeColor="accent4" w:themeTint="40" w:fill="bbecf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0093ca" w:themeColor="accent4" w:themeTint="9A" w:themeShade="95"/>
      </w:rPr>
      <w:pPr>
        <w:pBdr/>
        <w:spacing/>
        <w:ind/>
      </w:pPr>
      <w:tblPr>
        <w:tblBorders/>
      </w:tblPr>
      <w:tcPr>
        <w:tcBorders/>
      </w:tcPr>
    </w:tblStylePr>
    <w:tblStylePr w:type="firstRow">
      <w:rPr>
        <w:b/>
        <w:color w:val="0093ca" w:themeColor="accent4" w:themeTint="9A" w:themeShade="95"/>
      </w:rPr>
      <w:pPr>
        <w:pBdr/>
        <w:spacing/>
        <w:ind/>
      </w:pPr>
      <w:tblPr>
        <w:tblBorders/>
      </w:tblPr>
      <w:tcPr>
        <w:tcBorders>
          <w:bottom w:val="single" w:color="000000" w:themeColor="accent4" w:themeTint="9A" w:sz="4" w:space="0"/>
        </w:tcBorders>
      </w:tcPr>
    </w:tblStylePr>
    <w:tblStylePr w:type="lastCol">
      <w:rPr>
        <w:b/>
        <w:color w:val="0093ca" w:themeColor="accent4" w:themeTint="9A" w:themeShade="95"/>
      </w:rPr>
      <w:pPr>
        <w:pBdr/>
        <w:spacing/>
        <w:ind/>
      </w:pPr>
      <w:tblPr>
        <w:tblBorders/>
      </w:tblPr>
      <w:tcPr>
        <w:tcBorders/>
      </w:tcPr>
    </w:tblStylePr>
    <w:tblStylePr w:type="lastRow">
      <w:rPr>
        <w:b/>
        <w:color w:val="0093ca"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8">
    <w:name w:val="List Table 6 Colorful - Accent 5"/>
    <w:basedOn w:val="1038"/>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fde5c8" w:themeFill="accent5" w:themeFillTint="40"/>
        <w:tcBorders/>
      </w:tcPr>
    </w:tblStylePr>
    <w:tblStylePr w:type="band1Vert">
      <w:pPr>
        <w:pBdr/>
        <w:spacing/>
        <w:ind/>
      </w:pPr>
      <w:tblPr>
        <w:tblBorders/>
      </w:tblPr>
      <w:tcPr>
        <w:shd w:val="clear" w:color="ffffff" w:themeColor="accent5" w:themeTint="40" w:fill="fde5c8"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37506" w:themeColor="accent5" w:themeTint="9A" w:themeShade="95"/>
      </w:rPr>
      <w:pPr>
        <w:pBdr/>
        <w:spacing/>
        <w:ind/>
      </w:pPr>
      <w:tblPr>
        <w:tblBorders/>
      </w:tblPr>
      <w:tcPr>
        <w:tcBorders/>
      </w:tcPr>
    </w:tblStylePr>
    <w:tblStylePr w:type="firstRow">
      <w:rPr>
        <w:b/>
        <w:color w:val="d37506" w:themeColor="accent5" w:themeTint="9A" w:themeShade="95"/>
      </w:rPr>
      <w:pPr>
        <w:pBdr/>
        <w:spacing/>
        <w:ind/>
      </w:pPr>
      <w:tblPr>
        <w:tblBorders/>
      </w:tblPr>
      <w:tcPr>
        <w:tcBorders>
          <w:bottom w:val="single" w:color="000000" w:themeColor="accent5" w:themeTint="9A" w:sz="4" w:space="0"/>
        </w:tcBorders>
      </w:tcPr>
    </w:tblStylePr>
    <w:tblStylePr w:type="lastCol">
      <w:rPr>
        <w:b/>
        <w:color w:val="d37506" w:themeColor="accent5" w:themeTint="9A" w:themeShade="95"/>
      </w:rPr>
      <w:pPr>
        <w:pBdr/>
        <w:spacing/>
        <w:ind/>
      </w:pPr>
      <w:tblPr>
        <w:tblBorders/>
      </w:tblPr>
      <w:tcPr>
        <w:tcBorders/>
      </w:tcPr>
    </w:tblStylePr>
    <w:tblStylePr w:type="lastRow">
      <w:rPr>
        <w:b/>
        <w:color w:val="d37506"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9">
    <w:name w:val="List Table 6 Colorful - Accent 6"/>
    <w:basedOn w:val="1038"/>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adac3" w:themeFill="accent6" w:themeFillTint="40"/>
        <w:tcBorders/>
      </w:tcPr>
    </w:tblStylePr>
    <w:tblStylePr w:type="band1Vert">
      <w:pPr>
        <w:pBdr/>
        <w:spacing/>
        <w:ind/>
      </w:pPr>
      <w:tblPr>
        <w:tblBorders/>
      </w:tblPr>
      <w:tcPr>
        <w:shd w:val="clear" w:color="ffffff" w:themeColor="accent6" w:themeTint="40" w:fill="fadac3"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15b10" w:themeColor="accent6" w:themeTint="98" w:themeShade="95"/>
      </w:rPr>
      <w:pPr>
        <w:pBdr/>
        <w:spacing/>
        <w:ind/>
      </w:pPr>
      <w:tblPr>
        <w:tblBorders/>
      </w:tblPr>
      <w:tcPr>
        <w:tcBorders/>
      </w:tcPr>
    </w:tblStylePr>
    <w:tblStylePr w:type="firstRow">
      <w:rPr>
        <w:b/>
        <w:color w:val="c15b10" w:themeColor="accent6" w:themeTint="98" w:themeShade="95"/>
      </w:rPr>
      <w:pPr>
        <w:pBdr/>
        <w:spacing/>
        <w:ind/>
      </w:pPr>
      <w:tblPr>
        <w:tblBorders/>
      </w:tblPr>
      <w:tcPr>
        <w:tcBorders>
          <w:bottom w:val="single" w:color="000000" w:themeColor="accent6" w:themeTint="98" w:sz="4" w:space="0"/>
        </w:tcBorders>
      </w:tcPr>
    </w:tblStylePr>
    <w:tblStylePr w:type="lastCol">
      <w:rPr>
        <w:b/>
        <w:color w:val="c15b10" w:themeColor="accent6" w:themeTint="98" w:themeShade="95"/>
      </w:rPr>
      <w:pPr>
        <w:pBdr/>
        <w:spacing/>
        <w:ind/>
      </w:pPr>
      <w:tblPr>
        <w:tblBorders/>
      </w:tblPr>
      <w:tcPr>
        <w:tcBorders/>
      </w:tcPr>
    </w:tblStylePr>
    <w:tblStylePr w:type="lastRow">
      <w:rPr>
        <w:b/>
        <w:color w:val="c15b10"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0">
    <w:name w:val="List Table 7 Colorful"/>
    <w:basedOn w:val="1038"/>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991">
    <w:name w:val="List Table 7 Colorful - Accent 1"/>
    <w:basedOn w:val="1038"/>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c97b20" w:themeColor="accent1" w:themeShade="95"/>
        <w:sz w:val="22"/>
      </w:rPr>
      <w:pPr>
        <w:pBdr/>
        <w:spacing/>
        <w:ind/>
      </w:pPr>
      <w:tblPr>
        <w:tblBorders/>
      </w:tblPr>
      <w:tcPr>
        <w:shd w:val="clear" w:color="ffffff" w:themeColor="accent1" w:themeTint="40" w:fill="fbf1e6" w:themeFill="accent1" w:themeFillTint="40"/>
        <w:tcBorders/>
      </w:tcPr>
    </w:tblStylePr>
    <w:tblStylePr w:type="band1Vert">
      <w:pPr>
        <w:pBdr/>
        <w:spacing/>
        <w:ind/>
      </w:pPr>
      <w:tblPr>
        <w:tblBorders/>
      </w:tblPr>
      <w:tcPr>
        <w:shd w:val="clear" w:color="ffffff" w:themeColor="accent1" w:themeTint="40" w:fill="fbf1e6" w:themeFill="accent1" w:themeFillTint="40"/>
        <w:tcBorders/>
      </w:tcPr>
    </w:tblStylePr>
    <w:tblStylePr w:type="band2Horz">
      <w:rPr>
        <w:rFonts w:ascii="Arial" w:hAnsi="Arial"/>
        <w:color w:val="c97b2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7b20"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c97b20"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c97b20"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c97b20"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97b20" w:themeColor="accent1" w:themeShade="95"/>
        <w:sz w:val="22"/>
      </w:rPr>
      <w:pPr>
        <w:pBdr/>
        <w:spacing/>
        <w:ind/>
      </w:pPr>
      <w:tblPr>
        <w:tblBorders/>
      </w:tblPr>
      <w:tcPr>
        <w:tcBorders/>
      </w:tcPr>
    </w:tblStylePr>
  </w:style>
  <w:style w:type="table" w:styleId="992">
    <w:name w:val="List Table 7 Colorful - Accent 2"/>
    <w:basedOn w:val="1038"/>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138296" w:themeColor="accent2" w:themeTint="97" w:themeShade="95"/>
        <w:sz w:val="22"/>
      </w:rPr>
      <w:pPr>
        <w:pBdr/>
        <w:spacing/>
        <w:ind/>
      </w:pPr>
      <w:tblPr>
        <w:tblBorders/>
      </w:tblPr>
      <w:tcPr>
        <w:shd w:val="clear" w:color="ffffff" w:themeColor="accent2" w:themeTint="40" w:fill="ade9f4" w:themeFill="accent2" w:themeFillTint="40"/>
        <w:tcBorders/>
      </w:tcPr>
    </w:tblStylePr>
    <w:tblStylePr w:type="band1Vert">
      <w:pPr>
        <w:pBdr/>
        <w:spacing/>
        <w:ind/>
      </w:pPr>
      <w:tblPr>
        <w:tblBorders/>
      </w:tblPr>
      <w:tcPr>
        <w:shd w:val="clear" w:color="ffffff" w:themeColor="accent2" w:themeTint="40" w:fill="ade9f4" w:themeFill="accent2" w:themeFillTint="40"/>
        <w:tcBorders/>
      </w:tcPr>
    </w:tblStylePr>
    <w:tblStylePr w:type="band2Horz">
      <w:rPr>
        <w:rFonts w:ascii="Arial" w:hAnsi="Arial"/>
        <w:color w:val="138296"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138296"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138296"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138296"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138296"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138296" w:themeColor="accent2" w:themeTint="97" w:themeShade="95"/>
        <w:sz w:val="22"/>
      </w:rPr>
      <w:pPr>
        <w:pBdr/>
        <w:spacing/>
        <w:ind/>
      </w:pPr>
      <w:tblPr>
        <w:tblBorders/>
      </w:tblPr>
      <w:tcPr>
        <w:tcBorders/>
      </w:tcPr>
    </w:tblStylePr>
  </w:style>
  <w:style w:type="table" w:styleId="993">
    <w:name w:val="List Table 7 Colorful - Accent 3"/>
    <w:basedOn w:val="1038"/>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097b8c" w:themeColor="accent3" w:themeTint="98" w:themeShade="95"/>
        <w:sz w:val="22"/>
      </w:rPr>
      <w:pPr>
        <w:pBdr/>
        <w:spacing/>
        <w:ind/>
      </w:pPr>
      <w:tblPr>
        <w:tblBorders/>
      </w:tblPr>
      <w:tcPr>
        <w:shd w:val="clear" w:color="ffffff" w:themeColor="accent3" w:themeTint="40" w:fill="9becf8" w:themeFill="accent3" w:themeFillTint="40"/>
        <w:tcBorders/>
      </w:tcPr>
    </w:tblStylePr>
    <w:tblStylePr w:type="band1Vert">
      <w:pPr>
        <w:pBdr/>
        <w:spacing/>
        <w:ind/>
      </w:pPr>
      <w:tblPr>
        <w:tblBorders/>
      </w:tblPr>
      <w:tcPr>
        <w:shd w:val="clear" w:color="ffffff" w:themeColor="accent3" w:themeTint="40" w:fill="9becf8" w:themeFill="accent3" w:themeFillTint="40"/>
        <w:tcBorders/>
      </w:tcPr>
    </w:tblStylePr>
    <w:tblStylePr w:type="band2Horz">
      <w:rPr>
        <w:rFonts w:ascii="Arial" w:hAnsi="Arial"/>
        <w:color w:val="097b8c"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097b8c"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097b8c"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097b8c"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097b8c"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097b8c" w:themeColor="accent3" w:themeTint="98" w:themeShade="95"/>
        <w:sz w:val="22"/>
      </w:rPr>
      <w:pPr>
        <w:pBdr/>
        <w:spacing/>
        <w:ind/>
      </w:pPr>
      <w:tblPr>
        <w:tblBorders/>
      </w:tblPr>
      <w:tcPr>
        <w:tcBorders/>
      </w:tcPr>
    </w:tblStylePr>
  </w:style>
  <w:style w:type="table" w:styleId="994">
    <w:name w:val="List Table 7 Colorful - Accent 4"/>
    <w:basedOn w:val="1038"/>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0093ca" w:themeColor="accent4" w:themeTint="9A" w:themeShade="95"/>
        <w:sz w:val="22"/>
      </w:rPr>
      <w:pPr>
        <w:pBdr/>
        <w:spacing/>
        <w:ind/>
      </w:pPr>
      <w:tblPr>
        <w:tblBorders/>
      </w:tblPr>
      <w:tcPr>
        <w:shd w:val="clear" w:color="ffffff" w:themeColor="accent4" w:themeTint="40" w:fill="bbecff" w:themeFill="accent4" w:themeFillTint="40"/>
        <w:tcBorders/>
      </w:tcPr>
    </w:tblStylePr>
    <w:tblStylePr w:type="band1Vert">
      <w:pPr>
        <w:pBdr/>
        <w:spacing/>
        <w:ind/>
      </w:pPr>
      <w:tblPr>
        <w:tblBorders/>
      </w:tblPr>
      <w:tcPr>
        <w:shd w:val="clear" w:color="ffffff" w:themeColor="accent4" w:themeTint="40" w:fill="bbecff" w:themeFill="accent4" w:themeFillTint="40"/>
        <w:tcBorders/>
      </w:tcPr>
    </w:tblStylePr>
    <w:tblStylePr w:type="band2Horz">
      <w:rPr>
        <w:rFonts w:ascii="Arial" w:hAnsi="Arial"/>
        <w:color w:val="0093ca"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0093ca"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0093ca"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0093ca"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0093ca"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0093ca" w:themeColor="accent4" w:themeTint="9A" w:themeShade="95"/>
        <w:sz w:val="22"/>
      </w:rPr>
      <w:pPr>
        <w:pBdr/>
        <w:spacing/>
        <w:ind/>
      </w:pPr>
      <w:tblPr>
        <w:tblBorders/>
      </w:tblPr>
      <w:tcPr>
        <w:tcBorders/>
      </w:tcPr>
    </w:tblStylePr>
  </w:style>
  <w:style w:type="table" w:styleId="995">
    <w:name w:val="List Table 7 Colorful - Accent 5"/>
    <w:basedOn w:val="1038"/>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d37506" w:themeColor="accent5" w:themeTint="9A" w:themeShade="95"/>
        <w:sz w:val="22"/>
      </w:rPr>
      <w:pPr>
        <w:pBdr/>
        <w:spacing/>
        <w:ind/>
      </w:pPr>
      <w:tblPr>
        <w:tblBorders/>
      </w:tblPr>
      <w:tcPr>
        <w:shd w:val="clear" w:color="ffffff" w:themeColor="accent5" w:themeTint="40" w:fill="fde5c8" w:themeFill="accent5" w:themeFillTint="40"/>
        <w:tcBorders/>
      </w:tcPr>
    </w:tblStylePr>
    <w:tblStylePr w:type="band1Vert">
      <w:pPr>
        <w:pBdr/>
        <w:spacing/>
        <w:ind/>
      </w:pPr>
      <w:tblPr>
        <w:tblBorders/>
      </w:tblPr>
      <w:tcPr>
        <w:shd w:val="clear" w:color="ffffff" w:themeColor="accent5" w:themeTint="40" w:fill="fde5c8" w:themeFill="accent5" w:themeFillTint="40"/>
        <w:tcBorders/>
      </w:tcPr>
    </w:tblStylePr>
    <w:tblStylePr w:type="band2Horz">
      <w:rPr>
        <w:rFonts w:ascii="Arial" w:hAnsi="Arial"/>
        <w:color w:val="d37506"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37506"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d37506"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d37506"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d37506"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37506" w:themeColor="accent5" w:themeTint="9A" w:themeShade="95"/>
        <w:sz w:val="22"/>
      </w:rPr>
      <w:pPr>
        <w:pBdr/>
        <w:spacing/>
        <w:ind/>
      </w:pPr>
      <w:tblPr>
        <w:tblBorders/>
      </w:tblPr>
      <w:tcPr>
        <w:tcBorders/>
      </w:tcPr>
    </w:tblStylePr>
  </w:style>
  <w:style w:type="table" w:styleId="996">
    <w:name w:val="List Table 7 Colorful - Accent 6"/>
    <w:basedOn w:val="1038"/>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c15b10" w:themeColor="accent6" w:themeTint="98" w:themeShade="95"/>
        <w:sz w:val="22"/>
      </w:rPr>
      <w:pPr>
        <w:pBdr/>
        <w:spacing/>
        <w:ind/>
      </w:pPr>
      <w:tblPr>
        <w:tblBorders/>
      </w:tblPr>
      <w:tcPr>
        <w:shd w:val="clear" w:color="ffffff" w:themeColor="accent6" w:themeTint="40" w:fill="fadac3" w:themeFill="accent6" w:themeFillTint="40"/>
        <w:tcBorders/>
      </w:tcPr>
    </w:tblStylePr>
    <w:tblStylePr w:type="band1Vert">
      <w:pPr>
        <w:pBdr/>
        <w:spacing/>
        <w:ind/>
      </w:pPr>
      <w:tblPr>
        <w:tblBorders/>
      </w:tblPr>
      <w:tcPr>
        <w:shd w:val="clear" w:color="ffffff" w:themeColor="accent6" w:themeTint="40" w:fill="fadac3" w:themeFill="accent6" w:themeFillTint="40"/>
        <w:tcBorders/>
      </w:tcPr>
    </w:tblStylePr>
    <w:tblStylePr w:type="band2Horz">
      <w:rPr>
        <w:rFonts w:ascii="Arial" w:hAnsi="Arial"/>
        <w:color w:val="c15b1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15b10"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c15b1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c15b10"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c15b10"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15b10" w:themeColor="accent6" w:themeTint="98" w:themeShade="95"/>
        <w:sz w:val="22"/>
      </w:rPr>
      <w:pPr>
        <w:pBdr/>
        <w:spacing/>
        <w:ind/>
      </w:pPr>
      <w:tblPr>
        <w:tblBorders/>
      </w:tblPr>
      <w:tcPr>
        <w:tcBorders/>
      </w:tcPr>
    </w:tblStylePr>
  </w:style>
  <w:style w:type="table" w:styleId="997">
    <w:name w:val="Lined - Accent"/>
    <w:basedOn w:val="103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8">
    <w:name w:val="Lined - Accent 1"/>
    <w:basedOn w:val="103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faefe1"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faefe1"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f1cfa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f1cfa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f1cfa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f1cfa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9">
    <w:name w:val="Lined - Accent 2"/>
    <w:basedOn w:val="103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beeef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beeef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3ecde7"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3ecde7"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3ecde7"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3ecde7"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0">
    <w:name w:val="Lined - Accent 3"/>
    <w:basedOn w:val="103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adf0fa"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adf0fa"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054a54"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054a54"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054a54"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054a54"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1">
    <w:name w:val="Lined - Accent 4"/>
    <w:basedOn w:val="103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c6efff"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c6efff"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5bd2ff"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5bd2ff"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5bd2ff"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5bd2ff"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2">
    <w:name w:val="Lined - Accent 5"/>
    <w:basedOn w:val="103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fde9d2"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fde9d2" w:themeFill="accent5" w:themeFillTint="34"/>
        <w:tcBorders/>
      </w:tcPr>
    </w:tblStylePr>
    <w:tblStylePr w:type="firstCol">
      <w:rPr>
        <w:rFonts w:ascii="Arial" w:hAnsi="Arial"/>
        <w:color w:val="f2f2f2"/>
        <w:sz w:val="22"/>
      </w:rPr>
      <w:pPr>
        <w:pBdr/>
        <w:spacing/>
        <w:ind/>
      </w:pPr>
      <w:tblPr>
        <w:tblBorders/>
      </w:tblPr>
      <w:tcPr>
        <w:shd w:val="clear" w:color="ffffff" w:themeColor="accent5" w:fill="f99927" w:themeFill="accent5"/>
        <w:tcBorders/>
      </w:tcPr>
    </w:tblStylePr>
    <w:tblStylePr w:type="firstRow">
      <w:rPr>
        <w:rFonts w:ascii="Arial" w:hAnsi="Arial"/>
        <w:color w:val="f2f2f2"/>
        <w:sz w:val="22"/>
      </w:rPr>
      <w:pPr>
        <w:pBdr/>
        <w:spacing/>
        <w:ind/>
      </w:pPr>
      <w:tblPr>
        <w:tblBorders/>
      </w:tblPr>
      <w:tcPr>
        <w:shd w:val="clear" w:color="ffffff" w:themeColor="accent5" w:fill="f99927" w:themeFill="accent5"/>
        <w:tcBorders/>
      </w:tcPr>
    </w:tblStylePr>
    <w:tblStylePr w:type="lastCol">
      <w:rPr>
        <w:rFonts w:ascii="Arial" w:hAnsi="Arial"/>
        <w:color w:val="f2f2f2"/>
        <w:sz w:val="22"/>
      </w:rPr>
      <w:pPr>
        <w:pBdr/>
        <w:spacing/>
        <w:ind/>
      </w:pPr>
      <w:tblPr>
        <w:tblBorders/>
      </w:tblPr>
      <w:tcPr>
        <w:shd w:val="clear" w:color="ffffff" w:themeColor="accent5" w:fill="f99927" w:themeFill="accent5"/>
        <w:tcBorders/>
      </w:tcPr>
    </w:tblStylePr>
    <w:tblStylePr w:type="lastRow">
      <w:rPr>
        <w:rFonts w:ascii="Arial" w:hAnsi="Arial"/>
        <w:color w:val="f2f2f2"/>
        <w:sz w:val="22"/>
      </w:rPr>
      <w:pPr>
        <w:pBdr/>
        <w:spacing/>
        <w:ind/>
      </w:pPr>
      <w:tblPr>
        <w:tblBorders/>
      </w:tblPr>
      <w:tcPr>
        <w:shd w:val="clear" w:color="ffffff" w:themeColor="accent5" w:fill="f99927"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3">
    <w:name w:val="Lined - Accent 6"/>
    <w:basedOn w:val="103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be1ce"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be1ce" w:themeFill="accent6" w:themeFillTint="34"/>
        <w:tcBorders/>
      </w:tcPr>
    </w:tblStylePr>
    <w:tblStylePr w:type="firstCol">
      <w:rPr>
        <w:rFonts w:ascii="Arial" w:hAnsi="Arial"/>
        <w:color w:val="f2f2f2"/>
        <w:sz w:val="22"/>
      </w:rPr>
      <w:pPr>
        <w:pBdr/>
        <w:spacing/>
        <w:ind/>
      </w:pPr>
      <w:tblPr>
        <w:tblBorders/>
      </w:tblPr>
      <w:tcPr>
        <w:shd w:val="clear" w:color="ffffff" w:themeColor="accent6" w:fill="ec7216" w:themeFill="accent6"/>
        <w:tcBorders/>
      </w:tcPr>
    </w:tblStylePr>
    <w:tblStylePr w:type="firstRow">
      <w:rPr>
        <w:rFonts w:ascii="Arial" w:hAnsi="Arial"/>
        <w:color w:val="f2f2f2"/>
        <w:sz w:val="22"/>
      </w:rPr>
      <w:pPr>
        <w:pBdr/>
        <w:spacing/>
        <w:ind/>
      </w:pPr>
      <w:tblPr>
        <w:tblBorders/>
      </w:tblPr>
      <w:tcPr>
        <w:shd w:val="clear" w:color="ffffff" w:themeColor="accent6" w:fill="ec7216" w:themeFill="accent6"/>
        <w:tcBorders/>
      </w:tcPr>
    </w:tblStylePr>
    <w:tblStylePr w:type="lastCol">
      <w:rPr>
        <w:rFonts w:ascii="Arial" w:hAnsi="Arial"/>
        <w:color w:val="f2f2f2"/>
        <w:sz w:val="22"/>
      </w:rPr>
      <w:pPr>
        <w:pBdr/>
        <w:spacing/>
        <w:ind/>
      </w:pPr>
      <w:tblPr>
        <w:tblBorders/>
      </w:tblPr>
      <w:tcPr>
        <w:shd w:val="clear" w:color="ffffff" w:themeColor="accent6" w:fill="ec7216" w:themeFill="accent6"/>
        <w:tcBorders/>
      </w:tcPr>
    </w:tblStylePr>
    <w:tblStylePr w:type="lastRow">
      <w:rPr>
        <w:rFonts w:ascii="Arial" w:hAnsi="Arial"/>
        <w:color w:val="f2f2f2"/>
        <w:sz w:val="22"/>
      </w:rPr>
      <w:pPr>
        <w:pBdr/>
        <w:spacing/>
        <w:ind/>
      </w:pPr>
      <w:tblPr>
        <w:tblBorders/>
      </w:tblPr>
      <w:tcPr>
        <w:shd w:val="clear" w:color="ffffff" w:themeColor="accent6" w:fill="ec721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4">
    <w:name w:val="Bordered &amp; Lined - Accent"/>
    <w:basedOn w:val="1038"/>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5">
    <w:name w:val="Bordered &amp; Lined - Accent 1"/>
    <w:basedOn w:val="1038"/>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faefe1"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faefe1"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f1cfa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f1cfa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f1cfa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f1cfa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6">
    <w:name w:val="Bordered &amp; Lined - Accent 2"/>
    <w:basedOn w:val="1038"/>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beeef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beeef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3ecde7"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3ecde7"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3ecde7"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3ecde7"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7">
    <w:name w:val="Bordered &amp; Lined - Accent 3"/>
    <w:basedOn w:val="1038"/>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adf0fa"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adf0fa"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054a54"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054a54"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054a54"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054a54"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8">
    <w:name w:val="Bordered &amp; Lined - Accent 4"/>
    <w:basedOn w:val="1038"/>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c6efff"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c6efff"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5bd2ff"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5bd2ff"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5bd2ff"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5bd2ff"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9">
    <w:name w:val="Bordered &amp; Lined - Accent 5"/>
    <w:basedOn w:val="1038"/>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fde9d2"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fde9d2" w:themeFill="accent5" w:themeFillTint="34"/>
        <w:tcBorders/>
      </w:tcPr>
    </w:tblStylePr>
    <w:tblStylePr w:type="firstCol">
      <w:rPr>
        <w:rFonts w:ascii="Arial" w:hAnsi="Arial"/>
        <w:color w:val="f2f2f2"/>
        <w:sz w:val="22"/>
      </w:rPr>
      <w:pPr>
        <w:pBdr/>
        <w:spacing/>
        <w:ind/>
      </w:pPr>
      <w:tblPr>
        <w:tblBorders/>
      </w:tblPr>
      <w:tcPr>
        <w:shd w:val="clear" w:color="ffffff" w:themeColor="accent5" w:fill="f99927" w:themeFill="accent5"/>
        <w:tcBorders/>
      </w:tcPr>
    </w:tblStylePr>
    <w:tblStylePr w:type="firstRow">
      <w:rPr>
        <w:rFonts w:ascii="Arial" w:hAnsi="Arial"/>
        <w:color w:val="f2f2f2"/>
        <w:sz w:val="22"/>
      </w:rPr>
      <w:pPr>
        <w:pBdr/>
        <w:spacing/>
        <w:ind/>
      </w:pPr>
      <w:tblPr>
        <w:tblBorders/>
      </w:tblPr>
      <w:tcPr>
        <w:shd w:val="clear" w:color="ffffff" w:themeColor="accent5" w:fill="f99927" w:themeFill="accent5"/>
        <w:tcBorders/>
      </w:tcPr>
    </w:tblStylePr>
    <w:tblStylePr w:type="lastCol">
      <w:rPr>
        <w:rFonts w:ascii="Arial" w:hAnsi="Arial"/>
        <w:color w:val="f2f2f2"/>
        <w:sz w:val="22"/>
      </w:rPr>
      <w:pPr>
        <w:pBdr/>
        <w:spacing/>
        <w:ind/>
      </w:pPr>
      <w:tblPr>
        <w:tblBorders/>
      </w:tblPr>
      <w:tcPr>
        <w:shd w:val="clear" w:color="ffffff" w:themeColor="accent5" w:fill="f99927" w:themeFill="accent5"/>
        <w:tcBorders/>
      </w:tcPr>
    </w:tblStylePr>
    <w:tblStylePr w:type="lastRow">
      <w:rPr>
        <w:rFonts w:ascii="Arial" w:hAnsi="Arial"/>
        <w:color w:val="f2f2f2"/>
        <w:sz w:val="22"/>
      </w:rPr>
      <w:pPr>
        <w:pBdr/>
        <w:spacing/>
        <w:ind/>
      </w:pPr>
      <w:tblPr>
        <w:tblBorders/>
      </w:tblPr>
      <w:tcPr>
        <w:shd w:val="clear" w:color="ffffff" w:themeColor="accent5" w:fill="f99927"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0">
    <w:name w:val="Bordered &amp; Lined - Accent 6"/>
    <w:basedOn w:val="1038"/>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be1ce"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be1ce" w:themeFill="accent6" w:themeFillTint="34"/>
        <w:tcBorders/>
      </w:tcPr>
    </w:tblStylePr>
    <w:tblStylePr w:type="firstCol">
      <w:rPr>
        <w:rFonts w:ascii="Arial" w:hAnsi="Arial"/>
        <w:color w:val="f2f2f2"/>
        <w:sz w:val="22"/>
      </w:rPr>
      <w:pPr>
        <w:pBdr/>
        <w:spacing/>
        <w:ind/>
      </w:pPr>
      <w:tblPr>
        <w:tblBorders/>
      </w:tblPr>
      <w:tcPr>
        <w:shd w:val="clear" w:color="ffffff" w:themeColor="accent6" w:fill="ec7216" w:themeFill="accent6"/>
        <w:tcBorders/>
      </w:tcPr>
    </w:tblStylePr>
    <w:tblStylePr w:type="firstRow">
      <w:rPr>
        <w:rFonts w:ascii="Arial" w:hAnsi="Arial"/>
        <w:color w:val="f2f2f2"/>
        <w:sz w:val="22"/>
      </w:rPr>
      <w:pPr>
        <w:pBdr/>
        <w:spacing/>
        <w:ind/>
      </w:pPr>
      <w:tblPr>
        <w:tblBorders/>
      </w:tblPr>
      <w:tcPr>
        <w:shd w:val="clear" w:color="ffffff" w:themeColor="accent6" w:fill="ec7216" w:themeFill="accent6"/>
        <w:tcBorders/>
      </w:tcPr>
    </w:tblStylePr>
    <w:tblStylePr w:type="lastCol">
      <w:rPr>
        <w:rFonts w:ascii="Arial" w:hAnsi="Arial"/>
        <w:color w:val="f2f2f2"/>
        <w:sz w:val="22"/>
      </w:rPr>
      <w:pPr>
        <w:pBdr/>
        <w:spacing/>
        <w:ind/>
      </w:pPr>
      <w:tblPr>
        <w:tblBorders/>
      </w:tblPr>
      <w:tcPr>
        <w:shd w:val="clear" w:color="ffffff" w:themeColor="accent6" w:fill="ec7216" w:themeFill="accent6"/>
        <w:tcBorders/>
      </w:tcPr>
    </w:tblStylePr>
    <w:tblStylePr w:type="lastRow">
      <w:rPr>
        <w:rFonts w:ascii="Arial" w:hAnsi="Arial"/>
        <w:color w:val="f2f2f2"/>
        <w:sz w:val="22"/>
      </w:rPr>
      <w:pPr>
        <w:pBdr/>
        <w:spacing/>
        <w:ind/>
      </w:pPr>
      <w:tblPr>
        <w:tblBorders/>
      </w:tblPr>
      <w:tcPr>
        <w:shd w:val="clear" w:color="ffffff" w:themeColor="accent6" w:fill="ec721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1">
    <w:name w:val="Bordered"/>
    <w:basedOn w:val="1038"/>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2">
    <w:name w:val="Bordered - Accent 1"/>
    <w:basedOn w:val="1038"/>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3">
    <w:name w:val="Bordered - Accent 2"/>
    <w:basedOn w:val="1038"/>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4">
    <w:name w:val="Bordered - Accent 3"/>
    <w:basedOn w:val="1038"/>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5">
    <w:name w:val="Bordered - Accent 4"/>
    <w:basedOn w:val="1038"/>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6">
    <w:name w:val="Bordered - Accent 5"/>
    <w:basedOn w:val="1038"/>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7">
    <w:name w:val="Bordered - Accent 6"/>
    <w:basedOn w:val="1038"/>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18">
    <w:name w:val="footnote text"/>
    <w:basedOn w:val="1032"/>
    <w:link w:val="1019"/>
    <w:uiPriority w:val="99"/>
    <w:semiHidden/>
    <w:unhideWhenUsed/>
    <w:pPr>
      <w:pBdr/>
      <w:spacing w:after="40" w:line="240" w:lineRule="auto"/>
      <w:ind/>
    </w:pPr>
    <w:rPr>
      <w:sz w:val="18"/>
    </w:rPr>
  </w:style>
  <w:style w:type="character" w:styleId="1019">
    <w:name w:val="Footnote Text Char"/>
    <w:link w:val="1018"/>
    <w:uiPriority w:val="99"/>
    <w:pPr>
      <w:pBdr/>
      <w:spacing/>
      <w:ind/>
    </w:pPr>
    <w:rPr>
      <w:sz w:val="18"/>
    </w:rPr>
  </w:style>
  <w:style w:type="character" w:styleId="1020">
    <w:name w:val="footnote reference"/>
    <w:basedOn w:val="1037"/>
    <w:uiPriority w:val="99"/>
    <w:unhideWhenUsed/>
    <w:pPr>
      <w:pBdr/>
      <w:spacing/>
      <w:ind/>
    </w:pPr>
    <w:rPr>
      <w:vertAlign w:val="superscript"/>
    </w:rPr>
  </w:style>
  <w:style w:type="paragraph" w:styleId="1021">
    <w:name w:val="endnote text"/>
    <w:basedOn w:val="1032"/>
    <w:link w:val="1022"/>
    <w:uiPriority w:val="99"/>
    <w:semiHidden/>
    <w:unhideWhenUsed/>
    <w:pPr>
      <w:pBdr/>
      <w:spacing w:after="0" w:line="240" w:lineRule="auto"/>
      <w:ind/>
    </w:pPr>
    <w:rPr>
      <w:sz w:val="20"/>
    </w:rPr>
  </w:style>
  <w:style w:type="character" w:styleId="1022">
    <w:name w:val="Endnote Text Char"/>
    <w:link w:val="1021"/>
    <w:uiPriority w:val="99"/>
    <w:pPr>
      <w:pBdr/>
      <w:spacing/>
      <w:ind/>
    </w:pPr>
    <w:rPr>
      <w:sz w:val="20"/>
    </w:rPr>
  </w:style>
  <w:style w:type="character" w:styleId="1023">
    <w:name w:val="endnote reference"/>
    <w:basedOn w:val="1037"/>
    <w:uiPriority w:val="99"/>
    <w:semiHidden/>
    <w:unhideWhenUsed/>
    <w:pPr>
      <w:pBdr/>
      <w:spacing/>
      <w:ind/>
    </w:pPr>
    <w:rPr>
      <w:vertAlign w:val="superscript"/>
    </w:rPr>
  </w:style>
  <w:style w:type="paragraph" w:styleId="1024">
    <w:name w:val="toc 3"/>
    <w:basedOn w:val="1032"/>
    <w:next w:val="1032"/>
    <w:uiPriority w:val="39"/>
    <w:unhideWhenUsed/>
    <w:pPr>
      <w:pBdr/>
      <w:spacing w:after="57"/>
      <w:ind w:right="0" w:firstLine="0" w:left="567"/>
    </w:pPr>
  </w:style>
  <w:style w:type="paragraph" w:styleId="1025">
    <w:name w:val="toc 4"/>
    <w:basedOn w:val="1032"/>
    <w:next w:val="1032"/>
    <w:uiPriority w:val="39"/>
    <w:unhideWhenUsed/>
    <w:pPr>
      <w:pBdr/>
      <w:spacing w:after="57"/>
      <w:ind w:right="0" w:firstLine="0" w:left="850"/>
    </w:pPr>
  </w:style>
  <w:style w:type="paragraph" w:styleId="1026">
    <w:name w:val="toc 5"/>
    <w:basedOn w:val="1032"/>
    <w:next w:val="1032"/>
    <w:uiPriority w:val="39"/>
    <w:unhideWhenUsed/>
    <w:pPr>
      <w:pBdr/>
      <w:spacing w:after="57"/>
      <w:ind w:right="0" w:firstLine="0" w:left="1134"/>
    </w:pPr>
  </w:style>
  <w:style w:type="paragraph" w:styleId="1027">
    <w:name w:val="toc 6"/>
    <w:basedOn w:val="1032"/>
    <w:next w:val="1032"/>
    <w:uiPriority w:val="39"/>
    <w:unhideWhenUsed/>
    <w:pPr>
      <w:pBdr/>
      <w:spacing w:after="57"/>
      <w:ind w:right="0" w:firstLine="0" w:left="1417"/>
    </w:pPr>
  </w:style>
  <w:style w:type="paragraph" w:styleId="1028">
    <w:name w:val="toc 7"/>
    <w:basedOn w:val="1032"/>
    <w:next w:val="1032"/>
    <w:uiPriority w:val="39"/>
    <w:unhideWhenUsed/>
    <w:pPr>
      <w:pBdr/>
      <w:spacing w:after="57"/>
      <w:ind w:right="0" w:firstLine="0" w:left="1701"/>
    </w:pPr>
  </w:style>
  <w:style w:type="paragraph" w:styleId="1029">
    <w:name w:val="toc 8"/>
    <w:basedOn w:val="1032"/>
    <w:next w:val="1032"/>
    <w:uiPriority w:val="39"/>
    <w:unhideWhenUsed/>
    <w:pPr>
      <w:pBdr/>
      <w:spacing w:after="57"/>
      <w:ind w:right="0" w:firstLine="0" w:left="1984"/>
    </w:pPr>
  </w:style>
  <w:style w:type="paragraph" w:styleId="1030">
    <w:name w:val="toc 9"/>
    <w:basedOn w:val="1032"/>
    <w:next w:val="1032"/>
    <w:uiPriority w:val="39"/>
    <w:unhideWhenUsed/>
    <w:pPr>
      <w:pBdr/>
      <w:spacing w:after="57"/>
      <w:ind w:right="0" w:firstLine="0" w:left="2268"/>
    </w:pPr>
  </w:style>
  <w:style w:type="paragraph" w:styleId="1031">
    <w:name w:val="table of figures"/>
    <w:basedOn w:val="1032"/>
    <w:next w:val="1032"/>
    <w:uiPriority w:val="99"/>
    <w:unhideWhenUsed/>
    <w:pPr>
      <w:pBdr/>
      <w:spacing w:after="0" w:afterAutospacing="0"/>
      <w:ind/>
    </w:pPr>
  </w:style>
  <w:style w:type="paragraph" w:styleId="1032" w:default="1">
    <w:name w:val="Normal"/>
    <w:qFormat/>
    <w:pPr>
      <w:pBdr/>
      <w:spacing w:line="240" w:lineRule="auto"/>
      <w:ind/>
      <w:jc w:val="both"/>
    </w:pPr>
    <w:rPr>
      <w:sz w:val="22"/>
      <w:szCs w:val="22"/>
    </w:rPr>
  </w:style>
  <w:style w:type="paragraph" w:styleId="1033">
    <w:name w:val="Heading 1"/>
    <w:basedOn w:val="1032"/>
    <w:next w:val="1032"/>
    <w:link w:val="1049"/>
    <w:uiPriority w:val="9"/>
    <w:qFormat/>
    <w:pPr>
      <w:keepNext w:val="true"/>
      <w:keepLines w:val="true"/>
      <w:pBdr>
        <w:bottom w:val="single" w:color="f0cda1" w:themeColor="accent1" w:sz="24" w:space="4"/>
      </w:pBdr>
      <w:spacing w:before="360"/>
      <w:ind/>
      <w:jc w:val="center"/>
      <w:outlineLvl w:val="0"/>
    </w:pPr>
    <w:rPr>
      <w:rFonts w:ascii="Calibri" w:hAnsi="Calibri" w:cs="Calibri" w:eastAsiaTheme="majorEastAsia"/>
      <w:b/>
      <w:caps/>
      <w:color w:val="000000"/>
      <w:sz w:val="32"/>
      <w:szCs w:val="32"/>
    </w:rPr>
  </w:style>
  <w:style w:type="paragraph" w:styleId="1034">
    <w:name w:val="Heading 2"/>
    <w:basedOn w:val="1032"/>
    <w:next w:val="1032"/>
    <w:link w:val="1059"/>
    <w:uiPriority w:val="9"/>
    <w:semiHidden/>
    <w:qFormat/>
    <w:pPr>
      <w:pBdr/>
      <w:spacing/>
      <w:ind/>
      <w:outlineLvl w:val="1"/>
    </w:pPr>
    <w:rPr>
      <w:rFonts w:asciiTheme="majorHAnsi" w:hAnsiTheme="majorHAnsi"/>
      <w:b/>
      <w:color w:val="d17406" w:themeColor="accent5" w:themeShade="BF"/>
      <w:sz w:val="40"/>
      <w:szCs w:val="36"/>
    </w:rPr>
  </w:style>
  <w:style w:type="paragraph" w:styleId="1035">
    <w:name w:val="Heading 3"/>
    <w:basedOn w:val="1032"/>
    <w:next w:val="1032"/>
    <w:link w:val="1060"/>
    <w:uiPriority w:val="9"/>
    <w:semiHidden/>
    <w:qFormat/>
    <w:pPr>
      <w:keepNext w:val="true"/>
      <w:keepLines w:val="true"/>
      <w:pBdr/>
      <w:spacing w:after="0" w:before="40"/>
      <w:ind/>
      <w:outlineLvl w:val="2"/>
    </w:pPr>
    <w:rPr>
      <w:rFonts w:asciiTheme="majorHAnsi" w:hAnsiTheme="majorHAnsi" w:eastAsiaTheme="majorEastAsia" w:cstheme="majorBidi"/>
      <w:color w:val="ac6c1b" w:themeColor="accent1" w:themeShade="7F"/>
    </w:rPr>
  </w:style>
  <w:style w:type="paragraph" w:styleId="1036">
    <w:name w:val="Heading 4"/>
    <w:basedOn w:val="1032"/>
    <w:next w:val="1032"/>
    <w:link w:val="1061"/>
    <w:uiPriority w:val="9"/>
    <w:semiHidden/>
    <w:qFormat/>
    <w:pPr>
      <w:keepNext w:val="true"/>
      <w:keepLines w:val="true"/>
      <w:pBdr/>
      <w:spacing w:after="0" w:before="40"/>
      <w:ind/>
      <w:outlineLvl w:val="3"/>
    </w:pPr>
    <w:rPr>
      <w:rFonts w:asciiTheme="majorHAnsi" w:hAnsiTheme="majorHAnsi" w:eastAsiaTheme="majorEastAsia" w:cstheme="majorBidi"/>
      <w:i/>
      <w:iCs/>
      <w:color w:val="e29e4a" w:themeColor="accent1" w:themeShade="BF"/>
    </w:rPr>
  </w:style>
  <w:style w:type="character" w:styleId="1037" w:default="1">
    <w:name w:val="Default Paragraph Font"/>
    <w:uiPriority w:val="1"/>
    <w:semiHidden/>
    <w:unhideWhenUsed/>
    <w:pPr>
      <w:pBdr/>
      <w:spacing/>
      <w:ind/>
    </w:pPr>
  </w:style>
  <w:style w:type="table" w:styleId="1038"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39" w:default="1">
    <w:name w:val="No List"/>
    <w:uiPriority w:val="99"/>
    <w:semiHidden/>
    <w:unhideWhenUsed/>
    <w:pPr>
      <w:pBdr/>
      <w:spacing/>
      <w:ind/>
    </w:pPr>
  </w:style>
  <w:style w:type="paragraph" w:styleId="1040">
    <w:name w:val="Header"/>
    <w:basedOn w:val="1032"/>
    <w:link w:val="1041"/>
    <w:uiPriority w:val="99"/>
    <w:qFormat/>
    <w:pPr>
      <w:pBdr/>
      <w:tabs>
        <w:tab w:val="center" w:leader="none" w:pos="4844"/>
        <w:tab w:val="right" w:leader="none" w:pos="9689"/>
      </w:tabs>
      <w:spacing w:after="0" w:before="0"/>
      <w:ind/>
    </w:pPr>
    <w:rPr>
      <w:rFonts w:asciiTheme="majorHAnsi" w:hAnsiTheme="majorHAnsi" w:cstheme="minorHAnsi"/>
      <w:b/>
      <w:caps/>
      <w:color w:val="107082" w:themeColor="accent2"/>
      <w:sz w:val="28"/>
    </w:rPr>
  </w:style>
  <w:style w:type="character" w:styleId="1041" w:customStyle="1">
    <w:name w:val="En-tête Car"/>
    <w:basedOn w:val="1037"/>
    <w:link w:val="1040"/>
    <w:uiPriority w:val="99"/>
    <w:pPr>
      <w:pBdr/>
      <w:spacing/>
      <w:ind/>
    </w:pPr>
    <w:rPr>
      <w:rFonts w:asciiTheme="majorHAnsi" w:hAnsiTheme="majorHAnsi" w:cstheme="minorHAnsi"/>
      <w:b/>
      <w:caps/>
      <w:color w:val="107082" w:themeColor="accent2"/>
      <w:sz w:val="28"/>
    </w:rPr>
  </w:style>
  <w:style w:type="paragraph" w:styleId="1042">
    <w:name w:val="Footer"/>
    <w:basedOn w:val="1032"/>
    <w:link w:val="1043"/>
    <w:uiPriority w:val="99"/>
    <w:pPr>
      <w:pBdr>
        <w:top w:val="single" w:color="f0cda1" w:themeColor="accent1" w:sz="8" w:space="1"/>
      </w:pBdr>
      <w:tabs>
        <w:tab w:val="right" w:leader="none" w:pos="10080"/>
      </w:tabs>
      <w:spacing w:after="0"/>
      <w:ind/>
    </w:pPr>
    <w:rPr>
      <w:sz w:val="18"/>
    </w:rPr>
  </w:style>
  <w:style w:type="character" w:styleId="1043" w:customStyle="1">
    <w:name w:val="Pied de page Car"/>
    <w:basedOn w:val="1037"/>
    <w:link w:val="1042"/>
    <w:uiPriority w:val="99"/>
    <w:pPr>
      <w:pBdr/>
      <w:spacing/>
      <w:ind/>
    </w:pPr>
    <w:rPr>
      <w:color w:val="595959" w:themeColor="text1" w:themeTint="A6"/>
      <w:sz w:val="18"/>
    </w:rPr>
  </w:style>
  <w:style w:type="character" w:styleId="1044">
    <w:name w:val="Placeholder Text"/>
    <w:basedOn w:val="1037"/>
    <w:uiPriority w:val="99"/>
    <w:semiHidden/>
    <w:pPr>
      <w:pBdr/>
      <w:spacing/>
      <w:ind/>
    </w:pPr>
    <w:rPr>
      <w:color w:val="808080"/>
    </w:rPr>
  </w:style>
  <w:style w:type="paragraph" w:styleId="1045">
    <w:name w:val="Title"/>
    <w:basedOn w:val="1032"/>
    <w:next w:val="1032"/>
    <w:link w:val="1046"/>
    <w:uiPriority w:val="10"/>
    <w:qFormat/>
    <w:pPr>
      <w:pBdr/>
      <w:spacing w:after="0"/>
      <w:ind/>
      <w:contextualSpacing w:val="true"/>
      <w:jc w:val="center"/>
    </w:pPr>
    <w:rPr>
      <w:rFonts w:asciiTheme="majorHAnsi" w:hAnsiTheme="majorHAnsi" w:eastAsiaTheme="majorEastAsia" w:cstheme="majorBidi"/>
      <w:b/>
      <w:color w:val="ffffff" w:themeColor="background1"/>
      <w:spacing w:val="-10"/>
      <w:sz w:val="56"/>
      <w:szCs w:val="56"/>
    </w:rPr>
  </w:style>
  <w:style w:type="character" w:styleId="1046" w:customStyle="1">
    <w:name w:val="Titre Car"/>
    <w:basedOn w:val="1037"/>
    <w:link w:val="1045"/>
    <w:uiPriority w:val="10"/>
    <w:pPr>
      <w:pBdr/>
      <w:spacing/>
      <w:ind/>
    </w:pPr>
    <w:rPr>
      <w:rFonts w:asciiTheme="majorHAnsi" w:hAnsiTheme="majorHAnsi" w:eastAsiaTheme="majorEastAsia" w:cstheme="majorBidi"/>
      <w:b/>
      <w:color w:val="ffffff" w:themeColor="background1"/>
      <w:spacing w:val="-10"/>
      <w:sz w:val="56"/>
      <w:szCs w:val="56"/>
    </w:rPr>
  </w:style>
  <w:style w:type="paragraph" w:styleId="1047">
    <w:name w:val="Subtitle"/>
    <w:basedOn w:val="1032"/>
    <w:next w:val="1032"/>
    <w:link w:val="1048"/>
    <w:uiPriority w:val="11"/>
    <w:qFormat/>
    <w:pPr>
      <w:pBdr/>
      <w:spacing w:after="0"/>
      <w:ind/>
      <w:jc w:val="center"/>
    </w:pPr>
    <w:rPr>
      <w:rFonts w:eastAsiaTheme="minorEastAsia"/>
      <w:i/>
      <w:color w:val="ffffff" w:themeColor="background1"/>
      <w:spacing w:val="15"/>
      <w:sz w:val="44"/>
    </w:rPr>
  </w:style>
  <w:style w:type="character" w:styleId="1048" w:customStyle="1">
    <w:name w:val="Sous-titre Car"/>
    <w:basedOn w:val="1037"/>
    <w:link w:val="1047"/>
    <w:uiPriority w:val="11"/>
    <w:pPr>
      <w:pBdr/>
      <w:spacing/>
      <w:ind/>
    </w:pPr>
    <w:rPr>
      <w:rFonts w:eastAsiaTheme="minorEastAsia"/>
      <w:i/>
      <w:color w:val="ffffff" w:themeColor="background1"/>
      <w:spacing w:val="15"/>
      <w:sz w:val="44"/>
    </w:rPr>
  </w:style>
  <w:style w:type="character" w:styleId="1049" w:customStyle="1">
    <w:name w:val="Titre 1 Car"/>
    <w:basedOn w:val="1037"/>
    <w:link w:val="1033"/>
    <w:uiPriority w:val="9"/>
    <w:pPr>
      <w:pBdr/>
      <w:spacing/>
      <w:ind/>
    </w:pPr>
    <w:rPr>
      <w:rFonts w:ascii="Calibri" w:hAnsi="Calibri" w:cs="Calibri" w:eastAsiaTheme="majorEastAsia"/>
      <w:b/>
      <w:caps/>
      <w:color w:val="000000"/>
      <w:sz w:val="32"/>
      <w:szCs w:val="32"/>
    </w:rPr>
  </w:style>
  <w:style w:type="paragraph" w:styleId="1050" w:customStyle="1">
    <w:name w:val="Par défaut"/>
    <w:semiHidden/>
    <w:pPr>
      <w:pBdr/>
      <w:spacing w:after="0" w:line="240" w:lineRule="auto"/>
      <w:ind/>
    </w:pPr>
    <w:rPr>
      <w:rFonts w:ascii="Arial" w:hAnsi="Arial" w:cs="Arial"/>
      <w:color w:val="000000"/>
    </w:rPr>
  </w:style>
  <w:style w:type="character" w:styleId="1051" w:customStyle="1">
    <w:name w:val="A3"/>
    <w:uiPriority w:val="99"/>
    <w:semiHidden/>
    <w:pPr>
      <w:pBdr/>
      <w:spacing/>
      <w:ind/>
    </w:pPr>
    <w:rPr>
      <w:i/>
      <w:iCs/>
      <w:color w:val="545758"/>
      <w:sz w:val="28"/>
      <w:szCs w:val="28"/>
    </w:rPr>
  </w:style>
  <w:style w:type="paragraph" w:styleId="1052">
    <w:name w:val="List Paragraph"/>
    <w:basedOn w:val="1032"/>
    <w:uiPriority w:val="34"/>
    <w:qFormat/>
    <w:pPr>
      <w:numPr>
        <w:ilvl w:val="0"/>
        <w:numId w:val="10"/>
      </w:numPr>
      <w:pBdr/>
      <w:spacing w:after="160" w:before="0" w:line="259" w:lineRule="auto"/>
      <w:ind/>
      <w:contextualSpacing w:val="true"/>
    </w:pPr>
    <w:rPr>
      <w:sz w:val="20"/>
      <w:szCs w:val="20"/>
    </w:rPr>
  </w:style>
  <w:style w:type="character" w:styleId="1053">
    <w:name w:val="Subtle Emphasis"/>
    <w:uiPriority w:val="19"/>
    <w:semiHidden/>
    <w:pPr>
      <w:pBdr/>
      <w:spacing/>
      <w:ind/>
    </w:pPr>
    <w:rPr>
      <w:rFonts w:asciiTheme="majorHAnsi" w:hAnsiTheme="majorHAnsi"/>
      <w:b/>
      <w:i/>
      <w:color w:val="107082" w:themeColor="accent2"/>
      <w:sz w:val="28"/>
    </w:rPr>
  </w:style>
  <w:style w:type="character" w:styleId="1054">
    <w:name w:val="Emphasis"/>
    <w:uiPriority w:val="20"/>
    <w:semiHidden/>
    <w:qFormat/>
    <w:pPr>
      <w:pBdr/>
      <w:spacing/>
      <w:ind/>
    </w:pPr>
    <w:rPr>
      <w:rFonts w:cstheme="minorHAnsi"/>
      <w:i/>
      <w:color w:val="331d01"/>
    </w:rPr>
  </w:style>
  <w:style w:type="character" w:styleId="1055">
    <w:name w:val="Intense Emphasis"/>
    <w:uiPriority w:val="21"/>
    <w:semiHidden/>
    <w:qFormat/>
    <w:pPr>
      <w:pBdr/>
      <w:spacing/>
      <w:ind/>
    </w:pPr>
    <w:rPr>
      <w:color w:val="595959" w:themeColor="text1" w:themeTint="A6"/>
      <w:sz w:val="20"/>
    </w:rPr>
  </w:style>
  <w:style w:type="table" w:styleId="1056">
    <w:name w:val="Table Grid"/>
    <w:basedOn w:val="1038"/>
    <w:uiPriority w:val="39"/>
    <w:pPr>
      <w:pBdr/>
      <w:spacing w:after="0"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57">
    <w:name w:val="Balloon Text"/>
    <w:basedOn w:val="1032"/>
    <w:link w:val="1058"/>
    <w:uiPriority w:val="99"/>
    <w:semiHidden/>
    <w:unhideWhenUsed/>
    <w:pPr>
      <w:pBdr/>
      <w:spacing w:after="0"/>
      <w:ind/>
    </w:pPr>
    <w:rPr>
      <w:rFonts w:ascii="Segoe UI" w:hAnsi="Segoe UI" w:cs="Segoe UI"/>
      <w:sz w:val="18"/>
      <w:szCs w:val="18"/>
    </w:rPr>
  </w:style>
  <w:style w:type="character" w:styleId="1058" w:customStyle="1">
    <w:name w:val="Texte de bulles Car"/>
    <w:basedOn w:val="1037"/>
    <w:link w:val="1057"/>
    <w:uiPriority w:val="99"/>
    <w:semiHidden/>
    <w:pPr>
      <w:pBdr/>
      <w:spacing/>
      <w:ind/>
    </w:pPr>
    <w:rPr>
      <w:rFonts w:ascii="Segoe UI" w:hAnsi="Segoe UI" w:cs="Segoe UI"/>
      <w:i/>
      <w:color w:val="595959" w:themeColor="text1" w:themeTint="A6"/>
      <w:sz w:val="18"/>
      <w:szCs w:val="18"/>
    </w:rPr>
  </w:style>
  <w:style w:type="character" w:styleId="1059" w:customStyle="1">
    <w:name w:val="Titre 2 Car"/>
    <w:basedOn w:val="1037"/>
    <w:link w:val="1034"/>
    <w:uiPriority w:val="9"/>
    <w:semiHidden/>
    <w:pPr>
      <w:pBdr/>
      <w:spacing/>
      <w:ind/>
    </w:pPr>
    <w:rPr>
      <w:rFonts w:asciiTheme="majorHAnsi" w:hAnsiTheme="majorHAnsi"/>
      <w:b/>
      <w:color w:val="d17406" w:themeColor="accent5" w:themeShade="BF"/>
      <w:sz w:val="40"/>
      <w:szCs w:val="36"/>
    </w:rPr>
  </w:style>
  <w:style w:type="character" w:styleId="1060" w:customStyle="1">
    <w:name w:val="Titre 3 Car"/>
    <w:basedOn w:val="1037"/>
    <w:link w:val="1035"/>
    <w:uiPriority w:val="9"/>
    <w:semiHidden/>
    <w:pPr>
      <w:pBdr/>
      <w:spacing/>
      <w:ind/>
    </w:pPr>
    <w:rPr>
      <w:rFonts w:asciiTheme="majorHAnsi" w:hAnsiTheme="majorHAnsi" w:eastAsiaTheme="majorEastAsia" w:cstheme="majorBidi"/>
      <w:color w:val="ac6c1b" w:themeColor="accent1" w:themeShade="7F"/>
      <w:sz w:val="24"/>
      <w:szCs w:val="24"/>
    </w:rPr>
  </w:style>
  <w:style w:type="character" w:styleId="1061" w:customStyle="1">
    <w:name w:val="Titre 4 Car"/>
    <w:basedOn w:val="1037"/>
    <w:link w:val="1036"/>
    <w:uiPriority w:val="9"/>
    <w:semiHidden/>
    <w:pPr>
      <w:pBdr/>
      <w:spacing/>
      <w:ind/>
    </w:pPr>
    <w:rPr>
      <w:rFonts w:asciiTheme="majorHAnsi" w:hAnsiTheme="majorHAnsi" w:eastAsiaTheme="majorEastAsia" w:cstheme="majorBidi"/>
      <w:i/>
      <w:iCs/>
      <w:color w:val="e29e4a" w:themeColor="accent1" w:themeShade="BF"/>
      <w:sz w:val="24"/>
    </w:rPr>
  </w:style>
  <w:style w:type="paragraph" w:styleId="1062">
    <w:name w:val="TOC Heading"/>
    <w:basedOn w:val="1032"/>
    <w:next w:val="1032"/>
    <w:uiPriority w:val="39"/>
    <w:semiHidden/>
    <w:qFormat/>
    <w:pPr>
      <w:pBdr>
        <w:bottom w:val="single" w:color="f0cda1" w:themeColor="accent1" w:sz="24" w:space="1"/>
      </w:pBdr>
      <w:spacing/>
      <w:ind/>
    </w:pPr>
    <w:rPr>
      <w:rFonts w:asciiTheme="majorHAnsi" w:hAnsiTheme="majorHAnsi"/>
      <w:b/>
      <w:color w:val="107082" w:themeColor="accent2"/>
      <w:sz w:val="40"/>
    </w:rPr>
  </w:style>
  <w:style w:type="paragraph" w:styleId="1063">
    <w:name w:val="toc 1"/>
    <w:basedOn w:val="1032"/>
    <w:next w:val="1032"/>
    <w:uiPriority w:val="39"/>
    <w:semiHidden/>
    <w:pPr>
      <w:pBdr/>
      <w:spacing w:after="100"/>
      <w:ind/>
    </w:pPr>
  </w:style>
  <w:style w:type="character" w:styleId="1064">
    <w:name w:val="Hyperlink"/>
    <w:basedOn w:val="1037"/>
    <w:uiPriority w:val="99"/>
    <w:semiHidden/>
    <w:pPr>
      <w:pBdr/>
      <w:spacing/>
      <w:ind/>
    </w:pPr>
    <w:rPr>
      <w:color w:val="000000" w:themeColor="hyperlink"/>
      <w:u w:val="single"/>
    </w:rPr>
  </w:style>
  <w:style w:type="paragraph" w:styleId="1065">
    <w:name w:val="toc 2"/>
    <w:basedOn w:val="1032"/>
    <w:next w:val="1032"/>
    <w:uiPriority w:val="39"/>
    <w:semiHidden/>
    <w:pPr>
      <w:pBdr/>
      <w:tabs>
        <w:tab w:val="right" w:leader="dot" w:pos="5256"/>
      </w:tabs>
      <w:spacing w:after="100"/>
      <w:ind w:left="360"/>
    </w:pPr>
  </w:style>
  <w:style w:type="character" w:styleId="1066">
    <w:name w:val="annotation reference"/>
    <w:basedOn w:val="1037"/>
    <w:uiPriority w:val="99"/>
    <w:semiHidden/>
    <w:unhideWhenUsed/>
    <w:pPr>
      <w:pBdr/>
      <w:spacing/>
      <w:ind/>
    </w:pPr>
    <w:rPr>
      <w:sz w:val="16"/>
      <w:szCs w:val="16"/>
    </w:rPr>
  </w:style>
  <w:style w:type="paragraph" w:styleId="1067">
    <w:name w:val="No Spacing"/>
    <w:uiPriority w:val="1"/>
    <w:semiHidden/>
    <w:qFormat/>
    <w:pPr>
      <w:pBdr/>
      <w:spacing w:after="0" w:line="240" w:lineRule="auto"/>
      <w:ind/>
    </w:pPr>
    <w:rPr>
      <w:i/>
    </w:rPr>
  </w:style>
  <w:style w:type="paragraph" w:styleId="1068">
    <w:name w:val="List Bullet"/>
    <w:basedOn w:val="1032"/>
    <w:uiPriority w:val="99"/>
    <w:qFormat/>
    <w:pPr>
      <w:numPr>
        <w:ilvl w:val="0"/>
        <w:numId w:val="1"/>
      </w:numPr>
      <w:pBdr/>
      <w:spacing w:after="200" w:before="0"/>
      <w:ind w:hanging="340" w:left="340"/>
    </w:pPr>
  </w:style>
  <w:style w:type="paragraph" w:styleId="1069">
    <w:name w:val="List Number"/>
    <w:basedOn w:val="1032"/>
    <w:uiPriority w:val="99"/>
    <w:semiHidden/>
    <w:pPr>
      <w:numPr>
        <w:ilvl w:val="0"/>
        <w:numId w:val="6"/>
      </w:numPr>
      <w:pBdr/>
      <w:spacing w:before="0" w:line="276" w:lineRule="auto"/>
      <w:ind/>
    </w:pPr>
  </w:style>
  <w:style w:type="character" w:styleId="1070">
    <w:name w:val="Strong"/>
    <w:basedOn w:val="1037"/>
    <w:uiPriority w:val="22"/>
    <w:semiHidden/>
    <w:qFormat/>
    <w:pPr>
      <w:pBdr/>
      <w:spacing/>
      <w:ind/>
    </w:pPr>
    <w:rPr>
      <w:b/>
      <w:bCs/>
    </w:rPr>
  </w:style>
  <w:style w:type="character" w:styleId="1071" w:customStyle="1">
    <w:name w:val="Gras"/>
    <w:uiPriority w:val="1"/>
    <w:qFormat/>
    <w:pPr>
      <w:pBdr/>
      <w:spacing/>
      <w:ind/>
    </w:pPr>
    <w:rPr>
      <w:b/>
      <w:bCs/>
      <w:sz w:val="22"/>
      <w:szCs w:val="22"/>
    </w:rPr>
  </w:style>
  <w:style w:type="paragraph" w:styleId="1072">
    <w:name w:val="List Bullet 2"/>
    <w:basedOn w:val="1032"/>
    <w:uiPriority w:val="99"/>
    <w:semiHidden/>
    <w:pPr>
      <w:numPr>
        <w:ilvl w:val="0"/>
        <w:numId w:val="7"/>
      </w:numPr>
      <w:pBdr/>
      <w:spacing w:before="0"/>
      <w:ind/>
    </w:pPr>
  </w:style>
  <w:style w:type="paragraph" w:styleId="1073" w:customStyle="1">
    <w:name w:val="Titre du graphique 1"/>
    <w:basedOn w:val="1032"/>
    <w:qFormat/>
    <w:pPr>
      <w:pBdr/>
      <w:spacing w:after="60"/>
      <w:ind/>
    </w:pPr>
    <w:rPr>
      <w:b/>
      <w:color w:val="054854" w:themeColor="accent3"/>
    </w:rPr>
  </w:style>
  <w:style w:type="paragraph" w:styleId="1074" w:customStyle="1">
    <w:name w:val="Titre du graphique 2"/>
    <w:basedOn w:val="1052"/>
    <w:qFormat/>
    <w:pPr>
      <w:numPr>
        <w:ilvl w:val="0"/>
        <w:numId w:val="8"/>
      </w:numPr>
      <w:pBdr/>
      <w:spacing/>
      <w:ind w:hanging="284" w:left="284"/>
    </w:pPr>
    <w:rPr>
      <w:b/>
      <w:bCs/>
      <w:sz w:val="22"/>
      <w:szCs w:val="22"/>
    </w:rPr>
  </w:style>
  <w:style w:type="paragraph" w:styleId="1075" w:customStyle="1">
    <w:name w:val="Titre du graphique 3"/>
    <w:basedOn w:val="1032"/>
    <w:qFormat/>
    <w:pPr>
      <w:pBdr/>
      <w:spacing w:after="60"/>
      <w:ind/>
    </w:pPr>
    <w:rPr>
      <w:b/>
      <w:color w:val="ec7216" w:themeColor="accent6"/>
    </w:rPr>
  </w:style>
  <w:style w:type="paragraph" w:styleId="1076" w:customStyle="1">
    <w:name w:val="Titre du graphique 4"/>
    <w:basedOn w:val="1032"/>
    <w:qFormat/>
    <w:pPr>
      <w:pBdr/>
      <w:spacing w:after="60"/>
      <w:ind/>
    </w:pPr>
    <w:rPr>
      <w:b/>
      <w:color w:val="107082" w:themeColor="accent2"/>
    </w:rPr>
  </w:style>
  <w:style w:type="paragraph" w:styleId="1077" w:customStyle="1">
    <w:name w:val="Puce du graphique"/>
    <w:basedOn w:val="1032"/>
    <w:qFormat/>
    <w:pPr>
      <w:numPr>
        <w:ilvl w:val="0"/>
        <w:numId w:val="2"/>
      </w:numPr>
      <w:pBdr/>
      <w:spacing w:after="0" w:before="0" w:line="216" w:lineRule="auto"/>
      <w:ind w:hanging="284" w:left="284"/>
    </w:pPr>
    <w:rPr>
      <w:sz w:val="20"/>
    </w:rPr>
  </w:style>
  <w:style w:type="paragraph" w:styleId="1078" w:customStyle="1">
    <w:name w:val="Puce du graphique 2"/>
    <w:basedOn w:val="1032"/>
    <w:qFormat/>
    <w:pPr>
      <w:numPr>
        <w:ilvl w:val="0"/>
        <w:numId w:val="4"/>
      </w:numPr>
      <w:pBdr/>
      <w:spacing w:after="0" w:before="0" w:line="216" w:lineRule="auto"/>
      <w:ind w:hanging="284" w:left="284"/>
    </w:pPr>
    <w:rPr>
      <w:b/>
      <w:bCs/>
      <w:sz w:val="22"/>
      <w:szCs w:val="22"/>
    </w:rPr>
  </w:style>
  <w:style w:type="paragraph" w:styleId="1079" w:customStyle="1">
    <w:name w:val="Puce du graphique 3"/>
    <w:basedOn w:val="1032"/>
    <w:qFormat/>
    <w:pPr>
      <w:numPr>
        <w:ilvl w:val="0"/>
        <w:numId w:val="3"/>
      </w:numPr>
      <w:pBdr/>
      <w:spacing w:after="0" w:before="0" w:line="216" w:lineRule="auto"/>
      <w:ind w:hanging="284" w:left="284"/>
    </w:pPr>
    <w:rPr>
      <w:sz w:val="20"/>
    </w:rPr>
  </w:style>
  <w:style w:type="paragraph" w:styleId="1080" w:customStyle="1">
    <w:name w:val="Puce du graphique 4"/>
    <w:basedOn w:val="1032"/>
    <w:qFormat/>
    <w:pPr>
      <w:numPr>
        <w:ilvl w:val="0"/>
        <w:numId w:val="5"/>
      </w:numPr>
      <w:pBdr/>
      <w:spacing w:after="0" w:before="0"/>
      <w:ind w:hanging="284" w:left="284"/>
    </w:pPr>
    <w:rPr>
      <w:sz w:val="20"/>
    </w:rPr>
  </w:style>
  <w:style w:type="paragraph" w:styleId="1081" w:customStyle="1">
    <w:name w:val="Texte de tableau grande taille"/>
    <w:basedOn w:val="1032"/>
    <w:semiHidden/>
    <w:qFormat/>
    <w:pPr>
      <w:pBdr/>
      <w:spacing w:after="0" w:before="0"/>
      <w:ind/>
    </w:pPr>
    <w:rPr>
      <w:color w:val="2f2f2f"/>
      <w:sz w:val="18"/>
    </w:rPr>
  </w:style>
  <w:style w:type="paragraph" w:styleId="1082">
    <w:name w:val="List Number 2"/>
    <w:basedOn w:val="1032"/>
    <w:uiPriority w:val="99"/>
    <w:semiHidden/>
    <w:pPr>
      <w:numPr>
        <w:ilvl w:val="1"/>
        <w:numId w:val="6"/>
      </w:numPr>
      <w:pBdr/>
      <w:spacing w:before="0" w:line="271" w:lineRule="auto"/>
      <w:ind/>
    </w:pPr>
  </w:style>
  <w:style w:type="paragraph" w:styleId="1083" w:customStyle="1">
    <w:name w:val="Texte de graphique"/>
    <w:basedOn w:val="1032"/>
    <w:qFormat/>
    <w:pPr>
      <w:pBdr/>
      <w:spacing/>
      <w:ind/>
      <w:jc w:val="center"/>
    </w:pPr>
    <w:rPr>
      <w:b/>
      <w:color w:val="ffffff" w:themeColor="background1"/>
      <w:sz w:val="20"/>
      <w:szCs w:val="20"/>
    </w:rPr>
  </w:style>
  <w:style w:type="paragraph" w:styleId="1084" w:customStyle="1">
    <w:name w:val="En-tête 1"/>
    <w:basedOn w:val="1032"/>
    <w:next w:val="1032"/>
    <w:link w:val="1085"/>
    <w:uiPriority w:val="99"/>
    <w:qFormat/>
    <w:pPr>
      <w:pBdr/>
      <w:spacing w:after="840" w:before="0"/>
      <w:ind/>
      <w:jc w:val="right"/>
    </w:pPr>
    <w:rPr>
      <w:i/>
      <w:sz w:val="20"/>
      <w:szCs w:val="20"/>
    </w:rPr>
  </w:style>
  <w:style w:type="character" w:styleId="1085" w:customStyle="1">
    <w:name w:val="Caractère En-tête 1"/>
    <w:basedOn w:val="1037"/>
    <w:link w:val="1084"/>
    <w:uiPriority w:val="99"/>
    <w:pPr>
      <w:pBdr/>
      <w:spacing/>
      <w:ind/>
    </w:pPr>
    <w:rPr>
      <w:i/>
      <w:sz w:val="20"/>
      <w:szCs w:val="20"/>
    </w:rPr>
  </w:style>
  <w:style w:type="character" w:styleId="1086" w:customStyle="1">
    <w:name w:val="docdata"/>
    <w:basedOn w:val="1037"/>
    <w:pPr>
      <w:pBdr/>
      <w:spacing/>
      <w:ind/>
    </w:pPr>
  </w:style>
  <w:style w:type="character" w:styleId="1087" w:customStyle="1">
    <w:name w:val="Police par défaut3"/>
    <w:pPr>
      <w:pBdr/>
      <w:spacing/>
      <w:ind/>
    </w:pPr>
  </w:style>
  <w:style w:type="paragraph" w:styleId="1088" w:customStyle="1">
    <w:name w:val="42866"/>
    <w:basedOn w:val="1032"/>
    <w:pPr>
      <w:pBdr/>
      <w:spacing w:after="100" w:afterAutospacing="1" w:before="100" w:beforeAutospacing="1"/>
      <w:ind/>
      <w:jc w:val="left"/>
    </w:pPr>
    <w:rPr>
      <w:rFonts w:ascii="Times New Roman" w:hAnsi="Times New Roman" w:eastAsia="Times New Roman" w:cs="Times New Roman"/>
      <w:color w:val="auto"/>
      <w:sz w:val="24"/>
      <w:szCs w:val="24"/>
      <w:lang w:eastAsia="fr-FR"/>
    </w:rPr>
  </w:style>
  <w:style w:type="paragraph" w:styleId="1089">
    <w:name w:val="Normal (Web)"/>
    <w:basedOn w:val="1032"/>
    <w:uiPriority w:val="99"/>
    <w:semiHidden/>
    <w:unhideWhenUsed/>
    <w:pPr>
      <w:pBdr/>
      <w:spacing w:after="100" w:afterAutospacing="1" w:before="100" w:beforeAutospacing="1"/>
      <w:ind/>
      <w:jc w:val="left"/>
    </w:pPr>
    <w:rPr>
      <w:rFonts w:ascii="Times New Roman" w:hAnsi="Times New Roman" w:eastAsia="Times New Roman" w:cs="Times New Roman"/>
      <w:color w:val="auto"/>
      <w:sz w:val="24"/>
      <w:szCs w:val="24"/>
      <w:lang w:eastAsia="fr-FR"/>
    </w:rPr>
  </w:style>
  <w:style w:type="paragraph" w:styleId="1090" w:customStyle="1">
    <w:name w:val="Standard"/>
    <w:pPr>
      <w:widowControl w:val="false"/>
      <w:pBdr/>
      <w:spacing w:after="0" w:before="0" w:line="240" w:lineRule="auto"/>
      <w:ind/>
    </w:pPr>
    <w:rPr>
      <w:rFonts w:ascii="Liberation Serif" w:hAnsi="Liberation Serif" w:eastAsia="SimSun" w:cs="Mangal"/>
      <w:color w:val="auto"/>
      <w:lang w:eastAsia="zh-CN" w:bidi="hi-IN"/>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glossaryDocument" Target="glossary/document.xml" /><Relationship Id="rId7" Type="http://schemas.openxmlformats.org/officeDocument/2006/relationships/numbering" Target="numbering.xml" /><Relationship Id="rId8" Type="http://schemas.openxmlformats.org/officeDocument/2006/relationships/footnotes" Target="footnotes.xml" /><Relationship Id="rId9" Type="http://schemas.openxmlformats.org/officeDocument/2006/relationships/endnotes" Target="endnote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1.xml" /><Relationship Id="rId13" Type="http://schemas.openxmlformats.org/officeDocument/2006/relationships/customXml" Target="../customXml/item1.xml" /><Relationship Id="rId14" Type="http://schemas.openxmlformats.org/officeDocument/2006/relationships/customXml" Target="../customXml/item2.xml" /><Relationship Id="rId15" Type="http://schemas.openxmlformats.org/officeDocument/2006/relationships/customXml" Target="../customXml/item3.xml" /><Relationship Id="rId16" Type="http://schemas.openxmlformats.org/officeDocument/2006/relationships/customXml" Target="../customXml/item4.xml" /><Relationship Id="rId17" Type="http://schemas.openxmlformats.org/officeDocument/2006/relationships/image" Target="media/image2.png"/><Relationship Id="rId18" Type="http://schemas.openxmlformats.org/officeDocument/2006/relationships/hyperlink" Target="mailto:secretariat.mmm33@cerema.fr" TargetMode="External"/><Relationship Id="rId19" Type="http://schemas.openxmlformats.org/officeDocument/2006/relationships/hyperlink" Target="https://www.expertises-territoires.fr/jcms/pl1_442160/fr/modele-multimodal-multipartenarial-de-gironde-mmm33" TargetMode="External"/><Relationship Id="rId20" Type="http://schemas.openxmlformats.org/officeDocument/2006/relationships/hyperlink" Target="https://gitlab.cerema.fr/mmm33" TargetMode="External"/><Relationship Id="rId21" Type="http://schemas.openxmlformats.org/officeDocument/2006/relationships/hyperlink" Target="https://gitlab.cerema.fr/mmm33" TargetMode="External"/><Relationship Id="rId22" Type="http://schemas.openxmlformats.org/officeDocument/2006/relationships/hyperlink" Target="https://www.expertises-territoires.fr/jcms/pl1_442160/fr/modele-multimodal-multipartenarial-de-gironde-mmm33"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 Id="rId1" Type="http://schemas.openxmlformats.org/officeDocument/2006/relationships/image" Target="media/image1.png"/></Relationships>
</file>

<file path=word/glossary/_rels/comments.xml.rels><?xml version="1.0" encoding="UTF-8" standalone="yes"?><Relationships xmlns="http://schemas.openxmlformats.org/package/2006/relationships"></Relationships>
</file>

<file path=word/glossary/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numbering" Target="numbering.xml" /><Relationship Id="rId6" Type="http://schemas.openxmlformats.org/officeDocument/2006/relationships/footnotes" Target="footnotes.xml" /><Relationship Id="rId7" Type="http://schemas.openxmlformats.org/officeDocument/2006/relationships/endnotes" Target="endnotes.xml" /></Relationships>
</file>

<file path=word/glossary/_rels/endnotes.xml.rels><?xml version="1.0" encoding="UTF-8" standalone="yes"?><Relationships xmlns="http://schemas.openxmlformats.org/package/2006/relationships"></Relationships>
</file>

<file path=word/glossary/_rels/footnotes.xml.rels><?xml version="1.0" encoding="UTF-8" standalone="yes"?><Relationships xmlns="http://schemas.openxmlformats.org/package/2006/relationships"></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Parts>
    <w:docPart>
      <w:docPartPr>
        <w:name w:val="9839DA6E14F74906840939ED9B75108F"/>
        <w:category>
          <w:name w:val="Général"/>
          <w:gallery w:val="placeholder"/>
        </w:category>
        <w:types>
          <w:type w:val="bbPlcHdr"/>
        </w:types>
        <w:behaviors>
          <w:behavior w:val="content"/>
        </w:behaviors>
        <w:guid w:val="{65AC68F5-22C2-4EA2-83BA-BA910C0E532C}"/>
      </w:docPartPr>
      <w:docPartBody>
        <w:p>
          <w:pPr>
            <w:pStyle w:val="1791"/>
            <w:pBdr/>
            <w:spacing/>
            <w:ind/>
            <w:rPr/>
          </w:pPr>
          <w:r>
            <w:rPr>
              <w:lang w:bidi="fr-FR"/>
            </w:rPr>
            <w:t xml:space="preserve">ENTREPRISE À DOMICILE</w:t>
          </w:r>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Courier New">
    <w:panose1 w:val="02070309020205020404"/>
  </w:font>
  <w:font w:name="Symbol">
    <w:panose1 w:val="05050102010706020507"/>
  </w:font>
  <w:font w:name="Arial">
    <w:panose1 w:val="020B0604020202020204"/>
  </w:font>
  <w:font w:name="Calibri">
    <w:panose1 w:val="020F0502020204030204"/>
  </w:font>
  <w:font w:name="Times New Roman">
    <w:panose1 w:val="02020603050405020304"/>
  </w:font>
  <w:font w:name="Cambria">
    <w:panose1 w:val="02040503050406030204"/>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20"/>
      </w:pPr>
      <w:rPr>
        <w:rFonts w:hint="default" w:ascii="Symbol" w:hAnsi="Symbol"/>
        <w:color w:val="ed7d31" w:themeColor="accent2"/>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
    <w:lvl w:ilvl="0">
      <w:isLgl w:val="false"/>
      <w:lvlJc w:val="left"/>
      <w:lvlText w:val=""/>
      <w:numFmt w:val="bullet"/>
      <w:pPr>
        <w:pBdr/>
        <w:spacing/>
        <w:ind w:hanging="360" w:left="720"/>
      </w:pPr>
      <w:rPr>
        <w:rFonts w:hint="default" w:ascii="Symbol" w:hAnsi="Symbol"/>
        <w:color w:val="70ad47" w:themeColor="accent6"/>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
    <w:lvl w:ilvl="0">
      <w:isLgl w:val="false"/>
      <w:lvlJc w:val="left"/>
      <w:lvlText w:val=""/>
      <w:numFmt w:val="bullet"/>
      <w:pPr>
        <w:pBdr/>
        <w:spacing/>
        <w:ind w:hanging="360" w:left="720"/>
      </w:pPr>
      <w:pStyle w:val="1792"/>
      <w:rPr>
        <w:rFonts w:hint="default" w:ascii="Symbol" w:hAnsi="Symbol"/>
        <w:color w:val="ed7d31" w:themeColor="accent2"/>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
      <w:numFmt w:val="bullet"/>
      <w:pPr>
        <w:pBdr/>
        <w:spacing/>
        <w:ind w:hanging="360" w:left="720"/>
      </w:pPr>
      <w:rPr>
        <w:rFonts w:hint="default" w:ascii="Symbol" w:hAnsi="Symbol"/>
        <w:color w:val="a5a5a5" w:themeColor="accent3"/>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4">
    <w:lvl w:ilvl="0">
      <w:isLgl w:val="false"/>
      <w:lvlJc w:val="left"/>
      <w:lvlText w:val=""/>
      <w:numFmt w:val="bullet"/>
      <w:pPr>
        <w:pBdr/>
        <w:spacing/>
        <w:ind w:hanging="360" w:left="720"/>
      </w:pPr>
      <w:rPr>
        <w:rFonts w:hint="default" w:ascii="Symbol" w:hAnsi="Symbol"/>
        <w:color w:val="5b9bd5" w:themeColor="accent5"/>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num w:numId="1">
    <w:abstractNumId w:val="2"/>
  </w:num>
  <w:num w:numId="2">
    <w:abstractNumId w:val="3"/>
  </w:num>
  <w:num w:numId="3">
    <w:abstractNumId w:val="4"/>
  </w:num>
  <w:num w:numId="4">
    <w:abstractNumId w:val="1"/>
  </w:num>
  <w:num w:numId="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EastAsia" w:cstheme="minorBidi"/>
        <w:sz w:val="22"/>
        <w:szCs w:val="22"/>
        <w:lang w:val="fr-FR" w:eastAsia="fr-FR" w:bidi="ar-SA"/>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601">
    <w:name w:val="Intense Emphasis"/>
    <w:basedOn w:val="1788"/>
    <w:uiPriority w:val="21"/>
    <w:qFormat/>
    <w:pPr>
      <w:pBdr/>
      <w:spacing/>
      <w:ind/>
    </w:pPr>
    <w:rPr>
      <w:i/>
      <w:iCs/>
      <w:color w:val="0f4761" w:themeColor="accent1" w:themeShade="BF"/>
    </w:rPr>
  </w:style>
  <w:style w:type="character" w:styleId="1602">
    <w:name w:val="Intense Reference"/>
    <w:basedOn w:val="1788"/>
    <w:uiPriority w:val="32"/>
    <w:qFormat/>
    <w:pPr>
      <w:pBdr/>
      <w:spacing/>
      <w:ind/>
    </w:pPr>
    <w:rPr>
      <w:b/>
      <w:bCs/>
      <w:smallCaps/>
      <w:color w:val="0f4761" w:themeColor="accent1" w:themeShade="BF"/>
      <w:spacing w:val="5"/>
    </w:rPr>
  </w:style>
  <w:style w:type="character" w:styleId="1603">
    <w:name w:val="Subtle Emphasis"/>
    <w:basedOn w:val="1788"/>
    <w:uiPriority w:val="19"/>
    <w:qFormat/>
    <w:pPr>
      <w:pBdr/>
      <w:spacing/>
      <w:ind/>
    </w:pPr>
    <w:rPr>
      <w:i/>
      <w:iCs/>
      <w:color w:val="404040" w:themeColor="text1" w:themeTint="BF"/>
    </w:rPr>
  </w:style>
  <w:style w:type="character" w:styleId="1604">
    <w:name w:val="Emphasis"/>
    <w:basedOn w:val="1788"/>
    <w:uiPriority w:val="20"/>
    <w:qFormat/>
    <w:pPr>
      <w:pBdr/>
      <w:spacing/>
      <w:ind/>
    </w:pPr>
    <w:rPr>
      <w:i/>
      <w:iCs/>
    </w:rPr>
  </w:style>
  <w:style w:type="character" w:styleId="1605">
    <w:name w:val="Strong"/>
    <w:basedOn w:val="1788"/>
    <w:uiPriority w:val="22"/>
    <w:qFormat/>
    <w:pPr>
      <w:pBdr/>
      <w:spacing/>
      <w:ind/>
    </w:pPr>
    <w:rPr>
      <w:b/>
      <w:bCs/>
    </w:rPr>
  </w:style>
  <w:style w:type="character" w:styleId="1606">
    <w:name w:val="Subtle Reference"/>
    <w:basedOn w:val="1788"/>
    <w:uiPriority w:val="31"/>
    <w:qFormat/>
    <w:pPr>
      <w:pBdr/>
      <w:spacing/>
      <w:ind/>
    </w:pPr>
    <w:rPr>
      <w:smallCaps/>
      <w:color w:val="5a5a5a" w:themeColor="text1" w:themeTint="A5"/>
    </w:rPr>
  </w:style>
  <w:style w:type="character" w:styleId="1607">
    <w:name w:val="Book Title"/>
    <w:basedOn w:val="1788"/>
    <w:uiPriority w:val="33"/>
    <w:qFormat/>
    <w:pPr>
      <w:pBdr/>
      <w:spacing/>
      <w:ind/>
    </w:pPr>
    <w:rPr>
      <w:b/>
      <w:bCs/>
      <w:i/>
      <w:iCs/>
      <w:spacing w:val="5"/>
    </w:rPr>
  </w:style>
  <w:style w:type="character" w:styleId="1608">
    <w:name w:val="FollowedHyperlink"/>
    <w:basedOn w:val="1788"/>
    <w:uiPriority w:val="99"/>
    <w:semiHidden/>
    <w:unhideWhenUsed/>
    <w:pPr>
      <w:pBdr/>
      <w:spacing/>
      <w:ind/>
    </w:pPr>
    <w:rPr>
      <w:color w:val="954f72" w:themeColor="followedHyperlink"/>
      <w:u w:val="single"/>
    </w:rPr>
  </w:style>
  <w:style w:type="paragraph" w:styleId="1609">
    <w:name w:val="Heading 1"/>
    <w:basedOn w:val="1787"/>
    <w:next w:val="1787"/>
    <w:link w:val="1610"/>
    <w:uiPriority w:val="9"/>
    <w:qFormat/>
    <w:pPr>
      <w:keepNext w:val="true"/>
      <w:keepLines w:val="true"/>
      <w:pBdr/>
      <w:spacing w:after="200" w:before="480"/>
      <w:ind/>
      <w:outlineLvl w:val="0"/>
    </w:pPr>
    <w:rPr>
      <w:rFonts w:ascii="Arial" w:hAnsi="Arial" w:eastAsia="Arial" w:cs="Arial"/>
      <w:sz w:val="40"/>
      <w:szCs w:val="40"/>
    </w:rPr>
  </w:style>
  <w:style w:type="character" w:styleId="1610">
    <w:name w:val="Heading 1 Char"/>
    <w:basedOn w:val="1788"/>
    <w:link w:val="1609"/>
    <w:uiPriority w:val="9"/>
    <w:pPr>
      <w:pBdr/>
      <w:spacing/>
      <w:ind/>
    </w:pPr>
    <w:rPr>
      <w:rFonts w:ascii="Arial" w:hAnsi="Arial" w:eastAsia="Arial" w:cs="Arial"/>
      <w:sz w:val="40"/>
      <w:szCs w:val="40"/>
    </w:rPr>
  </w:style>
  <w:style w:type="paragraph" w:styleId="1611">
    <w:name w:val="Heading 2"/>
    <w:basedOn w:val="1787"/>
    <w:next w:val="1787"/>
    <w:link w:val="1612"/>
    <w:uiPriority w:val="9"/>
    <w:unhideWhenUsed/>
    <w:qFormat/>
    <w:pPr>
      <w:keepNext w:val="true"/>
      <w:keepLines w:val="true"/>
      <w:pBdr/>
      <w:spacing w:after="200" w:before="360"/>
      <w:ind/>
      <w:outlineLvl w:val="1"/>
    </w:pPr>
    <w:rPr>
      <w:rFonts w:ascii="Arial" w:hAnsi="Arial" w:eastAsia="Arial" w:cs="Arial"/>
      <w:sz w:val="34"/>
    </w:rPr>
  </w:style>
  <w:style w:type="character" w:styleId="1612">
    <w:name w:val="Heading 2 Char"/>
    <w:basedOn w:val="1788"/>
    <w:link w:val="1611"/>
    <w:uiPriority w:val="9"/>
    <w:pPr>
      <w:pBdr/>
      <w:spacing/>
      <w:ind/>
    </w:pPr>
    <w:rPr>
      <w:rFonts w:ascii="Arial" w:hAnsi="Arial" w:eastAsia="Arial" w:cs="Arial"/>
      <w:sz w:val="34"/>
    </w:rPr>
  </w:style>
  <w:style w:type="paragraph" w:styleId="1613">
    <w:name w:val="Heading 3"/>
    <w:basedOn w:val="1787"/>
    <w:next w:val="1787"/>
    <w:link w:val="1614"/>
    <w:uiPriority w:val="9"/>
    <w:unhideWhenUsed/>
    <w:qFormat/>
    <w:pPr>
      <w:keepNext w:val="true"/>
      <w:keepLines w:val="true"/>
      <w:pBdr/>
      <w:spacing w:after="200" w:before="320"/>
      <w:ind/>
      <w:outlineLvl w:val="2"/>
    </w:pPr>
    <w:rPr>
      <w:rFonts w:ascii="Arial" w:hAnsi="Arial" w:eastAsia="Arial" w:cs="Arial"/>
      <w:sz w:val="30"/>
      <w:szCs w:val="30"/>
    </w:rPr>
  </w:style>
  <w:style w:type="character" w:styleId="1614">
    <w:name w:val="Heading 3 Char"/>
    <w:basedOn w:val="1788"/>
    <w:link w:val="1613"/>
    <w:uiPriority w:val="9"/>
    <w:pPr>
      <w:pBdr/>
      <w:spacing/>
      <w:ind/>
    </w:pPr>
    <w:rPr>
      <w:rFonts w:ascii="Arial" w:hAnsi="Arial" w:eastAsia="Arial" w:cs="Arial"/>
      <w:sz w:val="30"/>
      <w:szCs w:val="30"/>
    </w:rPr>
  </w:style>
  <w:style w:type="paragraph" w:styleId="1615">
    <w:name w:val="Heading 4"/>
    <w:basedOn w:val="1787"/>
    <w:next w:val="1787"/>
    <w:link w:val="1616"/>
    <w:uiPriority w:val="9"/>
    <w:unhideWhenUsed/>
    <w:qFormat/>
    <w:pPr>
      <w:keepNext w:val="true"/>
      <w:keepLines w:val="true"/>
      <w:pBdr/>
      <w:spacing w:after="200" w:before="320"/>
      <w:ind/>
      <w:outlineLvl w:val="3"/>
    </w:pPr>
    <w:rPr>
      <w:rFonts w:ascii="Arial" w:hAnsi="Arial" w:eastAsia="Arial" w:cs="Arial"/>
      <w:b/>
      <w:bCs/>
      <w:sz w:val="26"/>
      <w:szCs w:val="26"/>
    </w:rPr>
  </w:style>
  <w:style w:type="character" w:styleId="1616">
    <w:name w:val="Heading 4 Char"/>
    <w:basedOn w:val="1788"/>
    <w:link w:val="1615"/>
    <w:uiPriority w:val="9"/>
    <w:pPr>
      <w:pBdr/>
      <w:spacing/>
      <w:ind/>
    </w:pPr>
    <w:rPr>
      <w:rFonts w:ascii="Arial" w:hAnsi="Arial" w:eastAsia="Arial" w:cs="Arial"/>
      <w:b/>
      <w:bCs/>
      <w:sz w:val="26"/>
      <w:szCs w:val="26"/>
    </w:rPr>
  </w:style>
  <w:style w:type="paragraph" w:styleId="1617">
    <w:name w:val="Heading 5"/>
    <w:basedOn w:val="1787"/>
    <w:next w:val="1787"/>
    <w:link w:val="1618"/>
    <w:uiPriority w:val="9"/>
    <w:unhideWhenUsed/>
    <w:qFormat/>
    <w:pPr>
      <w:keepNext w:val="true"/>
      <w:keepLines w:val="true"/>
      <w:pBdr/>
      <w:spacing w:after="200" w:before="320"/>
      <w:ind/>
      <w:outlineLvl w:val="4"/>
    </w:pPr>
    <w:rPr>
      <w:rFonts w:ascii="Arial" w:hAnsi="Arial" w:eastAsia="Arial" w:cs="Arial"/>
      <w:b/>
      <w:bCs/>
      <w:sz w:val="24"/>
      <w:szCs w:val="24"/>
    </w:rPr>
  </w:style>
  <w:style w:type="character" w:styleId="1618">
    <w:name w:val="Heading 5 Char"/>
    <w:basedOn w:val="1788"/>
    <w:link w:val="1617"/>
    <w:uiPriority w:val="9"/>
    <w:pPr>
      <w:pBdr/>
      <w:spacing/>
      <w:ind/>
    </w:pPr>
    <w:rPr>
      <w:rFonts w:ascii="Arial" w:hAnsi="Arial" w:eastAsia="Arial" w:cs="Arial"/>
      <w:b/>
      <w:bCs/>
      <w:sz w:val="24"/>
      <w:szCs w:val="24"/>
    </w:rPr>
  </w:style>
  <w:style w:type="paragraph" w:styleId="1619">
    <w:name w:val="Heading 6"/>
    <w:basedOn w:val="1787"/>
    <w:next w:val="1787"/>
    <w:link w:val="1620"/>
    <w:uiPriority w:val="9"/>
    <w:unhideWhenUsed/>
    <w:qFormat/>
    <w:pPr>
      <w:keepNext w:val="true"/>
      <w:keepLines w:val="true"/>
      <w:pBdr/>
      <w:spacing w:after="200" w:before="320"/>
      <w:ind/>
      <w:outlineLvl w:val="5"/>
    </w:pPr>
    <w:rPr>
      <w:rFonts w:ascii="Arial" w:hAnsi="Arial" w:eastAsia="Arial" w:cs="Arial"/>
      <w:b/>
      <w:bCs/>
      <w:sz w:val="22"/>
      <w:szCs w:val="22"/>
    </w:rPr>
  </w:style>
  <w:style w:type="character" w:styleId="1620">
    <w:name w:val="Heading 6 Char"/>
    <w:basedOn w:val="1788"/>
    <w:link w:val="1619"/>
    <w:uiPriority w:val="9"/>
    <w:pPr>
      <w:pBdr/>
      <w:spacing/>
      <w:ind/>
    </w:pPr>
    <w:rPr>
      <w:rFonts w:ascii="Arial" w:hAnsi="Arial" w:eastAsia="Arial" w:cs="Arial"/>
      <w:b/>
      <w:bCs/>
      <w:sz w:val="22"/>
      <w:szCs w:val="22"/>
    </w:rPr>
  </w:style>
  <w:style w:type="paragraph" w:styleId="1621">
    <w:name w:val="Heading 7"/>
    <w:basedOn w:val="1787"/>
    <w:next w:val="1787"/>
    <w:link w:val="1622"/>
    <w:uiPriority w:val="9"/>
    <w:unhideWhenUsed/>
    <w:qFormat/>
    <w:pPr>
      <w:keepNext w:val="true"/>
      <w:keepLines w:val="true"/>
      <w:pBdr/>
      <w:spacing w:after="200" w:before="320"/>
      <w:ind/>
      <w:outlineLvl w:val="6"/>
    </w:pPr>
    <w:rPr>
      <w:rFonts w:ascii="Arial" w:hAnsi="Arial" w:eastAsia="Arial" w:cs="Arial"/>
      <w:b/>
      <w:bCs/>
      <w:i/>
      <w:iCs/>
      <w:sz w:val="22"/>
      <w:szCs w:val="22"/>
    </w:rPr>
  </w:style>
  <w:style w:type="character" w:styleId="1622">
    <w:name w:val="Heading 7 Char"/>
    <w:basedOn w:val="1788"/>
    <w:link w:val="1621"/>
    <w:uiPriority w:val="9"/>
    <w:pPr>
      <w:pBdr/>
      <w:spacing/>
      <w:ind/>
    </w:pPr>
    <w:rPr>
      <w:rFonts w:ascii="Arial" w:hAnsi="Arial" w:eastAsia="Arial" w:cs="Arial"/>
      <w:b/>
      <w:bCs/>
      <w:i/>
      <w:iCs/>
      <w:sz w:val="22"/>
      <w:szCs w:val="22"/>
    </w:rPr>
  </w:style>
  <w:style w:type="paragraph" w:styleId="1623">
    <w:name w:val="Heading 8"/>
    <w:basedOn w:val="1787"/>
    <w:next w:val="1787"/>
    <w:link w:val="1624"/>
    <w:uiPriority w:val="9"/>
    <w:unhideWhenUsed/>
    <w:qFormat/>
    <w:pPr>
      <w:keepNext w:val="true"/>
      <w:keepLines w:val="true"/>
      <w:pBdr/>
      <w:spacing w:after="200" w:before="320"/>
      <w:ind/>
      <w:outlineLvl w:val="7"/>
    </w:pPr>
    <w:rPr>
      <w:rFonts w:ascii="Arial" w:hAnsi="Arial" w:eastAsia="Arial" w:cs="Arial"/>
      <w:i/>
      <w:iCs/>
      <w:sz w:val="22"/>
      <w:szCs w:val="22"/>
    </w:rPr>
  </w:style>
  <w:style w:type="character" w:styleId="1624">
    <w:name w:val="Heading 8 Char"/>
    <w:basedOn w:val="1788"/>
    <w:link w:val="1623"/>
    <w:uiPriority w:val="9"/>
    <w:pPr>
      <w:pBdr/>
      <w:spacing/>
      <w:ind/>
    </w:pPr>
    <w:rPr>
      <w:rFonts w:ascii="Arial" w:hAnsi="Arial" w:eastAsia="Arial" w:cs="Arial"/>
      <w:i/>
      <w:iCs/>
      <w:sz w:val="22"/>
      <w:szCs w:val="22"/>
    </w:rPr>
  </w:style>
  <w:style w:type="paragraph" w:styleId="1625">
    <w:name w:val="Heading 9"/>
    <w:basedOn w:val="1787"/>
    <w:next w:val="1787"/>
    <w:link w:val="1626"/>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1626">
    <w:name w:val="Heading 9 Char"/>
    <w:basedOn w:val="1788"/>
    <w:link w:val="1625"/>
    <w:uiPriority w:val="9"/>
    <w:pPr>
      <w:pBdr/>
      <w:spacing/>
      <w:ind/>
    </w:pPr>
    <w:rPr>
      <w:rFonts w:ascii="Arial" w:hAnsi="Arial" w:eastAsia="Arial" w:cs="Arial"/>
      <w:i/>
      <w:iCs/>
      <w:sz w:val="21"/>
      <w:szCs w:val="21"/>
    </w:rPr>
  </w:style>
  <w:style w:type="paragraph" w:styleId="1627">
    <w:name w:val="List Paragraph"/>
    <w:basedOn w:val="1787"/>
    <w:uiPriority w:val="34"/>
    <w:qFormat/>
    <w:pPr>
      <w:pBdr/>
      <w:spacing/>
      <w:ind w:left="720"/>
      <w:contextualSpacing w:val="true"/>
    </w:pPr>
  </w:style>
  <w:style w:type="paragraph" w:styleId="1628">
    <w:name w:val="No Spacing"/>
    <w:uiPriority w:val="1"/>
    <w:qFormat/>
    <w:pPr>
      <w:pBdr/>
      <w:spacing w:after="0" w:before="0" w:line="240" w:lineRule="auto"/>
      <w:ind/>
    </w:pPr>
  </w:style>
  <w:style w:type="paragraph" w:styleId="1629">
    <w:name w:val="Title"/>
    <w:basedOn w:val="1787"/>
    <w:next w:val="1787"/>
    <w:link w:val="1630"/>
    <w:uiPriority w:val="10"/>
    <w:qFormat/>
    <w:pPr>
      <w:pBdr/>
      <w:spacing w:after="200" w:before="300"/>
      <w:ind/>
      <w:contextualSpacing w:val="true"/>
    </w:pPr>
    <w:rPr>
      <w:sz w:val="48"/>
      <w:szCs w:val="48"/>
    </w:rPr>
  </w:style>
  <w:style w:type="character" w:styleId="1630">
    <w:name w:val="Title Char"/>
    <w:basedOn w:val="1788"/>
    <w:link w:val="1629"/>
    <w:uiPriority w:val="10"/>
    <w:pPr>
      <w:pBdr/>
      <w:spacing/>
      <w:ind/>
    </w:pPr>
    <w:rPr>
      <w:sz w:val="48"/>
      <w:szCs w:val="48"/>
    </w:rPr>
  </w:style>
  <w:style w:type="paragraph" w:styleId="1631">
    <w:name w:val="Subtitle"/>
    <w:basedOn w:val="1787"/>
    <w:next w:val="1787"/>
    <w:link w:val="1632"/>
    <w:uiPriority w:val="11"/>
    <w:qFormat/>
    <w:pPr>
      <w:pBdr/>
      <w:spacing w:after="200" w:before="200"/>
      <w:ind/>
    </w:pPr>
    <w:rPr>
      <w:sz w:val="24"/>
      <w:szCs w:val="24"/>
    </w:rPr>
  </w:style>
  <w:style w:type="character" w:styleId="1632">
    <w:name w:val="Subtitle Char"/>
    <w:basedOn w:val="1788"/>
    <w:link w:val="1631"/>
    <w:uiPriority w:val="11"/>
    <w:pPr>
      <w:pBdr/>
      <w:spacing/>
      <w:ind/>
    </w:pPr>
    <w:rPr>
      <w:sz w:val="24"/>
      <w:szCs w:val="24"/>
    </w:rPr>
  </w:style>
  <w:style w:type="paragraph" w:styleId="1633">
    <w:name w:val="Quote"/>
    <w:basedOn w:val="1787"/>
    <w:next w:val="1787"/>
    <w:link w:val="1634"/>
    <w:uiPriority w:val="29"/>
    <w:qFormat/>
    <w:pPr>
      <w:pBdr/>
      <w:spacing/>
      <w:ind w:right="720" w:left="720"/>
    </w:pPr>
    <w:rPr>
      <w:i/>
    </w:rPr>
  </w:style>
  <w:style w:type="character" w:styleId="1634">
    <w:name w:val="Quote Char"/>
    <w:link w:val="1633"/>
    <w:uiPriority w:val="29"/>
    <w:pPr>
      <w:pBdr/>
      <w:spacing/>
      <w:ind/>
    </w:pPr>
    <w:rPr>
      <w:i/>
    </w:rPr>
  </w:style>
  <w:style w:type="paragraph" w:styleId="1635">
    <w:name w:val="Intense Quote"/>
    <w:basedOn w:val="1787"/>
    <w:next w:val="1787"/>
    <w:link w:val="1636"/>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contextualSpacing w:val="false"/>
    </w:pPr>
    <w:rPr>
      <w:i/>
    </w:rPr>
  </w:style>
  <w:style w:type="character" w:styleId="1636">
    <w:name w:val="Intense Quote Char"/>
    <w:link w:val="1635"/>
    <w:uiPriority w:val="30"/>
    <w:pPr>
      <w:pBdr/>
      <w:spacing/>
      <w:ind/>
    </w:pPr>
    <w:rPr>
      <w:i/>
    </w:rPr>
  </w:style>
  <w:style w:type="paragraph" w:styleId="1637">
    <w:name w:val="Header"/>
    <w:basedOn w:val="1787"/>
    <w:link w:val="1638"/>
    <w:uiPriority w:val="99"/>
    <w:unhideWhenUsed/>
    <w:pPr>
      <w:pBdr/>
      <w:tabs>
        <w:tab w:val="center" w:leader="none" w:pos="7143"/>
        <w:tab w:val="right" w:leader="none" w:pos="14287"/>
      </w:tabs>
      <w:spacing w:after="0" w:line="240" w:lineRule="auto"/>
      <w:ind/>
    </w:pPr>
  </w:style>
  <w:style w:type="character" w:styleId="1638">
    <w:name w:val="Header Char"/>
    <w:basedOn w:val="1788"/>
    <w:link w:val="1637"/>
    <w:uiPriority w:val="99"/>
    <w:pPr>
      <w:pBdr/>
      <w:spacing/>
      <w:ind/>
    </w:pPr>
  </w:style>
  <w:style w:type="paragraph" w:styleId="1639">
    <w:name w:val="Footer"/>
    <w:basedOn w:val="1787"/>
    <w:link w:val="1642"/>
    <w:uiPriority w:val="99"/>
    <w:unhideWhenUsed/>
    <w:pPr>
      <w:pBdr/>
      <w:tabs>
        <w:tab w:val="center" w:leader="none" w:pos="7143"/>
        <w:tab w:val="right" w:leader="none" w:pos="14287"/>
      </w:tabs>
      <w:spacing w:after="0" w:line="240" w:lineRule="auto"/>
      <w:ind/>
    </w:pPr>
  </w:style>
  <w:style w:type="character" w:styleId="1640">
    <w:name w:val="Footer Char"/>
    <w:basedOn w:val="1788"/>
    <w:link w:val="1639"/>
    <w:uiPriority w:val="99"/>
    <w:pPr>
      <w:pBdr/>
      <w:spacing/>
      <w:ind/>
    </w:pPr>
  </w:style>
  <w:style w:type="paragraph" w:styleId="1641">
    <w:name w:val="Caption"/>
    <w:basedOn w:val="1787"/>
    <w:next w:val="1787"/>
    <w:uiPriority w:val="35"/>
    <w:semiHidden/>
    <w:unhideWhenUsed/>
    <w:qFormat/>
    <w:pPr>
      <w:pBdr/>
      <w:spacing w:line="276" w:lineRule="auto"/>
      <w:ind/>
    </w:pPr>
    <w:rPr>
      <w:b/>
      <w:bCs/>
      <w:color w:val="4f81bd" w:themeColor="accent1"/>
      <w:sz w:val="18"/>
      <w:szCs w:val="18"/>
    </w:rPr>
  </w:style>
  <w:style w:type="character" w:styleId="1642">
    <w:name w:val="Caption Char"/>
    <w:basedOn w:val="1641"/>
    <w:link w:val="1639"/>
    <w:uiPriority w:val="99"/>
    <w:pPr>
      <w:pBdr/>
      <w:spacing/>
      <w:ind/>
    </w:pPr>
  </w:style>
  <w:style w:type="table" w:styleId="1643">
    <w:name w:val="Table Grid"/>
    <w:basedOn w:val="1789"/>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44">
    <w:name w:val="Table Grid Light"/>
    <w:basedOn w:val="1789"/>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45">
    <w:name w:val="Plain Table 1"/>
    <w:basedOn w:val="1789"/>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46">
    <w:name w:val="Plain Table 2"/>
    <w:basedOn w:val="1789"/>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47">
    <w:name w:val="Plain Table 3"/>
    <w:basedOn w:val="1789"/>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48">
    <w:name w:val="Plain Table 4"/>
    <w:basedOn w:val="1789"/>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49">
    <w:name w:val="Plain Table 5"/>
    <w:basedOn w:val="1789"/>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0">
    <w:name w:val="Grid Table 1 Light"/>
    <w:basedOn w:val="1789"/>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1">
    <w:name w:val="Grid Table 1 Light - Accent 1"/>
    <w:basedOn w:val="1789"/>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2">
    <w:name w:val="Grid Table 1 Light - Accent 2"/>
    <w:basedOn w:val="1789"/>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3">
    <w:name w:val="Grid Table 1 Light - Accent 3"/>
    <w:basedOn w:val="1789"/>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4">
    <w:name w:val="Grid Table 1 Light - Accent 4"/>
    <w:basedOn w:val="1789"/>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5">
    <w:name w:val="Grid Table 1 Light - Accent 5"/>
    <w:basedOn w:val="1789"/>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6">
    <w:name w:val="Grid Table 1 Light - Accent 6"/>
    <w:basedOn w:val="1789"/>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7">
    <w:name w:val="Grid Table 2"/>
    <w:basedOn w:val="1789"/>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8">
    <w:name w:val="Grid Table 2 - Accent 1"/>
    <w:basedOn w:val="1789"/>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fbf4ec"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fbf4ec"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9">
    <w:name w:val="Grid Table 2 - Accent 2"/>
    <w:basedOn w:val="1789"/>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beeef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beeef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0">
    <w:name w:val="Grid Table 2 - Accent 3"/>
    <w:basedOn w:val="1789"/>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adf0fa"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adf0fa"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1">
    <w:name w:val="Grid Table 2 - Accent 4"/>
    <w:basedOn w:val="1789"/>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c6efff"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c6efff"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2">
    <w:name w:val="Grid Table 2 - Accent 5"/>
    <w:basedOn w:val="1789"/>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fde9d2"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fde9d2"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3">
    <w:name w:val="Grid Table 2 - Accent 6"/>
    <w:basedOn w:val="1789"/>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be1ce"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be1ce"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4">
    <w:name w:val="Grid Table 3"/>
    <w:basedOn w:val="1789"/>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5">
    <w:name w:val="Grid Table 3 - Accent 1"/>
    <w:basedOn w:val="1789"/>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fbf4ec"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fbf4ec"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6">
    <w:name w:val="Grid Table 3 - Accent 2"/>
    <w:basedOn w:val="1789"/>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beeef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beeef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7">
    <w:name w:val="Grid Table 3 - Accent 3"/>
    <w:basedOn w:val="1789"/>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adf0fa"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adf0fa"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8">
    <w:name w:val="Grid Table 3 - Accent 4"/>
    <w:basedOn w:val="1789"/>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c6efff"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c6efff"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9">
    <w:name w:val="Grid Table 3 - Accent 5"/>
    <w:basedOn w:val="1789"/>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fde9d2"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fde9d2"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0">
    <w:name w:val="Grid Table 3 - Accent 6"/>
    <w:basedOn w:val="1789"/>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be1ce"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be1ce"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1">
    <w:name w:val="Grid Table 4"/>
    <w:basedOn w:val="1789"/>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2">
    <w:name w:val="Grid Table 4 - Accent 1"/>
    <w:basedOn w:val="1789"/>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fbf4ec"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fbf4ec"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f1cfa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3">
    <w:name w:val="Grid Table 4 - Accent 2"/>
    <w:basedOn w:val="1789"/>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beeef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beeef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3ecde7"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4">
    <w:name w:val="Grid Table 4 - Accent 3"/>
    <w:basedOn w:val="1789"/>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adf0fa"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adf0fa"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054a54"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5">
    <w:name w:val="Grid Table 4 - Accent 4"/>
    <w:basedOn w:val="1789"/>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c6efff"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c6efff"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5bd2ff"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6">
    <w:name w:val="Grid Table 4 - Accent 5"/>
    <w:basedOn w:val="1789"/>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fde9d2"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fde9d2"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f99927"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7">
    <w:name w:val="Grid Table 4 - Accent 6"/>
    <w:basedOn w:val="1789"/>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be1ce"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be1ce"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ec721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8">
    <w:name w:val="Grid Table 5 Dark"/>
    <w:basedOn w:val="178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9">
    <w:name w:val="Grid Table 5 Dark- Accent 1"/>
    <w:basedOn w:val="178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fbf4ec" w:themeFill="accent1" w:themeFillTint="34"/>
    </w:tblPr>
    <w:tcPr>
      <w:tcBorders/>
    </w:tcPr>
    <w:tblStylePr w:type="band1Horz">
      <w:pPr>
        <w:pBdr/>
        <w:spacing/>
        <w:ind/>
      </w:pPr>
      <w:tblPr>
        <w:tblBorders/>
      </w:tblPr>
      <w:tcPr>
        <w:shd w:val="clear" w:color="ffffff" w:themeColor="accent1" w:themeTint="75" w:fill="f8e7d3" w:themeFill="accent1" w:themeFillTint="75"/>
        <w:tcBorders/>
      </w:tcPr>
    </w:tblStylePr>
    <w:tblStylePr w:type="band1Vert">
      <w:pPr>
        <w:pBdr/>
        <w:spacing/>
        <w:ind/>
      </w:pPr>
      <w:tblPr>
        <w:tblBorders/>
      </w:tblPr>
      <w:tcPr>
        <w:shd w:val="clear" w:color="ffffff" w:themeColor="accent1" w:themeTint="75" w:fill="f8e7d3"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f0cda1" w:themeFill="accent1"/>
        <w:tcBorders/>
      </w:tcPr>
    </w:tblStylePr>
    <w:tblStylePr w:type="firstRow">
      <w:rPr>
        <w:rFonts w:ascii="Arial" w:hAnsi="Arial"/>
        <w:b/>
        <w:color w:val="ffffff"/>
        <w:sz w:val="22"/>
      </w:rPr>
      <w:pPr>
        <w:pBdr/>
        <w:spacing/>
        <w:ind/>
      </w:pPr>
      <w:tblPr>
        <w:tblBorders/>
      </w:tblPr>
      <w:tcPr>
        <w:shd w:val="clear" w:color="ffffff" w:themeColor="accent1" w:fill="f0cda1" w:themeFill="accent1"/>
        <w:tcBorders/>
      </w:tcPr>
    </w:tblStylePr>
    <w:tblStylePr w:type="lastCol">
      <w:rPr>
        <w:rFonts w:ascii="Arial" w:hAnsi="Arial"/>
        <w:b/>
        <w:color w:val="ffffff"/>
        <w:sz w:val="22"/>
      </w:rPr>
      <w:pPr>
        <w:pBdr/>
        <w:spacing/>
        <w:ind/>
      </w:pPr>
      <w:tblPr>
        <w:tblBorders/>
      </w:tblPr>
      <w:tcPr>
        <w:shd w:val="clear" w:color="ffffff" w:themeColor="accent1" w:fill="f0cda1" w:themeFill="accent1"/>
        <w:tcBorders/>
      </w:tcPr>
    </w:tblStylePr>
    <w:tblStylePr w:type="lastRow">
      <w:rPr>
        <w:rFonts w:ascii="Arial" w:hAnsi="Arial"/>
        <w:b/>
        <w:color w:val="ffffff"/>
        <w:sz w:val="22"/>
      </w:rPr>
      <w:pPr>
        <w:pBdr/>
        <w:spacing/>
        <w:ind/>
      </w:pPr>
      <w:tblPr>
        <w:tblBorders/>
      </w:tblPr>
      <w:tcPr>
        <w:shd w:val="clear" w:color="ffffff" w:themeColor="accent1" w:fill="f0cda1"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80">
    <w:name w:val="Grid Table 5 Dark - Accent 2"/>
    <w:basedOn w:val="178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beeef7" w:themeFill="accent2" w:themeFillTint="32"/>
    </w:tblPr>
    <w:tcPr>
      <w:tcBorders/>
    </w:tcPr>
    <w:tblStylePr w:type="band1Horz">
      <w:pPr>
        <w:pBdr/>
        <w:spacing/>
        <w:ind/>
      </w:pPr>
      <w:tblPr>
        <w:tblBorders/>
      </w:tblPr>
      <w:tcPr>
        <w:shd w:val="clear" w:color="ffffff" w:themeColor="accent2" w:themeTint="75" w:fill="69d8ec" w:themeFill="accent2" w:themeFillTint="75"/>
        <w:tcBorders/>
      </w:tcPr>
    </w:tblStylePr>
    <w:tblStylePr w:type="band1Vert">
      <w:pPr>
        <w:pBdr/>
        <w:spacing/>
        <w:ind/>
      </w:pPr>
      <w:tblPr>
        <w:tblBorders/>
      </w:tblPr>
      <w:tcPr>
        <w:shd w:val="clear" w:color="ffffff" w:themeColor="accent2" w:themeTint="75" w:fill="69d8ec"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107082" w:themeFill="accent2"/>
        <w:tcBorders/>
      </w:tcPr>
    </w:tblStylePr>
    <w:tblStylePr w:type="firstRow">
      <w:rPr>
        <w:rFonts w:ascii="Arial" w:hAnsi="Arial"/>
        <w:b/>
        <w:color w:val="ffffff"/>
        <w:sz w:val="22"/>
      </w:rPr>
      <w:pPr>
        <w:pBdr/>
        <w:spacing/>
        <w:ind/>
      </w:pPr>
      <w:tblPr>
        <w:tblBorders/>
      </w:tblPr>
      <w:tcPr>
        <w:shd w:val="clear" w:color="ffffff" w:themeColor="accent2" w:fill="107082" w:themeFill="accent2"/>
        <w:tcBorders/>
      </w:tcPr>
    </w:tblStylePr>
    <w:tblStylePr w:type="lastCol">
      <w:rPr>
        <w:rFonts w:ascii="Arial" w:hAnsi="Arial"/>
        <w:b/>
        <w:color w:val="ffffff"/>
        <w:sz w:val="22"/>
      </w:rPr>
      <w:pPr>
        <w:pBdr/>
        <w:spacing/>
        <w:ind/>
      </w:pPr>
      <w:tblPr>
        <w:tblBorders/>
      </w:tblPr>
      <w:tcPr>
        <w:shd w:val="clear" w:color="ffffff" w:themeColor="accent2" w:fill="107082" w:themeFill="accent2"/>
        <w:tcBorders/>
      </w:tcPr>
    </w:tblStylePr>
    <w:tblStylePr w:type="lastRow">
      <w:rPr>
        <w:rFonts w:ascii="Arial" w:hAnsi="Arial"/>
        <w:b/>
        <w:color w:val="ffffff"/>
        <w:sz w:val="22"/>
      </w:rPr>
      <w:pPr>
        <w:pBdr/>
        <w:spacing/>
        <w:ind/>
      </w:pPr>
      <w:tblPr>
        <w:tblBorders/>
      </w:tblPr>
      <w:tcPr>
        <w:shd w:val="clear" w:color="ffffff" w:themeColor="accent2" w:fill="107082"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81">
    <w:name w:val="Grid Table 5 Dark - Accent 3"/>
    <w:basedOn w:val="178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adf0fa" w:themeFill="accent3" w:themeFillTint="34"/>
    </w:tblPr>
    <w:tcPr>
      <w:tcBorders/>
    </w:tcPr>
    <w:tblStylePr w:type="band1Horz">
      <w:pPr>
        <w:pBdr/>
        <w:spacing/>
        <w:ind/>
      </w:pPr>
      <w:tblPr>
        <w:tblBorders/>
      </w:tblPr>
      <w:tcPr>
        <w:shd w:val="clear" w:color="ffffff" w:themeColor="accent3" w:themeTint="75" w:fill="48ddf3" w:themeFill="accent3" w:themeFillTint="75"/>
        <w:tcBorders/>
      </w:tcPr>
    </w:tblStylePr>
    <w:tblStylePr w:type="band1Vert">
      <w:pPr>
        <w:pBdr/>
        <w:spacing/>
        <w:ind/>
      </w:pPr>
      <w:tblPr>
        <w:tblBorders/>
      </w:tblPr>
      <w:tcPr>
        <w:shd w:val="clear" w:color="ffffff" w:themeColor="accent3" w:themeTint="75" w:fill="48ddf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054854" w:themeFill="accent3"/>
        <w:tcBorders/>
      </w:tcPr>
    </w:tblStylePr>
    <w:tblStylePr w:type="firstRow">
      <w:rPr>
        <w:rFonts w:ascii="Arial" w:hAnsi="Arial"/>
        <w:b/>
        <w:color w:val="ffffff"/>
        <w:sz w:val="22"/>
      </w:rPr>
      <w:pPr>
        <w:pBdr/>
        <w:spacing/>
        <w:ind/>
      </w:pPr>
      <w:tblPr>
        <w:tblBorders/>
      </w:tblPr>
      <w:tcPr>
        <w:shd w:val="clear" w:color="ffffff" w:themeColor="accent3" w:fill="054854" w:themeFill="accent3"/>
        <w:tcBorders/>
      </w:tcPr>
    </w:tblStylePr>
    <w:tblStylePr w:type="lastCol">
      <w:rPr>
        <w:rFonts w:ascii="Arial" w:hAnsi="Arial"/>
        <w:b/>
        <w:color w:val="ffffff"/>
        <w:sz w:val="22"/>
      </w:rPr>
      <w:pPr>
        <w:pBdr/>
        <w:spacing/>
        <w:ind/>
      </w:pPr>
      <w:tblPr>
        <w:tblBorders/>
      </w:tblPr>
      <w:tcPr>
        <w:shd w:val="clear" w:color="ffffff" w:themeColor="accent3" w:fill="054854" w:themeFill="accent3"/>
        <w:tcBorders/>
      </w:tcPr>
    </w:tblStylePr>
    <w:tblStylePr w:type="lastRow">
      <w:rPr>
        <w:rFonts w:ascii="Arial" w:hAnsi="Arial"/>
        <w:b/>
        <w:color w:val="ffffff"/>
        <w:sz w:val="22"/>
      </w:rPr>
      <w:pPr>
        <w:pBdr/>
        <w:spacing/>
        <w:ind/>
      </w:pPr>
      <w:tblPr>
        <w:tblBorders/>
      </w:tblPr>
      <w:tcPr>
        <w:shd w:val="clear" w:color="ffffff" w:themeColor="accent3" w:fill="054854"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82">
    <w:name w:val="Grid Table 5 Dark- Accent 4"/>
    <w:basedOn w:val="178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c6efff" w:themeFill="accent4" w:themeFillTint="34"/>
    </w:tblPr>
    <w:tcPr>
      <w:tcBorders/>
    </w:tcPr>
    <w:tblStylePr w:type="band1Horz">
      <w:pPr>
        <w:pBdr/>
        <w:spacing/>
        <w:ind/>
      </w:pPr>
      <w:tblPr>
        <w:tblBorders/>
      </w:tblPr>
      <w:tcPr>
        <w:shd w:val="clear" w:color="ffffff" w:themeColor="accent4" w:themeTint="75" w:fill="83ddff" w:themeFill="accent4" w:themeFillTint="75"/>
        <w:tcBorders/>
      </w:tcPr>
    </w:tblStylePr>
    <w:tblStylePr w:type="band1Vert">
      <w:pPr>
        <w:pBdr/>
        <w:spacing/>
        <w:ind/>
      </w:pPr>
      <w:tblPr>
        <w:tblBorders/>
      </w:tblPr>
      <w:tcPr>
        <w:shd w:val="clear" w:color="ffffff" w:themeColor="accent4" w:themeTint="75" w:fill="83ddff"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00aeef" w:themeFill="accent4"/>
        <w:tcBorders/>
      </w:tcPr>
    </w:tblStylePr>
    <w:tblStylePr w:type="firstRow">
      <w:rPr>
        <w:rFonts w:ascii="Arial" w:hAnsi="Arial"/>
        <w:b/>
        <w:color w:val="ffffff"/>
        <w:sz w:val="22"/>
      </w:rPr>
      <w:pPr>
        <w:pBdr/>
        <w:spacing/>
        <w:ind/>
      </w:pPr>
      <w:tblPr>
        <w:tblBorders/>
      </w:tblPr>
      <w:tcPr>
        <w:shd w:val="clear" w:color="ffffff" w:themeColor="accent4" w:fill="00aeef" w:themeFill="accent4"/>
        <w:tcBorders/>
      </w:tcPr>
    </w:tblStylePr>
    <w:tblStylePr w:type="lastCol">
      <w:rPr>
        <w:rFonts w:ascii="Arial" w:hAnsi="Arial"/>
        <w:b/>
        <w:color w:val="ffffff"/>
        <w:sz w:val="22"/>
      </w:rPr>
      <w:pPr>
        <w:pBdr/>
        <w:spacing/>
        <w:ind/>
      </w:pPr>
      <w:tblPr>
        <w:tblBorders/>
      </w:tblPr>
      <w:tcPr>
        <w:shd w:val="clear" w:color="ffffff" w:themeColor="accent4" w:fill="00aeef" w:themeFill="accent4"/>
        <w:tcBorders/>
      </w:tcPr>
    </w:tblStylePr>
    <w:tblStylePr w:type="lastRow">
      <w:rPr>
        <w:rFonts w:ascii="Arial" w:hAnsi="Arial"/>
        <w:b/>
        <w:color w:val="ffffff"/>
        <w:sz w:val="22"/>
      </w:rPr>
      <w:pPr>
        <w:pBdr/>
        <w:spacing/>
        <w:ind/>
      </w:pPr>
      <w:tblPr>
        <w:tblBorders/>
      </w:tblPr>
      <w:tcPr>
        <w:shd w:val="clear" w:color="ffffff" w:themeColor="accent4" w:fill="00aeef"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83">
    <w:name w:val="Grid Table 5 Dark - Accent 5"/>
    <w:basedOn w:val="178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fde9d2" w:themeFill="accent5" w:themeFillTint="34"/>
    </w:tblPr>
    <w:tcPr>
      <w:tcBorders/>
    </w:tcPr>
    <w:tblStylePr w:type="band1Horz">
      <w:pPr>
        <w:pBdr/>
        <w:spacing/>
        <w:ind/>
      </w:pPr>
      <w:tblPr>
        <w:tblBorders/>
      </w:tblPr>
      <w:tcPr>
        <w:shd w:val="clear" w:color="ffffff" w:themeColor="accent5" w:themeTint="75" w:fill="fccf9b" w:themeFill="accent5" w:themeFillTint="75"/>
        <w:tcBorders/>
      </w:tcPr>
    </w:tblStylePr>
    <w:tblStylePr w:type="band1Vert">
      <w:pPr>
        <w:pBdr/>
        <w:spacing/>
        <w:ind/>
      </w:pPr>
      <w:tblPr>
        <w:tblBorders/>
      </w:tblPr>
      <w:tcPr>
        <w:shd w:val="clear" w:color="ffffff" w:themeColor="accent5" w:themeTint="75" w:fill="fccf9b"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f99927" w:themeFill="accent5"/>
        <w:tcBorders/>
      </w:tcPr>
    </w:tblStylePr>
    <w:tblStylePr w:type="firstRow">
      <w:rPr>
        <w:rFonts w:ascii="Arial" w:hAnsi="Arial"/>
        <w:b/>
        <w:color w:val="ffffff"/>
        <w:sz w:val="22"/>
      </w:rPr>
      <w:pPr>
        <w:pBdr/>
        <w:spacing/>
        <w:ind/>
      </w:pPr>
      <w:tblPr>
        <w:tblBorders/>
      </w:tblPr>
      <w:tcPr>
        <w:shd w:val="clear" w:color="ffffff" w:themeColor="accent5" w:fill="f99927" w:themeFill="accent5"/>
        <w:tcBorders/>
      </w:tcPr>
    </w:tblStylePr>
    <w:tblStylePr w:type="lastCol">
      <w:rPr>
        <w:rFonts w:ascii="Arial" w:hAnsi="Arial"/>
        <w:b/>
        <w:color w:val="ffffff"/>
        <w:sz w:val="22"/>
      </w:rPr>
      <w:pPr>
        <w:pBdr/>
        <w:spacing/>
        <w:ind/>
      </w:pPr>
      <w:tblPr>
        <w:tblBorders/>
      </w:tblPr>
      <w:tcPr>
        <w:shd w:val="clear" w:color="ffffff" w:themeColor="accent5" w:fill="f99927" w:themeFill="accent5"/>
        <w:tcBorders/>
      </w:tcPr>
    </w:tblStylePr>
    <w:tblStylePr w:type="lastRow">
      <w:rPr>
        <w:rFonts w:ascii="Arial" w:hAnsi="Arial"/>
        <w:b/>
        <w:color w:val="ffffff"/>
        <w:sz w:val="22"/>
      </w:rPr>
      <w:pPr>
        <w:pBdr/>
        <w:spacing/>
        <w:ind/>
      </w:pPr>
      <w:tblPr>
        <w:tblBorders/>
      </w:tblPr>
      <w:tcPr>
        <w:shd w:val="clear" w:color="ffffff" w:themeColor="accent5" w:fill="f99927"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84">
    <w:name w:val="Grid Table 5 Dark - Accent 6"/>
    <w:basedOn w:val="178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be1ce" w:themeFill="accent6" w:themeFillTint="34"/>
    </w:tblPr>
    <w:tcPr>
      <w:tcBorders/>
    </w:tcPr>
    <w:tblStylePr w:type="band1Horz">
      <w:pPr>
        <w:pBdr/>
        <w:spacing/>
        <w:ind/>
      </w:pPr>
      <w:tblPr>
        <w:tblBorders/>
      </w:tblPr>
      <w:tcPr>
        <w:shd w:val="clear" w:color="ffffff" w:themeColor="accent6" w:themeTint="75" w:fill="f6bd93" w:themeFill="accent6" w:themeFillTint="75"/>
        <w:tcBorders/>
      </w:tcPr>
    </w:tblStylePr>
    <w:tblStylePr w:type="band1Vert">
      <w:pPr>
        <w:pBdr/>
        <w:spacing/>
        <w:ind/>
      </w:pPr>
      <w:tblPr>
        <w:tblBorders/>
      </w:tblPr>
      <w:tcPr>
        <w:shd w:val="clear" w:color="ffffff" w:themeColor="accent6" w:themeTint="75" w:fill="f6bd93"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ec7216" w:themeFill="accent6"/>
        <w:tcBorders/>
      </w:tcPr>
    </w:tblStylePr>
    <w:tblStylePr w:type="firstRow">
      <w:rPr>
        <w:rFonts w:ascii="Arial" w:hAnsi="Arial"/>
        <w:b/>
        <w:color w:val="ffffff"/>
        <w:sz w:val="22"/>
      </w:rPr>
      <w:pPr>
        <w:pBdr/>
        <w:spacing/>
        <w:ind/>
      </w:pPr>
      <w:tblPr>
        <w:tblBorders/>
      </w:tblPr>
      <w:tcPr>
        <w:shd w:val="clear" w:color="ffffff" w:themeColor="accent6" w:fill="ec7216" w:themeFill="accent6"/>
        <w:tcBorders/>
      </w:tcPr>
    </w:tblStylePr>
    <w:tblStylePr w:type="lastCol">
      <w:rPr>
        <w:rFonts w:ascii="Arial" w:hAnsi="Arial"/>
        <w:b/>
        <w:color w:val="ffffff"/>
        <w:sz w:val="22"/>
      </w:rPr>
      <w:pPr>
        <w:pBdr/>
        <w:spacing/>
        <w:ind/>
      </w:pPr>
      <w:tblPr>
        <w:tblBorders/>
      </w:tblPr>
      <w:tcPr>
        <w:shd w:val="clear" w:color="ffffff" w:themeColor="accent6" w:fill="ec7216" w:themeFill="accent6"/>
        <w:tcBorders/>
      </w:tcPr>
    </w:tblStylePr>
    <w:tblStylePr w:type="lastRow">
      <w:rPr>
        <w:rFonts w:ascii="Arial" w:hAnsi="Arial"/>
        <w:b/>
        <w:color w:val="ffffff"/>
        <w:sz w:val="22"/>
      </w:rPr>
      <w:pPr>
        <w:pBdr/>
        <w:spacing/>
        <w:ind/>
      </w:pPr>
      <w:tblPr>
        <w:tblBorders/>
      </w:tblPr>
      <w:tcPr>
        <w:shd w:val="clear" w:color="ffffff" w:themeColor="accent6" w:fill="ec721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85">
    <w:name w:val="Grid Table 6 Colorful"/>
    <w:basedOn w:val="1789"/>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1686">
    <w:name w:val="Grid Table 6 Colorful - Accent 1"/>
    <w:basedOn w:val="1789"/>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fbf4ec" w:themeFill="accent1" w:themeFillTint="34"/>
        <w:tcBorders/>
      </w:tcPr>
    </w:tblStylePr>
    <w:tblStylePr w:type="band1Vert">
      <w:pPr>
        <w:pBdr/>
        <w:spacing/>
        <w:ind/>
      </w:pPr>
      <w:tblPr>
        <w:tblBorders/>
      </w:tblPr>
      <w:tcPr>
        <w:shd w:val="clear" w:color="ffffff" w:themeColor="accent1" w:themeTint="34" w:fill="fbf4ec"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c872b" w:themeColor="accent1" w:themeTint="80" w:themeShade="95"/>
      </w:rPr>
      <w:pPr>
        <w:pBdr/>
        <w:spacing/>
        <w:ind/>
      </w:pPr>
      <w:tblPr>
        <w:tblBorders/>
      </w:tblPr>
      <w:tcPr>
        <w:tcBorders/>
      </w:tcPr>
    </w:tblStylePr>
    <w:tblStylePr w:type="firstRow">
      <w:rPr>
        <w:b/>
        <w:color w:val="dc872b" w:themeColor="accent1" w:themeTint="80" w:themeShade="95"/>
      </w:rPr>
      <w:pPr>
        <w:pBdr/>
        <w:spacing/>
        <w:ind/>
      </w:pPr>
      <w:tblPr>
        <w:tblBorders/>
      </w:tblPr>
      <w:tcPr>
        <w:tcBorders>
          <w:bottom w:val="single" w:color="000000" w:themeColor="accent1" w:themeTint="80" w:sz="12" w:space="0"/>
        </w:tcBorders>
      </w:tcPr>
    </w:tblStylePr>
    <w:tblStylePr w:type="lastCol">
      <w:rPr>
        <w:b/>
        <w:color w:val="dc872b" w:themeColor="accent1" w:themeTint="80" w:themeShade="95"/>
      </w:rPr>
      <w:pPr>
        <w:pBdr/>
        <w:spacing/>
        <w:ind/>
      </w:pPr>
      <w:tblPr>
        <w:tblBorders/>
      </w:tblPr>
      <w:tcPr>
        <w:tcBorders/>
      </w:tcPr>
    </w:tblStylePr>
    <w:tblStylePr w:type="lastRow">
      <w:rPr>
        <w:b/>
        <w:color w:val="dc872b"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1687">
    <w:name w:val="Grid Table 6 Colorful - Accent 2"/>
    <w:basedOn w:val="1789"/>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beeef7" w:themeFill="accent2" w:themeFillTint="32"/>
        <w:tcBorders/>
      </w:tcPr>
    </w:tblStylePr>
    <w:tblStylePr w:type="band1Vert">
      <w:pPr>
        <w:pBdr/>
        <w:spacing/>
        <w:ind/>
      </w:pPr>
      <w:tblPr>
        <w:tblBorders/>
      </w:tblPr>
      <w:tcPr>
        <w:shd w:val="clear" w:color="ffffff" w:themeColor="accent2" w:themeTint="32" w:fill="beeef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138296" w:themeColor="accent2" w:themeTint="97" w:themeShade="95"/>
      </w:rPr>
      <w:pPr>
        <w:pBdr/>
        <w:spacing/>
        <w:ind/>
      </w:pPr>
      <w:tblPr>
        <w:tblBorders/>
      </w:tblPr>
      <w:tcPr>
        <w:tcBorders/>
      </w:tcPr>
    </w:tblStylePr>
    <w:tblStylePr w:type="firstRow">
      <w:rPr>
        <w:b/>
        <w:color w:val="138296" w:themeColor="accent2" w:themeTint="97" w:themeShade="95"/>
      </w:rPr>
      <w:pPr>
        <w:pBdr/>
        <w:spacing/>
        <w:ind/>
      </w:pPr>
      <w:tblPr>
        <w:tblBorders/>
      </w:tblPr>
      <w:tcPr>
        <w:tcBorders>
          <w:bottom w:val="single" w:color="000000" w:themeColor="accent2" w:themeTint="97" w:sz="12" w:space="0"/>
        </w:tcBorders>
      </w:tcPr>
    </w:tblStylePr>
    <w:tblStylePr w:type="lastCol">
      <w:rPr>
        <w:b/>
        <w:color w:val="138296" w:themeColor="accent2" w:themeTint="97" w:themeShade="95"/>
      </w:rPr>
      <w:pPr>
        <w:pBdr/>
        <w:spacing/>
        <w:ind/>
      </w:pPr>
      <w:tblPr>
        <w:tblBorders/>
      </w:tblPr>
      <w:tcPr>
        <w:tcBorders/>
      </w:tcPr>
    </w:tblStylePr>
    <w:tblStylePr w:type="lastRow">
      <w:rPr>
        <w:b/>
        <w:color w:val="138296"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1688">
    <w:name w:val="Grid Table 6 Colorful - Accent 3"/>
    <w:basedOn w:val="1789"/>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adf0fa" w:themeFill="accent3" w:themeFillTint="34"/>
        <w:tcBorders/>
      </w:tcPr>
    </w:tblStylePr>
    <w:tblStylePr w:type="band1Vert">
      <w:pPr>
        <w:pBdr/>
        <w:spacing/>
        <w:ind/>
      </w:pPr>
      <w:tblPr>
        <w:tblBorders/>
      </w:tblPr>
      <w:tcPr>
        <w:shd w:val="clear" w:color="ffffff" w:themeColor="accent3" w:themeTint="34" w:fill="adf0fa"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022c31" w:themeColor="accent3" w:themeTint="FE" w:themeShade="95"/>
      </w:rPr>
      <w:pPr>
        <w:pBdr/>
        <w:spacing/>
        <w:ind/>
      </w:pPr>
      <w:tblPr>
        <w:tblBorders/>
      </w:tblPr>
      <w:tcPr>
        <w:tcBorders/>
      </w:tcPr>
    </w:tblStylePr>
    <w:tblStylePr w:type="firstRow">
      <w:rPr>
        <w:b/>
        <w:color w:val="022c31" w:themeColor="accent3" w:themeTint="FE" w:themeShade="95"/>
      </w:rPr>
      <w:pPr>
        <w:pBdr/>
        <w:spacing/>
        <w:ind/>
      </w:pPr>
      <w:tblPr>
        <w:tblBorders/>
      </w:tblPr>
      <w:tcPr>
        <w:tcBorders>
          <w:bottom w:val="single" w:color="000000" w:themeColor="accent3" w:themeTint="FE" w:sz="12" w:space="0"/>
        </w:tcBorders>
      </w:tcPr>
    </w:tblStylePr>
    <w:tblStylePr w:type="lastCol">
      <w:rPr>
        <w:b/>
        <w:color w:val="022c31" w:themeColor="accent3" w:themeTint="FE" w:themeShade="95"/>
      </w:rPr>
      <w:pPr>
        <w:pBdr/>
        <w:spacing/>
        <w:ind/>
      </w:pPr>
      <w:tblPr>
        <w:tblBorders/>
      </w:tblPr>
      <w:tcPr>
        <w:tcBorders/>
      </w:tcPr>
    </w:tblStylePr>
    <w:tblStylePr w:type="lastRow">
      <w:rPr>
        <w:b/>
        <w:color w:val="022c31"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1689">
    <w:name w:val="Grid Table 6 Colorful - Accent 4"/>
    <w:basedOn w:val="1789"/>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c6efff" w:themeFill="accent4" w:themeFillTint="34"/>
        <w:tcBorders/>
      </w:tcPr>
    </w:tblStylePr>
    <w:tblStylePr w:type="band1Vert">
      <w:pPr>
        <w:pBdr/>
        <w:spacing/>
        <w:ind/>
      </w:pPr>
      <w:tblPr>
        <w:tblBorders/>
      </w:tblPr>
      <w:tcPr>
        <w:shd w:val="clear" w:color="ffffff" w:themeColor="accent4" w:themeTint="34" w:fill="c6efff"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0093ca" w:themeColor="accent4" w:themeTint="9A" w:themeShade="95"/>
      </w:rPr>
      <w:pPr>
        <w:pBdr/>
        <w:spacing/>
        <w:ind/>
      </w:pPr>
      <w:tblPr>
        <w:tblBorders/>
      </w:tblPr>
      <w:tcPr>
        <w:tcBorders/>
      </w:tcPr>
    </w:tblStylePr>
    <w:tblStylePr w:type="firstRow">
      <w:rPr>
        <w:b/>
        <w:color w:val="0093ca" w:themeColor="accent4" w:themeTint="9A" w:themeShade="95"/>
      </w:rPr>
      <w:pPr>
        <w:pBdr/>
        <w:spacing/>
        <w:ind/>
      </w:pPr>
      <w:tblPr>
        <w:tblBorders/>
      </w:tblPr>
      <w:tcPr>
        <w:tcBorders>
          <w:bottom w:val="single" w:color="000000" w:themeColor="accent4" w:themeTint="9A" w:sz="12" w:space="0"/>
        </w:tcBorders>
      </w:tcPr>
    </w:tblStylePr>
    <w:tblStylePr w:type="lastCol">
      <w:rPr>
        <w:b/>
        <w:color w:val="0093ca" w:themeColor="accent4" w:themeTint="9A" w:themeShade="95"/>
      </w:rPr>
      <w:pPr>
        <w:pBdr/>
        <w:spacing/>
        <w:ind/>
      </w:pPr>
      <w:tblPr>
        <w:tblBorders/>
      </w:tblPr>
      <w:tcPr>
        <w:tcBorders/>
      </w:tcPr>
    </w:tblStylePr>
    <w:tblStylePr w:type="lastRow">
      <w:rPr>
        <w:b/>
        <w:color w:val="0093ca"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1690">
    <w:name w:val="Grid Table 6 Colorful - Accent 5"/>
    <w:basedOn w:val="1789"/>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fde9d2" w:themeFill="accent5" w:themeFillTint="34"/>
        <w:tcBorders/>
      </w:tcPr>
    </w:tblStylePr>
    <w:tblStylePr w:type="band1Vert">
      <w:pPr>
        <w:pBdr/>
        <w:spacing/>
        <w:ind/>
      </w:pPr>
      <w:tblPr>
        <w:tblBorders/>
      </w:tblPr>
      <w:tcPr>
        <w:shd w:val="clear" w:color="ffffff" w:themeColor="accent5" w:themeTint="34" w:fill="fde9d2"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35a04" w:themeColor="accent5" w:themeShade="95"/>
      </w:rPr>
      <w:pPr>
        <w:pBdr/>
        <w:spacing/>
        <w:ind/>
      </w:pPr>
      <w:tblPr>
        <w:tblBorders/>
      </w:tblPr>
      <w:tcPr>
        <w:tcBorders/>
      </w:tcPr>
    </w:tblStylePr>
    <w:tblStylePr w:type="firstRow">
      <w:rPr>
        <w:b/>
        <w:color w:val="a35a04" w:themeColor="accent5" w:themeShade="95"/>
      </w:rPr>
      <w:pPr>
        <w:pBdr/>
        <w:spacing/>
        <w:ind/>
      </w:pPr>
      <w:tblPr>
        <w:tblBorders/>
      </w:tblPr>
      <w:tcPr>
        <w:tcBorders>
          <w:bottom w:val="single" w:color="000000" w:themeColor="accent5" w:sz="12" w:space="0"/>
        </w:tcBorders>
      </w:tcPr>
    </w:tblStylePr>
    <w:tblStylePr w:type="lastCol">
      <w:rPr>
        <w:b/>
        <w:color w:val="a35a04" w:themeColor="accent5" w:themeShade="95"/>
      </w:rPr>
      <w:pPr>
        <w:pBdr/>
        <w:spacing/>
        <w:ind/>
      </w:pPr>
      <w:tblPr>
        <w:tblBorders/>
      </w:tblPr>
      <w:tcPr>
        <w:tcBorders/>
      </w:tcPr>
    </w:tblStylePr>
    <w:tblStylePr w:type="lastRow">
      <w:rPr>
        <w:b/>
        <w:color w:val="a35a04"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691">
    <w:name w:val="Grid Table 6 Colorful - Accent 6"/>
    <w:basedOn w:val="1789"/>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be1ce" w:themeFill="accent6" w:themeFillTint="34"/>
        <w:tcBorders/>
      </w:tcPr>
    </w:tblStylePr>
    <w:tblStylePr w:type="band1Vert">
      <w:pPr>
        <w:pBdr/>
        <w:spacing/>
        <w:ind/>
      </w:pPr>
      <w:tblPr>
        <w:tblBorders/>
      </w:tblPr>
      <w:tcPr>
        <w:shd w:val="clear" w:color="ffffff" w:themeColor="accent6" w:themeTint="34" w:fill="fbe1ce"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35a04" w:themeColor="accent5" w:themeShade="95"/>
      </w:rPr>
      <w:pPr>
        <w:pBdr/>
        <w:spacing/>
        <w:ind/>
      </w:pPr>
      <w:tblPr>
        <w:tblBorders/>
      </w:tblPr>
      <w:tcPr>
        <w:tcBorders/>
      </w:tcPr>
    </w:tblStylePr>
    <w:tblStylePr w:type="firstRow">
      <w:rPr>
        <w:b/>
        <w:color w:val="a35a04" w:themeColor="accent5" w:themeShade="95"/>
      </w:rPr>
      <w:pPr>
        <w:pBdr/>
        <w:spacing/>
        <w:ind/>
      </w:pPr>
      <w:tblPr>
        <w:tblBorders/>
      </w:tblPr>
      <w:tcPr>
        <w:tcBorders>
          <w:bottom w:val="single" w:color="000000" w:themeColor="accent6" w:sz="12" w:space="0"/>
        </w:tcBorders>
      </w:tcPr>
    </w:tblStylePr>
    <w:tblStylePr w:type="lastCol">
      <w:rPr>
        <w:b/>
        <w:color w:val="a35a04" w:themeColor="accent5" w:themeShade="95"/>
      </w:rPr>
      <w:pPr>
        <w:pBdr/>
        <w:spacing/>
        <w:ind/>
      </w:pPr>
      <w:tblPr>
        <w:tblBorders/>
      </w:tblPr>
      <w:tcPr>
        <w:tcBorders/>
      </w:tcPr>
    </w:tblStylePr>
    <w:tblStylePr w:type="lastRow">
      <w:rPr>
        <w:b/>
        <w:color w:val="a35a04"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692">
    <w:name w:val="Grid Table 7 Colorful"/>
    <w:basedOn w:val="1789"/>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3">
    <w:name w:val="Grid Table 7 Colorful - Accent 1"/>
    <w:basedOn w:val="1789"/>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dc872b" w:themeColor="accent1" w:themeTint="80" w:themeShade="95"/>
        <w:sz w:val="22"/>
      </w:rPr>
      <w:pPr>
        <w:pBdr/>
        <w:spacing/>
        <w:ind/>
      </w:pPr>
      <w:tblPr>
        <w:tblBorders/>
      </w:tblPr>
      <w:tcPr>
        <w:shd w:val="clear" w:color="ffffff" w:themeColor="accent1" w:themeTint="34" w:fill="fbf4ec" w:themeFill="accent1" w:themeFillTint="34"/>
        <w:tcBorders/>
      </w:tcPr>
    </w:tblStylePr>
    <w:tblStylePr w:type="band1Vert">
      <w:pPr>
        <w:pBdr/>
        <w:spacing/>
        <w:ind/>
      </w:pPr>
      <w:tblPr>
        <w:tblBorders/>
      </w:tblPr>
      <w:tcPr>
        <w:shd w:val="clear" w:color="ffffff" w:themeColor="accent1" w:themeTint="34" w:fill="fbf4ec" w:themeFill="accent1" w:themeFillTint="34"/>
        <w:tcBorders/>
      </w:tcPr>
    </w:tblStylePr>
    <w:tblStylePr w:type="band2Horz">
      <w:rPr>
        <w:rFonts w:ascii="Arial" w:hAnsi="Arial"/>
        <w:color w:val="dc872b"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c872b"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dc872b"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dc872b"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dc872b"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4">
    <w:name w:val="Grid Table 7 Colorful - Accent 2"/>
    <w:basedOn w:val="1789"/>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138296" w:themeColor="accent2" w:themeTint="97" w:themeShade="95"/>
        <w:sz w:val="22"/>
      </w:rPr>
      <w:pPr>
        <w:pBdr/>
        <w:spacing/>
        <w:ind/>
      </w:pPr>
      <w:tblPr>
        <w:tblBorders/>
      </w:tblPr>
      <w:tcPr>
        <w:shd w:val="clear" w:color="ffffff" w:themeColor="accent2" w:themeTint="32" w:fill="beeef7" w:themeFill="accent2" w:themeFillTint="32"/>
        <w:tcBorders/>
      </w:tcPr>
    </w:tblStylePr>
    <w:tblStylePr w:type="band1Vert">
      <w:pPr>
        <w:pBdr/>
        <w:spacing/>
        <w:ind/>
      </w:pPr>
      <w:tblPr>
        <w:tblBorders/>
      </w:tblPr>
      <w:tcPr>
        <w:shd w:val="clear" w:color="ffffff" w:themeColor="accent2" w:themeTint="32" w:fill="beeef7" w:themeFill="accent2" w:themeFillTint="32"/>
        <w:tcBorders/>
      </w:tcPr>
    </w:tblStylePr>
    <w:tblStylePr w:type="band2Horz">
      <w:rPr>
        <w:rFonts w:ascii="Arial" w:hAnsi="Arial"/>
        <w:color w:val="138296"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138296"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138296"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138296"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138296"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5">
    <w:name w:val="Grid Table 7 Colorful - Accent 3"/>
    <w:basedOn w:val="1789"/>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022c31" w:themeColor="accent3" w:themeTint="FE" w:themeShade="95"/>
        <w:sz w:val="22"/>
      </w:rPr>
      <w:pPr>
        <w:pBdr/>
        <w:spacing/>
        <w:ind/>
      </w:pPr>
      <w:tblPr>
        <w:tblBorders/>
      </w:tblPr>
      <w:tcPr>
        <w:shd w:val="clear" w:color="ffffff" w:themeColor="accent3" w:themeTint="34" w:fill="adf0fa" w:themeFill="accent3" w:themeFillTint="34"/>
        <w:tcBorders/>
      </w:tcPr>
    </w:tblStylePr>
    <w:tblStylePr w:type="band1Vert">
      <w:pPr>
        <w:pBdr/>
        <w:spacing/>
        <w:ind/>
      </w:pPr>
      <w:tblPr>
        <w:tblBorders/>
      </w:tblPr>
      <w:tcPr>
        <w:shd w:val="clear" w:color="ffffff" w:themeColor="accent3" w:themeTint="34" w:fill="adf0fa" w:themeFill="accent3" w:themeFillTint="34"/>
        <w:tcBorders/>
      </w:tcPr>
    </w:tblStylePr>
    <w:tblStylePr w:type="band2Horz">
      <w:rPr>
        <w:rFonts w:ascii="Arial" w:hAnsi="Arial"/>
        <w:color w:val="022c31"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022c31"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022c31"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022c31"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022c31"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6">
    <w:name w:val="Grid Table 7 Colorful - Accent 4"/>
    <w:basedOn w:val="1789"/>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0093ca" w:themeColor="accent4" w:themeTint="9A" w:themeShade="95"/>
        <w:sz w:val="22"/>
      </w:rPr>
      <w:pPr>
        <w:pBdr/>
        <w:spacing/>
        <w:ind/>
      </w:pPr>
      <w:tblPr>
        <w:tblBorders/>
      </w:tblPr>
      <w:tcPr>
        <w:shd w:val="clear" w:color="ffffff" w:themeColor="accent4" w:themeTint="34" w:fill="c6efff" w:themeFill="accent4" w:themeFillTint="34"/>
        <w:tcBorders/>
      </w:tcPr>
    </w:tblStylePr>
    <w:tblStylePr w:type="band1Vert">
      <w:pPr>
        <w:pBdr/>
        <w:spacing/>
        <w:ind/>
      </w:pPr>
      <w:tblPr>
        <w:tblBorders/>
      </w:tblPr>
      <w:tcPr>
        <w:shd w:val="clear" w:color="ffffff" w:themeColor="accent4" w:themeTint="34" w:fill="c6efff" w:themeFill="accent4" w:themeFillTint="34"/>
        <w:tcBorders/>
      </w:tcPr>
    </w:tblStylePr>
    <w:tblStylePr w:type="band2Horz">
      <w:rPr>
        <w:rFonts w:ascii="Arial" w:hAnsi="Arial"/>
        <w:color w:val="0093ca"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0093ca"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0093ca"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0093ca"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0093ca"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7">
    <w:name w:val="Grid Table 7 Colorful - Accent 5"/>
    <w:basedOn w:val="1789"/>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a35a04" w:themeColor="accent5" w:themeShade="95"/>
        <w:sz w:val="22"/>
      </w:rPr>
      <w:pPr>
        <w:pBdr/>
        <w:spacing/>
        <w:ind/>
      </w:pPr>
      <w:tblPr>
        <w:tblBorders/>
      </w:tblPr>
      <w:tcPr>
        <w:shd w:val="clear" w:color="ffffff" w:themeColor="accent5" w:themeTint="34" w:fill="fde9d2" w:themeFill="accent5" w:themeFillTint="34"/>
        <w:tcBorders/>
      </w:tcPr>
    </w:tblStylePr>
    <w:tblStylePr w:type="band1Vert">
      <w:pPr>
        <w:pBdr/>
        <w:spacing/>
        <w:ind/>
      </w:pPr>
      <w:tblPr>
        <w:tblBorders/>
      </w:tblPr>
      <w:tcPr>
        <w:shd w:val="clear" w:color="ffffff" w:themeColor="accent5" w:themeTint="34" w:fill="fde9d2" w:themeFill="accent5" w:themeFillTint="34"/>
        <w:tcBorders/>
      </w:tcPr>
    </w:tblStylePr>
    <w:tblStylePr w:type="band2Horz">
      <w:rPr>
        <w:rFonts w:ascii="Arial" w:hAnsi="Arial"/>
        <w:color w:val="a35a04"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35a04"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a35a04"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a35a04"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a35a04"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8">
    <w:name w:val="Grid Table 7 Colorful - Accent 6"/>
    <w:basedOn w:val="1789"/>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8a410b" w:themeColor="accent6" w:themeShade="95"/>
        <w:sz w:val="22"/>
      </w:rPr>
      <w:pPr>
        <w:pBdr/>
        <w:spacing/>
        <w:ind/>
      </w:pPr>
      <w:tblPr>
        <w:tblBorders/>
      </w:tblPr>
      <w:tcPr>
        <w:shd w:val="clear" w:color="ffffff" w:themeColor="accent6" w:themeTint="34" w:fill="fbe1ce" w:themeFill="accent6" w:themeFillTint="34"/>
        <w:tcBorders/>
      </w:tcPr>
    </w:tblStylePr>
    <w:tblStylePr w:type="band1Vert">
      <w:pPr>
        <w:pBdr/>
        <w:spacing/>
        <w:ind/>
      </w:pPr>
      <w:tblPr>
        <w:tblBorders/>
      </w:tblPr>
      <w:tcPr>
        <w:shd w:val="clear" w:color="ffffff" w:themeColor="accent6" w:themeTint="34" w:fill="fbe1ce" w:themeFill="accent6" w:themeFillTint="34"/>
        <w:tcBorders/>
      </w:tcPr>
    </w:tblStylePr>
    <w:tblStylePr w:type="band2Horz">
      <w:rPr>
        <w:rFonts w:ascii="Arial" w:hAnsi="Arial"/>
        <w:color w:val="8a410b"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8a410b"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8a410b"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8a410b"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8a410b"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9">
    <w:name w:val="List Table 1 Light"/>
    <w:basedOn w:val="178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0">
    <w:name w:val="List Table 1 Light - Accent 1"/>
    <w:basedOn w:val="178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fbf1e6" w:themeFill="accent1" w:themeFillTint="40"/>
        <w:tcBorders/>
      </w:tcPr>
    </w:tblStylePr>
    <w:tblStylePr w:type="band1Vert">
      <w:pPr>
        <w:pBdr/>
        <w:spacing/>
        <w:ind/>
      </w:pPr>
      <w:tblPr>
        <w:tblBorders/>
      </w:tblPr>
      <w:tcPr>
        <w:shd w:val="clear" w:color="ffffff" w:themeColor="accent1" w:themeTint="40" w:fill="fbf1e6"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1">
    <w:name w:val="List Table 1 Light - Accent 2"/>
    <w:basedOn w:val="178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ade9f4" w:themeFill="accent2" w:themeFillTint="40"/>
        <w:tcBorders/>
      </w:tcPr>
    </w:tblStylePr>
    <w:tblStylePr w:type="band1Vert">
      <w:pPr>
        <w:pBdr/>
        <w:spacing/>
        <w:ind/>
      </w:pPr>
      <w:tblPr>
        <w:tblBorders/>
      </w:tblPr>
      <w:tcPr>
        <w:shd w:val="clear" w:color="ffffff" w:themeColor="accent2" w:themeTint="40" w:fill="ade9f4"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2">
    <w:name w:val="List Table 1 Light - Accent 3"/>
    <w:basedOn w:val="178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9becf8" w:themeFill="accent3" w:themeFillTint="40"/>
        <w:tcBorders/>
      </w:tcPr>
    </w:tblStylePr>
    <w:tblStylePr w:type="band1Vert">
      <w:pPr>
        <w:pBdr/>
        <w:spacing/>
        <w:ind/>
      </w:pPr>
      <w:tblPr>
        <w:tblBorders/>
      </w:tblPr>
      <w:tcPr>
        <w:shd w:val="clear" w:color="ffffff" w:themeColor="accent3" w:themeTint="40" w:fill="9becf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3">
    <w:name w:val="List Table 1 Light - Accent 4"/>
    <w:basedOn w:val="178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bbecff" w:themeFill="accent4" w:themeFillTint="40"/>
        <w:tcBorders/>
      </w:tcPr>
    </w:tblStylePr>
    <w:tblStylePr w:type="band1Vert">
      <w:pPr>
        <w:pBdr/>
        <w:spacing/>
        <w:ind/>
      </w:pPr>
      <w:tblPr>
        <w:tblBorders/>
      </w:tblPr>
      <w:tcPr>
        <w:shd w:val="clear" w:color="ffffff" w:themeColor="accent4" w:themeTint="40" w:fill="bbecf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4">
    <w:name w:val="List Table 1 Light - Accent 5"/>
    <w:basedOn w:val="178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fde5c8" w:themeFill="accent5" w:themeFillTint="40"/>
        <w:tcBorders/>
      </w:tcPr>
    </w:tblStylePr>
    <w:tblStylePr w:type="band1Vert">
      <w:pPr>
        <w:pBdr/>
        <w:spacing/>
        <w:ind/>
      </w:pPr>
      <w:tblPr>
        <w:tblBorders/>
      </w:tblPr>
      <w:tcPr>
        <w:shd w:val="clear" w:color="ffffff" w:themeColor="accent5" w:themeTint="40" w:fill="fde5c8"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5">
    <w:name w:val="List Table 1 Light - Accent 6"/>
    <w:basedOn w:val="178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adac3" w:themeFill="accent6" w:themeFillTint="40"/>
        <w:tcBorders/>
      </w:tcPr>
    </w:tblStylePr>
    <w:tblStylePr w:type="band1Vert">
      <w:pPr>
        <w:pBdr/>
        <w:spacing/>
        <w:ind/>
      </w:pPr>
      <w:tblPr>
        <w:tblBorders/>
      </w:tblPr>
      <w:tcPr>
        <w:shd w:val="clear" w:color="ffffff" w:themeColor="accent6" w:themeTint="40" w:fill="fadac3"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6">
    <w:name w:val="List Table 2"/>
    <w:basedOn w:val="1789"/>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7">
    <w:name w:val="List Table 2 - Accent 1"/>
    <w:basedOn w:val="1789"/>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fbf1e6"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fbf1e6"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8">
    <w:name w:val="List Table 2 - Accent 2"/>
    <w:basedOn w:val="1789"/>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ade9f4"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ade9f4"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9">
    <w:name w:val="List Table 2 - Accent 3"/>
    <w:basedOn w:val="1789"/>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9becf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9becf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10">
    <w:name w:val="List Table 2 - Accent 4"/>
    <w:basedOn w:val="1789"/>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bbecf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bbecf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11">
    <w:name w:val="List Table 2 - Accent 5"/>
    <w:basedOn w:val="1789"/>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fde5c8"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fde5c8"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12">
    <w:name w:val="List Table 2 - Accent 6"/>
    <w:basedOn w:val="1789"/>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adac3"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adac3"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13">
    <w:name w:val="List Table 3"/>
    <w:basedOn w:val="1789"/>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14">
    <w:name w:val="List Table 3 - Accent 1"/>
    <w:basedOn w:val="1789"/>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f0cda1"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15">
    <w:name w:val="List Table 3 - Accent 2"/>
    <w:basedOn w:val="1789"/>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3ecde7"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16">
    <w:name w:val="List Table 3 - Accent 3"/>
    <w:basedOn w:val="1789"/>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11d3f0"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17">
    <w:name w:val="List Table 3 - Accent 4"/>
    <w:basedOn w:val="1789"/>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5bd2ff"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18">
    <w:name w:val="List Table 3 - Accent 5"/>
    <w:basedOn w:val="1789"/>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fbc17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19">
    <w:name w:val="List Table 3 - Accent 6"/>
    <w:basedOn w:val="1789"/>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3aa74"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20">
    <w:name w:val="List Table 4"/>
    <w:basedOn w:val="1789"/>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21">
    <w:name w:val="List Table 4 - Accent 1"/>
    <w:basedOn w:val="1789"/>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fbf1e6"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fbf1e6"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f0cda1"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22">
    <w:name w:val="List Table 4 - Accent 2"/>
    <w:basedOn w:val="1789"/>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ade9f4"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ade9f4"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107082"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23">
    <w:name w:val="List Table 4 - Accent 3"/>
    <w:basedOn w:val="1789"/>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9becf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9becf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054854"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24">
    <w:name w:val="List Table 4 - Accent 4"/>
    <w:basedOn w:val="1789"/>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bbecf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bbecf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00aeef"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25">
    <w:name w:val="List Table 4 - Accent 5"/>
    <w:basedOn w:val="1789"/>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fde5c8"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fde5c8"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f99927"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26">
    <w:name w:val="List Table 4 - Accent 6"/>
    <w:basedOn w:val="1789"/>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adac3"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adac3"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ec721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27">
    <w:name w:val="List Table 5 Dark"/>
    <w:basedOn w:val="1789"/>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728">
    <w:name w:val="List Table 5 Dark - Accent 1"/>
    <w:basedOn w:val="1789"/>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f0cda1" w:themeFill="accent1"/>
    </w:tblPr>
    <w:tcPr>
      <w:tcBorders/>
    </w:tcPr>
    <w:tblStylePr w:type="band1Horz">
      <w:pPr>
        <w:pBdr/>
        <w:spacing/>
        <w:ind/>
      </w:pPr>
      <w:tblPr>
        <w:tblBorders/>
      </w:tblPr>
      <w:tcPr>
        <w:shd w:val="clear" w:color="ffffff" w:themeColor="accent1" w:fill="f0cda1"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f0cda1"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f0cda1"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f0cda1"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729">
    <w:name w:val="List Table 5 Dark - Accent 2"/>
    <w:basedOn w:val="1789"/>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3ecde7" w:themeFill="accent2" w:themeFillTint="97"/>
    </w:tblPr>
    <w:tcPr>
      <w:tcBorders/>
    </w:tcPr>
    <w:tblStylePr w:type="band1Horz">
      <w:pPr>
        <w:pBdr/>
        <w:spacing/>
        <w:ind/>
      </w:pPr>
      <w:tblPr>
        <w:tblBorders/>
      </w:tblPr>
      <w:tcPr>
        <w:shd w:val="clear" w:color="ffffff" w:themeColor="accent2" w:themeTint="97" w:fill="3ecde7"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3ecde7"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3ecde7"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3ecde7"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730">
    <w:name w:val="List Table 5 Dark - Accent 3"/>
    <w:basedOn w:val="1789"/>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11d3f0" w:themeFill="accent3" w:themeFillTint="98"/>
    </w:tblPr>
    <w:tcPr>
      <w:tcBorders/>
    </w:tcPr>
    <w:tblStylePr w:type="band1Horz">
      <w:pPr>
        <w:pBdr/>
        <w:spacing/>
        <w:ind/>
      </w:pPr>
      <w:tblPr>
        <w:tblBorders/>
      </w:tblPr>
      <w:tcPr>
        <w:shd w:val="clear" w:color="ffffff" w:themeColor="accent3" w:themeTint="98" w:fill="11d3f0"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11d3f0"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11d3f0"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11d3f0"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731">
    <w:name w:val="List Table 5 Dark - Accent 4"/>
    <w:basedOn w:val="1789"/>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5bd2ff" w:themeFill="accent4" w:themeFillTint="9A"/>
    </w:tblPr>
    <w:tcPr>
      <w:tcBorders/>
    </w:tcPr>
    <w:tblStylePr w:type="band1Horz">
      <w:pPr>
        <w:pBdr/>
        <w:spacing/>
        <w:ind/>
      </w:pPr>
      <w:tblPr>
        <w:tblBorders/>
      </w:tblPr>
      <w:tcPr>
        <w:shd w:val="clear" w:color="ffffff" w:themeColor="accent4" w:themeTint="9A" w:fill="5bd2ff"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5bd2ff"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5bd2ff"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5bd2ff"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732">
    <w:name w:val="List Table 5 Dark - Accent 5"/>
    <w:basedOn w:val="1789"/>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fbc17c" w:themeFill="accent5" w:themeFillTint="9A"/>
    </w:tblPr>
    <w:tcPr>
      <w:tcBorders/>
    </w:tcPr>
    <w:tblStylePr w:type="band1Horz">
      <w:pPr>
        <w:pBdr/>
        <w:spacing/>
        <w:ind/>
      </w:pPr>
      <w:tblPr>
        <w:tblBorders/>
      </w:tblPr>
      <w:tcPr>
        <w:shd w:val="clear" w:color="ffffff" w:themeColor="accent5" w:themeTint="9A" w:fill="fbc17c"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fbc17c"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fbc17c"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fbc17c"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733">
    <w:name w:val="List Table 5 Dark - Accent 6"/>
    <w:basedOn w:val="1789"/>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3aa74" w:themeFill="accent6" w:themeFillTint="98"/>
    </w:tblPr>
    <w:tcPr>
      <w:tcBorders/>
    </w:tcPr>
    <w:tblStylePr w:type="band1Horz">
      <w:pPr>
        <w:pBdr/>
        <w:spacing/>
        <w:ind/>
      </w:pPr>
      <w:tblPr>
        <w:tblBorders/>
      </w:tblPr>
      <w:tcPr>
        <w:shd w:val="clear" w:color="ffffff" w:themeColor="accent6" w:themeTint="98" w:fill="f3aa74"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3aa74"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3aa74"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3aa74"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734">
    <w:name w:val="List Table 6 Colorful"/>
    <w:basedOn w:val="1789"/>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35">
    <w:name w:val="List Table 6 Colorful - Accent 1"/>
    <w:basedOn w:val="1789"/>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fbf1e6" w:themeFill="accent1" w:themeFillTint="40"/>
        <w:tcBorders/>
      </w:tcPr>
    </w:tblStylePr>
    <w:tblStylePr w:type="band1Vert">
      <w:pPr>
        <w:pBdr/>
        <w:spacing/>
        <w:ind/>
      </w:pPr>
      <w:tblPr>
        <w:tblBorders/>
      </w:tblPr>
      <w:tcPr>
        <w:shd w:val="clear" w:color="ffffff" w:themeColor="accent1" w:themeTint="40" w:fill="fbf1e6"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7b20" w:themeColor="accent1" w:themeShade="95"/>
      </w:rPr>
      <w:pPr>
        <w:pBdr/>
        <w:spacing/>
        <w:ind/>
      </w:pPr>
      <w:tblPr>
        <w:tblBorders/>
      </w:tblPr>
      <w:tcPr>
        <w:tcBorders/>
      </w:tcPr>
    </w:tblStylePr>
    <w:tblStylePr w:type="firstRow">
      <w:rPr>
        <w:b/>
        <w:color w:val="c97b20" w:themeColor="accent1" w:themeShade="95"/>
      </w:rPr>
      <w:pPr>
        <w:pBdr/>
        <w:spacing/>
        <w:ind/>
      </w:pPr>
      <w:tblPr>
        <w:tblBorders/>
      </w:tblPr>
      <w:tcPr>
        <w:tcBorders>
          <w:bottom w:val="single" w:color="000000" w:themeColor="accent1" w:sz="4" w:space="0"/>
        </w:tcBorders>
      </w:tcPr>
    </w:tblStylePr>
    <w:tblStylePr w:type="lastCol">
      <w:rPr>
        <w:b/>
        <w:color w:val="c97b20" w:themeColor="accent1" w:themeShade="95"/>
      </w:rPr>
      <w:pPr>
        <w:pBdr/>
        <w:spacing/>
        <w:ind/>
      </w:pPr>
      <w:tblPr>
        <w:tblBorders/>
      </w:tblPr>
      <w:tcPr>
        <w:tcBorders/>
      </w:tcPr>
    </w:tblStylePr>
    <w:tblStylePr w:type="lastRow">
      <w:rPr>
        <w:b/>
        <w:color w:val="c97b20"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36">
    <w:name w:val="List Table 6 Colorful - Accent 2"/>
    <w:basedOn w:val="1789"/>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ade9f4" w:themeFill="accent2" w:themeFillTint="40"/>
        <w:tcBorders/>
      </w:tcPr>
    </w:tblStylePr>
    <w:tblStylePr w:type="band1Vert">
      <w:pPr>
        <w:pBdr/>
        <w:spacing/>
        <w:ind/>
      </w:pPr>
      <w:tblPr>
        <w:tblBorders/>
      </w:tblPr>
      <w:tcPr>
        <w:shd w:val="clear" w:color="ffffff" w:themeColor="accent2" w:themeTint="40" w:fill="ade9f4"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138296" w:themeColor="accent2" w:themeTint="97" w:themeShade="95"/>
      </w:rPr>
      <w:pPr>
        <w:pBdr/>
        <w:spacing/>
        <w:ind/>
      </w:pPr>
      <w:tblPr>
        <w:tblBorders/>
      </w:tblPr>
      <w:tcPr>
        <w:tcBorders/>
      </w:tcPr>
    </w:tblStylePr>
    <w:tblStylePr w:type="firstRow">
      <w:rPr>
        <w:b/>
        <w:color w:val="138296" w:themeColor="accent2" w:themeTint="97" w:themeShade="95"/>
      </w:rPr>
      <w:pPr>
        <w:pBdr/>
        <w:spacing/>
        <w:ind/>
      </w:pPr>
      <w:tblPr>
        <w:tblBorders/>
      </w:tblPr>
      <w:tcPr>
        <w:tcBorders>
          <w:bottom w:val="single" w:color="000000" w:themeColor="accent2" w:themeTint="97" w:sz="4" w:space="0"/>
        </w:tcBorders>
      </w:tcPr>
    </w:tblStylePr>
    <w:tblStylePr w:type="lastCol">
      <w:rPr>
        <w:b/>
        <w:color w:val="138296" w:themeColor="accent2" w:themeTint="97" w:themeShade="95"/>
      </w:rPr>
      <w:pPr>
        <w:pBdr/>
        <w:spacing/>
        <w:ind/>
      </w:pPr>
      <w:tblPr>
        <w:tblBorders/>
      </w:tblPr>
      <w:tcPr>
        <w:tcBorders/>
      </w:tcPr>
    </w:tblStylePr>
    <w:tblStylePr w:type="lastRow">
      <w:rPr>
        <w:b/>
        <w:color w:val="138296"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37">
    <w:name w:val="List Table 6 Colorful - Accent 3"/>
    <w:basedOn w:val="1789"/>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9becf8" w:themeFill="accent3" w:themeFillTint="40"/>
        <w:tcBorders/>
      </w:tcPr>
    </w:tblStylePr>
    <w:tblStylePr w:type="band1Vert">
      <w:pPr>
        <w:pBdr/>
        <w:spacing/>
        <w:ind/>
      </w:pPr>
      <w:tblPr>
        <w:tblBorders/>
      </w:tblPr>
      <w:tcPr>
        <w:shd w:val="clear" w:color="ffffff" w:themeColor="accent3" w:themeTint="40" w:fill="9becf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097b8c" w:themeColor="accent3" w:themeTint="98" w:themeShade="95"/>
      </w:rPr>
      <w:pPr>
        <w:pBdr/>
        <w:spacing/>
        <w:ind/>
      </w:pPr>
      <w:tblPr>
        <w:tblBorders/>
      </w:tblPr>
      <w:tcPr>
        <w:tcBorders/>
      </w:tcPr>
    </w:tblStylePr>
    <w:tblStylePr w:type="firstRow">
      <w:rPr>
        <w:b/>
        <w:color w:val="097b8c" w:themeColor="accent3" w:themeTint="98" w:themeShade="95"/>
      </w:rPr>
      <w:pPr>
        <w:pBdr/>
        <w:spacing/>
        <w:ind/>
      </w:pPr>
      <w:tblPr>
        <w:tblBorders/>
      </w:tblPr>
      <w:tcPr>
        <w:tcBorders>
          <w:bottom w:val="single" w:color="000000" w:themeColor="accent3" w:themeTint="98" w:sz="4" w:space="0"/>
        </w:tcBorders>
      </w:tcPr>
    </w:tblStylePr>
    <w:tblStylePr w:type="lastCol">
      <w:rPr>
        <w:b/>
        <w:color w:val="097b8c" w:themeColor="accent3" w:themeTint="98" w:themeShade="95"/>
      </w:rPr>
      <w:pPr>
        <w:pBdr/>
        <w:spacing/>
        <w:ind/>
      </w:pPr>
      <w:tblPr>
        <w:tblBorders/>
      </w:tblPr>
      <w:tcPr>
        <w:tcBorders/>
      </w:tcPr>
    </w:tblStylePr>
    <w:tblStylePr w:type="lastRow">
      <w:rPr>
        <w:b/>
        <w:color w:val="097b8c"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38">
    <w:name w:val="List Table 6 Colorful - Accent 4"/>
    <w:basedOn w:val="1789"/>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bbecff" w:themeFill="accent4" w:themeFillTint="40"/>
        <w:tcBorders/>
      </w:tcPr>
    </w:tblStylePr>
    <w:tblStylePr w:type="band1Vert">
      <w:pPr>
        <w:pBdr/>
        <w:spacing/>
        <w:ind/>
      </w:pPr>
      <w:tblPr>
        <w:tblBorders/>
      </w:tblPr>
      <w:tcPr>
        <w:shd w:val="clear" w:color="ffffff" w:themeColor="accent4" w:themeTint="40" w:fill="bbecf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0093ca" w:themeColor="accent4" w:themeTint="9A" w:themeShade="95"/>
      </w:rPr>
      <w:pPr>
        <w:pBdr/>
        <w:spacing/>
        <w:ind/>
      </w:pPr>
      <w:tblPr>
        <w:tblBorders/>
      </w:tblPr>
      <w:tcPr>
        <w:tcBorders/>
      </w:tcPr>
    </w:tblStylePr>
    <w:tblStylePr w:type="firstRow">
      <w:rPr>
        <w:b/>
        <w:color w:val="0093ca" w:themeColor="accent4" w:themeTint="9A" w:themeShade="95"/>
      </w:rPr>
      <w:pPr>
        <w:pBdr/>
        <w:spacing/>
        <w:ind/>
      </w:pPr>
      <w:tblPr>
        <w:tblBorders/>
      </w:tblPr>
      <w:tcPr>
        <w:tcBorders>
          <w:bottom w:val="single" w:color="000000" w:themeColor="accent4" w:themeTint="9A" w:sz="4" w:space="0"/>
        </w:tcBorders>
      </w:tcPr>
    </w:tblStylePr>
    <w:tblStylePr w:type="lastCol">
      <w:rPr>
        <w:b/>
        <w:color w:val="0093ca" w:themeColor="accent4" w:themeTint="9A" w:themeShade="95"/>
      </w:rPr>
      <w:pPr>
        <w:pBdr/>
        <w:spacing/>
        <w:ind/>
      </w:pPr>
      <w:tblPr>
        <w:tblBorders/>
      </w:tblPr>
      <w:tcPr>
        <w:tcBorders/>
      </w:tcPr>
    </w:tblStylePr>
    <w:tblStylePr w:type="lastRow">
      <w:rPr>
        <w:b/>
        <w:color w:val="0093ca"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39">
    <w:name w:val="List Table 6 Colorful - Accent 5"/>
    <w:basedOn w:val="1789"/>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fde5c8" w:themeFill="accent5" w:themeFillTint="40"/>
        <w:tcBorders/>
      </w:tcPr>
    </w:tblStylePr>
    <w:tblStylePr w:type="band1Vert">
      <w:pPr>
        <w:pBdr/>
        <w:spacing/>
        <w:ind/>
      </w:pPr>
      <w:tblPr>
        <w:tblBorders/>
      </w:tblPr>
      <w:tcPr>
        <w:shd w:val="clear" w:color="ffffff" w:themeColor="accent5" w:themeTint="40" w:fill="fde5c8"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37506" w:themeColor="accent5" w:themeTint="9A" w:themeShade="95"/>
      </w:rPr>
      <w:pPr>
        <w:pBdr/>
        <w:spacing/>
        <w:ind/>
      </w:pPr>
      <w:tblPr>
        <w:tblBorders/>
      </w:tblPr>
      <w:tcPr>
        <w:tcBorders/>
      </w:tcPr>
    </w:tblStylePr>
    <w:tblStylePr w:type="firstRow">
      <w:rPr>
        <w:b/>
        <w:color w:val="d37506" w:themeColor="accent5" w:themeTint="9A" w:themeShade="95"/>
      </w:rPr>
      <w:pPr>
        <w:pBdr/>
        <w:spacing/>
        <w:ind/>
      </w:pPr>
      <w:tblPr>
        <w:tblBorders/>
      </w:tblPr>
      <w:tcPr>
        <w:tcBorders>
          <w:bottom w:val="single" w:color="000000" w:themeColor="accent5" w:themeTint="9A" w:sz="4" w:space="0"/>
        </w:tcBorders>
      </w:tcPr>
    </w:tblStylePr>
    <w:tblStylePr w:type="lastCol">
      <w:rPr>
        <w:b/>
        <w:color w:val="d37506" w:themeColor="accent5" w:themeTint="9A" w:themeShade="95"/>
      </w:rPr>
      <w:pPr>
        <w:pBdr/>
        <w:spacing/>
        <w:ind/>
      </w:pPr>
      <w:tblPr>
        <w:tblBorders/>
      </w:tblPr>
      <w:tcPr>
        <w:tcBorders/>
      </w:tcPr>
    </w:tblStylePr>
    <w:tblStylePr w:type="lastRow">
      <w:rPr>
        <w:b/>
        <w:color w:val="d37506"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40">
    <w:name w:val="List Table 6 Colorful - Accent 6"/>
    <w:basedOn w:val="1789"/>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adac3" w:themeFill="accent6" w:themeFillTint="40"/>
        <w:tcBorders/>
      </w:tcPr>
    </w:tblStylePr>
    <w:tblStylePr w:type="band1Vert">
      <w:pPr>
        <w:pBdr/>
        <w:spacing/>
        <w:ind/>
      </w:pPr>
      <w:tblPr>
        <w:tblBorders/>
      </w:tblPr>
      <w:tcPr>
        <w:shd w:val="clear" w:color="ffffff" w:themeColor="accent6" w:themeTint="40" w:fill="fadac3"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15b10" w:themeColor="accent6" w:themeTint="98" w:themeShade="95"/>
      </w:rPr>
      <w:pPr>
        <w:pBdr/>
        <w:spacing/>
        <w:ind/>
      </w:pPr>
      <w:tblPr>
        <w:tblBorders/>
      </w:tblPr>
      <w:tcPr>
        <w:tcBorders/>
      </w:tcPr>
    </w:tblStylePr>
    <w:tblStylePr w:type="firstRow">
      <w:rPr>
        <w:b/>
        <w:color w:val="c15b10" w:themeColor="accent6" w:themeTint="98" w:themeShade="95"/>
      </w:rPr>
      <w:pPr>
        <w:pBdr/>
        <w:spacing/>
        <w:ind/>
      </w:pPr>
      <w:tblPr>
        <w:tblBorders/>
      </w:tblPr>
      <w:tcPr>
        <w:tcBorders>
          <w:bottom w:val="single" w:color="000000" w:themeColor="accent6" w:themeTint="98" w:sz="4" w:space="0"/>
        </w:tcBorders>
      </w:tcPr>
    </w:tblStylePr>
    <w:tblStylePr w:type="lastCol">
      <w:rPr>
        <w:b/>
        <w:color w:val="c15b10" w:themeColor="accent6" w:themeTint="98" w:themeShade="95"/>
      </w:rPr>
      <w:pPr>
        <w:pBdr/>
        <w:spacing/>
        <w:ind/>
      </w:pPr>
      <w:tblPr>
        <w:tblBorders/>
      </w:tblPr>
      <w:tcPr>
        <w:tcBorders/>
      </w:tcPr>
    </w:tblStylePr>
    <w:tblStylePr w:type="lastRow">
      <w:rPr>
        <w:b/>
        <w:color w:val="c15b10"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41">
    <w:name w:val="List Table 7 Colorful"/>
    <w:basedOn w:val="1789"/>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742">
    <w:name w:val="List Table 7 Colorful - Accent 1"/>
    <w:basedOn w:val="1789"/>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c97b20" w:themeColor="accent1" w:themeShade="95"/>
        <w:sz w:val="22"/>
      </w:rPr>
      <w:pPr>
        <w:pBdr/>
        <w:spacing/>
        <w:ind/>
      </w:pPr>
      <w:tblPr>
        <w:tblBorders/>
      </w:tblPr>
      <w:tcPr>
        <w:shd w:val="clear" w:color="ffffff" w:themeColor="accent1" w:themeTint="40" w:fill="fbf1e6" w:themeFill="accent1" w:themeFillTint="40"/>
        <w:tcBorders/>
      </w:tcPr>
    </w:tblStylePr>
    <w:tblStylePr w:type="band1Vert">
      <w:pPr>
        <w:pBdr/>
        <w:spacing/>
        <w:ind/>
      </w:pPr>
      <w:tblPr>
        <w:tblBorders/>
      </w:tblPr>
      <w:tcPr>
        <w:shd w:val="clear" w:color="ffffff" w:themeColor="accent1" w:themeTint="40" w:fill="fbf1e6" w:themeFill="accent1" w:themeFillTint="40"/>
        <w:tcBorders/>
      </w:tcPr>
    </w:tblStylePr>
    <w:tblStylePr w:type="band2Horz">
      <w:rPr>
        <w:rFonts w:ascii="Arial" w:hAnsi="Arial"/>
        <w:color w:val="c97b2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7b20"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c97b20"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c97b20"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c97b20"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97b20" w:themeColor="accent1" w:themeShade="95"/>
        <w:sz w:val="22"/>
      </w:rPr>
      <w:pPr>
        <w:pBdr/>
        <w:spacing/>
        <w:ind/>
      </w:pPr>
      <w:tblPr>
        <w:tblBorders/>
      </w:tblPr>
      <w:tcPr>
        <w:tcBorders/>
      </w:tcPr>
    </w:tblStylePr>
  </w:style>
  <w:style w:type="table" w:styleId="1743">
    <w:name w:val="List Table 7 Colorful - Accent 2"/>
    <w:basedOn w:val="1789"/>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138296" w:themeColor="accent2" w:themeTint="97" w:themeShade="95"/>
        <w:sz w:val="22"/>
      </w:rPr>
      <w:pPr>
        <w:pBdr/>
        <w:spacing/>
        <w:ind/>
      </w:pPr>
      <w:tblPr>
        <w:tblBorders/>
      </w:tblPr>
      <w:tcPr>
        <w:shd w:val="clear" w:color="ffffff" w:themeColor="accent2" w:themeTint="40" w:fill="ade9f4" w:themeFill="accent2" w:themeFillTint="40"/>
        <w:tcBorders/>
      </w:tcPr>
    </w:tblStylePr>
    <w:tblStylePr w:type="band1Vert">
      <w:pPr>
        <w:pBdr/>
        <w:spacing/>
        <w:ind/>
      </w:pPr>
      <w:tblPr>
        <w:tblBorders/>
      </w:tblPr>
      <w:tcPr>
        <w:shd w:val="clear" w:color="ffffff" w:themeColor="accent2" w:themeTint="40" w:fill="ade9f4" w:themeFill="accent2" w:themeFillTint="40"/>
        <w:tcBorders/>
      </w:tcPr>
    </w:tblStylePr>
    <w:tblStylePr w:type="band2Horz">
      <w:rPr>
        <w:rFonts w:ascii="Arial" w:hAnsi="Arial"/>
        <w:color w:val="138296"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138296"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138296"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138296"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138296"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138296" w:themeColor="accent2" w:themeTint="97" w:themeShade="95"/>
        <w:sz w:val="22"/>
      </w:rPr>
      <w:pPr>
        <w:pBdr/>
        <w:spacing/>
        <w:ind/>
      </w:pPr>
      <w:tblPr>
        <w:tblBorders/>
      </w:tblPr>
      <w:tcPr>
        <w:tcBorders/>
      </w:tcPr>
    </w:tblStylePr>
  </w:style>
  <w:style w:type="table" w:styleId="1744">
    <w:name w:val="List Table 7 Colorful - Accent 3"/>
    <w:basedOn w:val="1789"/>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097b8c" w:themeColor="accent3" w:themeTint="98" w:themeShade="95"/>
        <w:sz w:val="22"/>
      </w:rPr>
      <w:pPr>
        <w:pBdr/>
        <w:spacing/>
        <w:ind/>
      </w:pPr>
      <w:tblPr>
        <w:tblBorders/>
      </w:tblPr>
      <w:tcPr>
        <w:shd w:val="clear" w:color="ffffff" w:themeColor="accent3" w:themeTint="40" w:fill="9becf8" w:themeFill="accent3" w:themeFillTint="40"/>
        <w:tcBorders/>
      </w:tcPr>
    </w:tblStylePr>
    <w:tblStylePr w:type="band1Vert">
      <w:pPr>
        <w:pBdr/>
        <w:spacing/>
        <w:ind/>
      </w:pPr>
      <w:tblPr>
        <w:tblBorders/>
      </w:tblPr>
      <w:tcPr>
        <w:shd w:val="clear" w:color="ffffff" w:themeColor="accent3" w:themeTint="40" w:fill="9becf8" w:themeFill="accent3" w:themeFillTint="40"/>
        <w:tcBorders/>
      </w:tcPr>
    </w:tblStylePr>
    <w:tblStylePr w:type="band2Horz">
      <w:rPr>
        <w:rFonts w:ascii="Arial" w:hAnsi="Arial"/>
        <w:color w:val="097b8c"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097b8c"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097b8c"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097b8c"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097b8c"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097b8c" w:themeColor="accent3" w:themeTint="98" w:themeShade="95"/>
        <w:sz w:val="22"/>
      </w:rPr>
      <w:pPr>
        <w:pBdr/>
        <w:spacing/>
        <w:ind/>
      </w:pPr>
      <w:tblPr>
        <w:tblBorders/>
      </w:tblPr>
      <w:tcPr>
        <w:tcBorders/>
      </w:tcPr>
    </w:tblStylePr>
  </w:style>
  <w:style w:type="table" w:styleId="1745">
    <w:name w:val="List Table 7 Colorful - Accent 4"/>
    <w:basedOn w:val="1789"/>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0093ca" w:themeColor="accent4" w:themeTint="9A" w:themeShade="95"/>
        <w:sz w:val="22"/>
      </w:rPr>
      <w:pPr>
        <w:pBdr/>
        <w:spacing/>
        <w:ind/>
      </w:pPr>
      <w:tblPr>
        <w:tblBorders/>
      </w:tblPr>
      <w:tcPr>
        <w:shd w:val="clear" w:color="ffffff" w:themeColor="accent4" w:themeTint="40" w:fill="bbecff" w:themeFill="accent4" w:themeFillTint="40"/>
        <w:tcBorders/>
      </w:tcPr>
    </w:tblStylePr>
    <w:tblStylePr w:type="band1Vert">
      <w:pPr>
        <w:pBdr/>
        <w:spacing/>
        <w:ind/>
      </w:pPr>
      <w:tblPr>
        <w:tblBorders/>
      </w:tblPr>
      <w:tcPr>
        <w:shd w:val="clear" w:color="ffffff" w:themeColor="accent4" w:themeTint="40" w:fill="bbecff" w:themeFill="accent4" w:themeFillTint="40"/>
        <w:tcBorders/>
      </w:tcPr>
    </w:tblStylePr>
    <w:tblStylePr w:type="band2Horz">
      <w:rPr>
        <w:rFonts w:ascii="Arial" w:hAnsi="Arial"/>
        <w:color w:val="0093ca"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0093ca"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0093ca"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0093ca"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0093ca"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0093ca" w:themeColor="accent4" w:themeTint="9A" w:themeShade="95"/>
        <w:sz w:val="22"/>
      </w:rPr>
      <w:pPr>
        <w:pBdr/>
        <w:spacing/>
        <w:ind/>
      </w:pPr>
      <w:tblPr>
        <w:tblBorders/>
      </w:tblPr>
      <w:tcPr>
        <w:tcBorders/>
      </w:tcPr>
    </w:tblStylePr>
  </w:style>
  <w:style w:type="table" w:styleId="1746">
    <w:name w:val="List Table 7 Colorful - Accent 5"/>
    <w:basedOn w:val="1789"/>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d37506" w:themeColor="accent5" w:themeTint="9A" w:themeShade="95"/>
        <w:sz w:val="22"/>
      </w:rPr>
      <w:pPr>
        <w:pBdr/>
        <w:spacing/>
        <w:ind/>
      </w:pPr>
      <w:tblPr>
        <w:tblBorders/>
      </w:tblPr>
      <w:tcPr>
        <w:shd w:val="clear" w:color="ffffff" w:themeColor="accent5" w:themeTint="40" w:fill="fde5c8" w:themeFill="accent5" w:themeFillTint="40"/>
        <w:tcBorders/>
      </w:tcPr>
    </w:tblStylePr>
    <w:tblStylePr w:type="band1Vert">
      <w:pPr>
        <w:pBdr/>
        <w:spacing/>
        <w:ind/>
      </w:pPr>
      <w:tblPr>
        <w:tblBorders/>
      </w:tblPr>
      <w:tcPr>
        <w:shd w:val="clear" w:color="ffffff" w:themeColor="accent5" w:themeTint="40" w:fill="fde5c8" w:themeFill="accent5" w:themeFillTint="40"/>
        <w:tcBorders/>
      </w:tcPr>
    </w:tblStylePr>
    <w:tblStylePr w:type="band2Horz">
      <w:rPr>
        <w:rFonts w:ascii="Arial" w:hAnsi="Arial"/>
        <w:color w:val="d37506"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37506"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d37506"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d37506"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d37506"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37506" w:themeColor="accent5" w:themeTint="9A" w:themeShade="95"/>
        <w:sz w:val="22"/>
      </w:rPr>
      <w:pPr>
        <w:pBdr/>
        <w:spacing/>
        <w:ind/>
      </w:pPr>
      <w:tblPr>
        <w:tblBorders/>
      </w:tblPr>
      <w:tcPr>
        <w:tcBorders/>
      </w:tcPr>
    </w:tblStylePr>
  </w:style>
  <w:style w:type="table" w:styleId="1747">
    <w:name w:val="List Table 7 Colorful - Accent 6"/>
    <w:basedOn w:val="1789"/>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c15b10" w:themeColor="accent6" w:themeTint="98" w:themeShade="95"/>
        <w:sz w:val="22"/>
      </w:rPr>
      <w:pPr>
        <w:pBdr/>
        <w:spacing/>
        <w:ind/>
      </w:pPr>
      <w:tblPr>
        <w:tblBorders/>
      </w:tblPr>
      <w:tcPr>
        <w:shd w:val="clear" w:color="ffffff" w:themeColor="accent6" w:themeTint="40" w:fill="fadac3" w:themeFill="accent6" w:themeFillTint="40"/>
        <w:tcBorders/>
      </w:tcPr>
    </w:tblStylePr>
    <w:tblStylePr w:type="band1Vert">
      <w:pPr>
        <w:pBdr/>
        <w:spacing/>
        <w:ind/>
      </w:pPr>
      <w:tblPr>
        <w:tblBorders/>
      </w:tblPr>
      <w:tcPr>
        <w:shd w:val="clear" w:color="ffffff" w:themeColor="accent6" w:themeTint="40" w:fill="fadac3" w:themeFill="accent6" w:themeFillTint="40"/>
        <w:tcBorders/>
      </w:tcPr>
    </w:tblStylePr>
    <w:tblStylePr w:type="band2Horz">
      <w:rPr>
        <w:rFonts w:ascii="Arial" w:hAnsi="Arial"/>
        <w:color w:val="c15b1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15b10"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c15b1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c15b10"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c15b10"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15b10" w:themeColor="accent6" w:themeTint="98" w:themeShade="95"/>
        <w:sz w:val="22"/>
      </w:rPr>
      <w:pPr>
        <w:pBdr/>
        <w:spacing/>
        <w:ind/>
      </w:pPr>
      <w:tblPr>
        <w:tblBorders/>
      </w:tblPr>
      <w:tcPr>
        <w:tcBorders/>
      </w:tcPr>
    </w:tblStylePr>
  </w:style>
  <w:style w:type="table" w:styleId="1748">
    <w:name w:val="Lined - Accent"/>
    <w:basedOn w:val="178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49">
    <w:name w:val="Lined - Accent 1"/>
    <w:basedOn w:val="178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faefe1"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faefe1"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f1cfa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f1cfa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f1cfa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f1cfa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50">
    <w:name w:val="Lined - Accent 2"/>
    <w:basedOn w:val="178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beeef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beeef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3ecde7"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3ecde7"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3ecde7"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3ecde7"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51">
    <w:name w:val="Lined - Accent 3"/>
    <w:basedOn w:val="178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adf0fa"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adf0fa"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054a54"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054a54"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054a54"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054a54"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52">
    <w:name w:val="Lined - Accent 4"/>
    <w:basedOn w:val="178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c6efff"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c6efff"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5bd2ff"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5bd2ff"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5bd2ff"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5bd2ff"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53">
    <w:name w:val="Lined - Accent 5"/>
    <w:basedOn w:val="178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fde9d2"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fde9d2" w:themeFill="accent5" w:themeFillTint="34"/>
        <w:tcBorders/>
      </w:tcPr>
    </w:tblStylePr>
    <w:tblStylePr w:type="firstCol">
      <w:rPr>
        <w:rFonts w:ascii="Arial" w:hAnsi="Arial"/>
        <w:color w:val="f2f2f2"/>
        <w:sz w:val="22"/>
      </w:rPr>
      <w:pPr>
        <w:pBdr/>
        <w:spacing/>
        <w:ind/>
      </w:pPr>
      <w:tblPr>
        <w:tblBorders/>
      </w:tblPr>
      <w:tcPr>
        <w:shd w:val="clear" w:color="ffffff" w:themeColor="accent5" w:fill="f99927" w:themeFill="accent5"/>
        <w:tcBorders/>
      </w:tcPr>
    </w:tblStylePr>
    <w:tblStylePr w:type="firstRow">
      <w:rPr>
        <w:rFonts w:ascii="Arial" w:hAnsi="Arial"/>
        <w:color w:val="f2f2f2"/>
        <w:sz w:val="22"/>
      </w:rPr>
      <w:pPr>
        <w:pBdr/>
        <w:spacing/>
        <w:ind/>
      </w:pPr>
      <w:tblPr>
        <w:tblBorders/>
      </w:tblPr>
      <w:tcPr>
        <w:shd w:val="clear" w:color="ffffff" w:themeColor="accent5" w:fill="f99927" w:themeFill="accent5"/>
        <w:tcBorders/>
      </w:tcPr>
    </w:tblStylePr>
    <w:tblStylePr w:type="lastCol">
      <w:rPr>
        <w:rFonts w:ascii="Arial" w:hAnsi="Arial"/>
        <w:color w:val="f2f2f2"/>
        <w:sz w:val="22"/>
      </w:rPr>
      <w:pPr>
        <w:pBdr/>
        <w:spacing/>
        <w:ind/>
      </w:pPr>
      <w:tblPr>
        <w:tblBorders/>
      </w:tblPr>
      <w:tcPr>
        <w:shd w:val="clear" w:color="ffffff" w:themeColor="accent5" w:fill="f99927" w:themeFill="accent5"/>
        <w:tcBorders/>
      </w:tcPr>
    </w:tblStylePr>
    <w:tblStylePr w:type="lastRow">
      <w:rPr>
        <w:rFonts w:ascii="Arial" w:hAnsi="Arial"/>
        <w:color w:val="f2f2f2"/>
        <w:sz w:val="22"/>
      </w:rPr>
      <w:pPr>
        <w:pBdr/>
        <w:spacing/>
        <w:ind/>
      </w:pPr>
      <w:tblPr>
        <w:tblBorders/>
      </w:tblPr>
      <w:tcPr>
        <w:shd w:val="clear" w:color="ffffff" w:themeColor="accent5" w:fill="f99927"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54">
    <w:name w:val="Lined - Accent 6"/>
    <w:basedOn w:val="178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be1ce"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be1ce" w:themeFill="accent6" w:themeFillTint="34"/>
        <w:tcBorders/>
      </w:tcPr>
    </w:tblStylePr>
    <w:tblStylePr w:type="firstCol">
      <w:rPr>
        <w:rFonts w:ascii="Arial" w:hAnsi="Arial"/>
        <w:color w:val="f2f2f2"/>
        <w:sz w:val="22"/>
      </w:rPr>
      <w:pPr>
        <w:pBdr/>
        <w:spacing/>
        <w:ind/>
      </w:pPr>
      <w:tblPr>
        <w:tblBorders/>
      </w:tblPr>
      <w:tcPr>
        <w:shd w:val="clear" w:color="ffffff" w:themeColor="accent6" w:fill="ec7216" w:themeFill="accent6"/>
        <w:tcBorders/>
      </w:tcPr>
    </w:tblStylePr>
    <w:tblStylePr w:type="firstRow">
      <w:rPr>
        <w:rFonts w:ascii="Arial" w:hAnsi="Arial"/>
        <w:color w:val="f2f2f2"/>
        <w:sz w:val="22"/>
      </w:rPr>
      <w:pPr>
        <w:pBdr/>
        <w:spacing/>
        <w:ind/>
      </w:pPr>
      <w:tblPr>
        <w:tblBorders/>
      </w:tblPr>
      <w:tcPr>
        <w:shd w:val="clear" w:color="ffffff" w:themeColor="accent6" w:fill="ec7216" w:themeFill="accent6"/>
        <w:tcBorders/>
      </w:tcPr>
    </w:tblStylePr>
    <w:tblStylePr w:type="lastCol">
      <w:rPr>
        <w:rFonts w:ascii="Arial" w:hAnsi="Arial"/>
        <w:color w:val="f2f2f2"/>
        <w:sz w:val="22"/>
      </w:rPr>
      <w:pPr>
        <w:pBdr/>
        <w:spacing/>
        <w:ind/>
      </w:pPr>
      <w:tblPr>
        <w:tblBorders/>
      </w:tblPr>
      <w:tcPr>
        <w:shd w:val="clear" w:color="ffffff" w:themeColor="accent6" w:fill="ec7216" w:themeFill="accent6"/>
        <w:tcBorders/>
      </w:tcPr>
    </w:tblStylePr>
    <w:tblStylePr w:type="lastRow">
      <w:rPr>
        <w:rFonts w:ascii="Arial" w:hAnsi="Arial"/>
        <w:color w:val="f2f2f2"/>
        <w:sz w:val="22"/>
      </w:rPr>
      <w:pPr>
        <w:pBdr/>
        <w:spacing/>
        <w:ind/>
      </w:pPr>
      <w:tblPr>
        <w:tblBorders/>
      </w:tblPr>
      <w:tcPr>
        <w:shd w:val="clear" w:color="ffffff" w:themeColor="accent6" w:fill="ec721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55">
    <w:name w:val="Bordered &amp; Lined - Accent"/>
    <w:basedOn w:val="1789"/>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56">
    <w:name w:val="Bordered &amp; Lined - Accent 1"/>
    <w:basedOn w:val="1789"/>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faefe1"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faefe1"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f1cfa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f1cfa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f1cfa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f1cfa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57">
    <w:name w:val="Bordered &amp; Lined - Accent 2"/>
    <w:basedOn w:val="1789"/>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beeef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beeef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3ecde7"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3ecde7"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3ecde7"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3ecde7"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58">
    <w:name w:val="Bordered &amp; Lined - Accent 3"/>
    <w:basedOn w:val="1789"/>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adf0fa"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adf0fa"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054a54"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054a54"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054a54"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054a54"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59">
    <w:name w:val="Bordered &amp; Lined - Accent 4"/>
    <w:basedOn w:val="1789"/>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c6efff"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c6efff"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5bd2ff"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5bd2ff"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5bd2ff"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5bd2ff"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60">
    <w:name w:val="Bordered &amp; Lined - Accent 5"/>
    <w:basedOn w:val="1789"/>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fde9d2"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fde9d2" w:themeFill="accent5" w:themeFillTint="34"/>
        <w:tcBorders/>
      </w:tcPr>
    </w:tblStylePr>
    <w:tblStylePr w:type="firstCol">
      <w:rPr>
        <w:rFonts w:ascii="Arial" w:hAnsi="Arial"/>
        <w:color w:val="f2f2f2"/>
        <w:sz w:val="22"/>
      </w:rPr>
      <w:pPr>
        <w:pBdr/>
        <w:spacing/>
        <w:ind/>
      </w:pPr>
      <w:tblPr>
        <w:tblBorders/>
      </w:tblPr>
      <w:tcPr>
        <w:shd w:val="clear" w:color="ffffff" w:themeColor="accent5" w:fill="f99927" w:themeFill="accent5"/>
        <w:tcBorders/>
      </w:tcPr>
    </w:tblStylePr>
    <w:tblStylePr w:type="firstRow">
      <w:rPr>
        <w:rFonts w:ascii="Arial" w:hAnsi="Arial"/>
        <w:color w:val="f2f2f2"/>
        <w:sz w:val="22"/>
      </w:rPr>
      <w:pPr>
        <w:pBdr/>
        <w:spacing/>
        <w:ind/>
      </w:pPr>
      <w:tblPr>
        <w:tblBorders/>
      </w:tblPr>
      <w:tcPr>
        <w:shd w:val="clear" w:color="ffffff" w:themeColor="accent5" w:fill="f99927" w:themeFill="accent5"/>
        <w:tcBorders/>
      </w:tcPr>
    </w:tblStylePr>
    <w:tblStylePr w:type="lastCol">
      <w:rPr>
        <w:rFonts w:ascii="Arial" w:hAnsi="Arial"/>
        <w:color w:val="f2f2f2"/>
        <w:sz w:val="22"/>
      </w:rPr>
      <w:pPr>
        <w:pBdr/>
        <w:spacing/>
        <w:ind/>
      </w:pPr>
      <w:tblPr>
        <w:tblBorders/>
      </w:tblPr>
      <w:tcPr>
        <w:shd w:val="clear" w:color="ffffff" w:themeColor="accent5" w:fill="f99927" w:themeFill="accent5"/>
        <w:tcBorders/>
      </w:tcPr>
    </w:tblStylePr>
    <w:tblStylePr w:type="lastRow">
      <w:rPr>
        <w:rFonts w:ascii="Arial" w:hAnsi="Arial"/>
        <w:color w:val="f2f2f2"/>
        <w:sz w:val="22"/>
      </w:rPr>
      <w:pPr>
        <w:pBdr/>
        <w:spacing/>
        <w:ind/>
      </w:pPr>
      <w:tblPr>
        <w:tblBorders/>
      </w:tblPr>
      <w:tcPr>
        <w:shd w:val="clear" w:color="ffffff" w:themeColor="accent5" w:fill="f99927"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61">
    <w:name w:val="Bordered &amp; Lined - Accent 6"/>
    <w:basedOn w:val="1789"/>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be1ce"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be1ce" w:themeFill="accent6" w:themeFillTint="34"/>
        <w:tcBorders/>
      </w:tcPr>
    </w:tblStylePr>
    <w:tblStylePr w:type="firstCol">
      <w:rPr>
        <w:rFonts w:ascii="Arial" w:hAnsi="Arial"/>
        <w:color w:val="f2f2f2"/>
        <w:sz w:val="22"/>
      </w:rPr>
      <w:pPr>
        <w:pBdr/>
        <w:spacing/>
        <w:ind/>
      </w:pPr>
      <w:tblPr>
        <w:tblBorders/>
      </w:tblPr>
      <w:tcPr>
        <w:shd w:val="clear" w:color="ffffff" w:themeColor="accent6" w:fill="ec7216" w:themeFill="accent6"/>
        <w:tcBorders/>
      </w:tcPr>
    </w:tblStylePr>
    <w:tblStylePr w:type="firstRow">
      <w:rPr>
        <w:rFonts w:ascii="Arial" w:hAnsi="Arial"/>
        <w:color w:val="f2f2f2"/>
        <w:sz w:val="22"/>
      </w:rPr>
      <w:pPr>
        <w:pBdr/>
        <w:spacing/>
        <w:ind/>
      </w:pPr>
      <w:tblPr>
        <w:tblBorders/>
      </w:tblPr>
      <w:tcPr>
        <w:shd w:val="clear" w:color="ffffff" w:themeColor="accent6" w:fill="ec7216" w:themeFill="accent6"/>
        <w:tcBorders/>
      </w:tcPr>
    </w:tblStylePr>
    <w:tblStylePr w:type="lastCol">
      <w:rPr>
        <w:rFonts w:ascii="Arial" w:hAnsi="Arial"/>
        <w:color w:val="f2f2f2"/>
        <w:sz w:val="22"/>
      </w:rPr>
      <w:pPr>
        <w:pBdr/>
        <w:spacing/>
        <w:ind/>
      </w:pPr>
      <w:tblPr>
        <w:tblBorders/>
      </w:tblPr>
      <w:tcPr>
        <w:shd w:val="clear" w:color="ffffff" w:themeColor="accent6" w:fill="ec7216" w:themeFill="accent6"/>
        <w:tcBorders/>
      </w:tcPr>
    </w:tblStylePr>
    <w:tblStylePr w:type="lastRow">
      <w:rPr>
        <w:rFonts w:ascii="Arial" w:hAnsi="Arial"/>
        <w:color w:val="f2f2f2"/>
        <w:sz w:val="22"/>
      </w:rPr>
      <w:pPr>
        <w:pBdr/>
        <w:spacing/>
        <w:ind/>
      </w:pPr>
      <w:tblPr>
        <w:tblBorders/>
      </w:tblPr>
      <w:tcPr>
        <w:shd w:val="clear" w:color="ffffff" w:themeColor="accent6" w:fill="ec721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62">
    <w:name w:val="Bordered"/>
    <w:basedOn w:val="1789"/>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63">
    <w:name w:val="Bordered - Accent 1"/>
    <w:basedOn w:val="1789"/>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64">
    <w:name w:val="Bordered - Accent 2"/>
    <w:basedOn w:val="1789"/>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65">
    <w:name w:val="Bordered - Accent 3"/>
    <w:basedOn w:val="1789"/>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66">
    <w:name w:val="Bordered - Accent 4"/>
    <w:basedOn w:val="1789"/>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67">
    <w:name w:val="Bordered - Accent 5"/>
    <w:basedOn w:val="1789"/>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68">
    <w:name w:val="Bordered - Accent 6"/>
    <w:basedOn w:val="1789"/>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769">
    <w:name w:val="Hyperlink"/>
    <w:uiPriority w:val="99"/>
    <w:unhideWhenUsed/>
    <w:pPr>
      <w:pBdr/>
      <w:spacing/>
      <w:ind/>
    </w:pPr>
    <w:rPr>
      <w:color w:val="0000ff" w:themeColor="hyperlink"/>
      <w:u w:val="single"/>
    </w:rPr>
  </w:style>
  <w:style w:type="paragraph" w:styleId="1770">
    <w:name w:val="footnote text"/>
    <w:basedOn w:val="1787"/>
    <w:link w:val="1771"/>
    <w:uiPriority w:val="99"/>
    <w:semiHidden/>
    <w:unhideWhenUsed/>
    <w:pPr>
      <w:pBdr/>
      <w:spacing w:after="40" w:line="240" w:lineRule="auto"/>
      <w:ind/>
    </w:pPr>
    <w:rPr>
      <w:sz w:val="18"/>
    </w:rPr>
  </w:style>
  <w:style w:type="character" w:styleId="1771">
    <w:name w:val="Footnote Text Char"/>
    <w:link w:val="1770"/>
    <w:uiPriority w:val="99"/>
    <w:pPr>
      <w:pBdr/>
      <w:spacing/>
      <w:ind/>
    </w:pPr>
    <w:rPr>
      <w:sz w:val="18"/>
    </w:rPr>
  </w:style>
  <w:style w:type="character" w:styleId="1772">
    <w:name w:val="footnote reference"/>
    <w:basedOn w:val="1788"/>
    <w:uiPriority w:val="99"/>
    <w:unhideWhenUsed/>
    <w:pPr>
      <w:pBdr/>
      <w:spacing/>
      <w:ind/>
    </w:pPr>
    <w:rPr>
      <w:vertAlign w:val="superscript"/>
    </w:rPr>
  </w:style>
  <w:style w:type="paragraph" w:styleId="1773">
    <w:name w:val="endnote text"/>
    <w:basedOn w:val="1787"/>
    <w:link w:val="1774"/>
    <w:uiPriority w:val="99"/>
    <w:semiHidden/>
    <w:unhideWhenUsed/>
    <w:pPr>
      <w:pBdr/>
      <w:spacing w:after="0" w:line="240" w:lineRule="auto"/>
      <w:ind/>
    </w:pPr>
    <w:rPr>
      <w:sz w:val="20"/>
    </w:rPr>
  </w:style>
  <w:style w:type="character" w:styleId="1774">
    <w:name w:val="Endnote Text Char"/>
    <w:link w:val="1773"/>
    <w:uiPriority w:val="99"/>
    <w:pPr>
      <w:pBdr/>
      <w:spacing/>
      <w:ind/>
    </w:pPr>
    <w:rPr>
      <w:sz w:val="20"/>
    </w:rPr>
  </w:style>
  <w:style w:type="character" w:styleId="1775">
    <w:name w:val="endnote reference"/>
    <w:basedOn w:val="1788"/>
    <w:uiPriority w:val="99"/>
    <w:semiHidden/>
    <w:unhideWhenUsed/>
    <w:pPr>
      <w:pBdr/>
      <w:spacing/>
      <w:ind/>
    </w:pPr>
    <w:rPr>
      <w:vertAlign w:val="superscript"/>
    </w:rPr>
  </w:style>
  <w:style w:type="paragraph" w:styleId="1776">
    <w:name w:val="toc 1"/>
    <w:basedOn w:val="1787"/>
    <w:next w:val="1787"/>
    <w:uiPriority w:val="39"/>
    <w:unhideWhenUsed/>
    <w:pPr>
      <w:pBdr/>
      <w:spacing w:after="57"/>
      <w:ind w:right="0" w:firstLine="0" w:left="0"/>
    </w:pPr>
  </w:style>
  <w:style w:type="paragraph" w:styleId="1777">
    <w:name w:val="toc 2"/>
    <w:basedOn w:val="1787"/>
    <w:next w:val="1787"/>
    <w:uiPriority w:val="39"/>
    <w:unhideWhenUsed/>
    <w:pPr>
      <w:pBdr/>
      <w:spacing w:after="57"/>
      <w:ind w:right="0" w:firstLine="0" w:left="283"/>
    </w:pPr>
  </w:style>
  <w:style w:type="paragraph" w:styleId="1778">
    <w:name w:val="toc 3"/>
    <w:basedOn w:val="1787"/>
    <w:next w:val="1787"/>
    <w:uiPriority w:val="39"/>
    <w:unhideWhenUsed/>
    <w:pPr>
      <w:pBdr/>
      <w:spacing w:after="57"/>
      <w:ind w:right="0" w:firstLine="0" w:left="567"/>
    </w:pPr>
  </w:style>
  <w:style w:type="paragraph" w:styleId="1779">
    <w:name w:val="toc 4"/>
    <w:basedOn w:val="1787"/>
    <w:next w:val="1787"/>
    <w:uiPriority w:val="39"/>
    <w:unhideWhenUsed/>
    <w:pPr>
      <w:pBdr/>
      <w:spacing w:after="57"/>
      <w:ind w:right="0" w:firstLine="0" w:left="850"/>
    </w:pPr>
  </w:style>
  <w:style w:type="paragraph" w:styleId="1780">
    <w:name w:val="toc 5"/>
    <w:basedOn w:val="1787"/>
    <w:next w:val="1787"/>
    <w:uiPriority w:val="39"/>
    <w:unhideWhenUsed/>
    <w:pPr>
      <w:pBdr/>
      <w:spacing w:after="57"/>
      <w:ind w:right="0" w:firstLine="0" w:left="1134"/>
    </w:pPr>
  </w:style>
  <w:style w:type="paragraph" w:styleId="1781">
    <w:name w:val="toc 6"/>
    <w:basedOn w:val="1787"/>
    <w:next w:val="1787"/>
    <w:uiPriority w:val="39"/>
    <w:unhideWhenUsed/>
    <w:pPr>
      <w:pBdr/>
      <w:spacing w:after="57"/>
      <w:ind w:right="0" w:firstLine="0" w:left="1417"/>
    </w:pPr>
  </w:style>
  <w:style w:type="paragraph" w:styleId="1782">
    <w:name w:val="toc 7"/>
    <w:basedOn w:val="1787"/>
    <w:next w:val="1787"/>
    <w:uiPriority w:val="39"/>
    <w:unhideWhenUsed/>
    <w:pPr>
      <w:pBdr/>
      <w:spacing w:after="57"/>
      <w:ind w:right="0" w:firstLine="0" w:left="1701"/>
    </w:pPr>
  </w:style>
  <w:style w:type="paragraph" w:styleId="1783">
    <w:name w:val="toc 8"/>
    <w:basedOn w:val="1787"/>
    <w:next w:val="1787"/>
    <w:uiPriority w:val="39"/>
    <w:unhideWhenUsed/>
    <w:pPr>
      <w:pBdr/>
      <w:spacing w:after="57"/>
      <w:ind w:right="0" w:firstLine="0" w:left="1984"/>
    </w:pPr>
  </w:style>
  <w:style w:type="paragraph" w:styleId="1784">
    <w:name w:val="toc 9"/>
    <w:basedOn w:val="1787"/>
    <w:next w:val="1787"/>
    <w:uiPriority w:val="39"/>
    <w:unhideWhenUsed/>
    <w:pPr>
      <w:pBdr/>
      <w:spacing w:after="57"/>
      <w:ind w:right="0" w:firstLine="0" w:left="2268"/>
    </w:pPr>
  </w:style>
  <w:style w:type="paragraph" w:styleId="1785">
    <w:name w:val="TOC Heading"/>
    <w:uiPriority w:val="39"/>
    <w:unhideWhenUsed/>
    <w:pPr>
      <w:pBdr/>
      <w:spacing/>
      <w:ind/>
    </w:pPr>
  </w:style>
  <w:style w:type="paragraph" w:styleId="1786">
    <w:name w:val="table of figures"/>
    <w:basedOn w:val="1787"/>
    <w:next w:val="1787"/>
    <w:uiPriority w:val="99"/>
    <w:unhideWhenUsed/>
    <w:pPr>
      <w:pBdr/>
      <w:spacing w:after="0" w:afterAutospacing="0"/>
      <w:ind/>
    </w:pPr>
  </w:style>
  <w:style w:type="paragraph" w:styleId="1787" w:default="1">
    <w:name w:val="Normal"/>
    <w:qFormat/>
    <w:pPr>
      <w:pBdr/>
      <w:spacing/>
      <w:ind/>
    </w:pPr>
  </w:style>
  <w:style w:type="character" w:styleId="1788" w:default="1">
    <w:name w:val="Default Paragraph Font"/>
    <w:uiPriority w:val="1"/>
    <w:semiHidden/>
    <w:unhideWhenUsed/>
    <w:pPr>
      <w:pBdr/>
      <w:spacing/>
      <w:ind/>
    </w:pPr>
  </w:style>
  <w:style w:type="table" w:styleId="1789"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790" w:default="1">
    <w:name w:val="No List"/>
    <w:uiPriority w:val="99"/>
    <w:semiHidden/>
    <w:unhideWhenUsed/>
    <w:pPr>
      <w:pBdr/>
      <w:spacing/>
      <w:ind/>
    </w:pPr>
  </w:style>
  <w:style w:type="paragraph" w:styleId="1791" w:customStyle="1">
    <w:name w:val="9839DA6E14F74906840939ED9B75108F"/>
    <w:pPr>
      <w:pBdr/>
      <w:spacing/>
      <w:ind/>
    </w:pPr>
  </w:style>
  <w:style w:type="paragraph" w:styleId="1792">
    <w:name w:val="List Bullet"/>
    <w:basedOn w:val="1787"/>
    <w:uiPriority w:val="99"/>
    <w:qFormat/>
    <w:pPr>
      <w:numPr>
        <w:ilvl w:val="0"/>
        <w:numId w:val="1"/>
      </w:numPr>
      <w:pBdr/>
      <w:spacing w:after="200" w:line="240" w:lineRule="auto"/>
      <w:ind w:hanging="340" w:left="340"/>
    </w:pPr>
    <w:rPr>
      <w:rFonts w:eastAsiaTheme="minorHAnsi"/>
      <w:color w:val="595959" w:themeColor="text1" w:themeTint="A6"/>
      <w:sz w:val="24"/>
      <w:szCs w:val="24"/>
      <w:lang w:eastAsia="en-US"/>
    </w:r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Custom 30">
      <a:dk1>
        <a:sysClr val="windowText" lastClr="000000"/>
      </a:dk1>
      <a:lt1>
        <a:sysClr val="window" lastClr="FFFFFF"/>
      </a:lt1>
      <a:dk2>
        <a:srgbClr val="00292E"/>
      </a:dk2>
      <a:lt2>
        <a:srgbClr val="64B2C1"/>
      </a:lt2>
      <a:accent1>
        <a:srgbClr val="F0CDA1"/>
      </a:accent1>
      <a:accent2>
        <a:srgbClr val="107082"/>
      </a:accent2>
      <a:accent3>
        <a:srgbClr val="054854"/>
      </a:accent3>
      <a:accent4>
        <a:srgbClr val="00AEEF"/>
      </a:accent4>
      <a:accent5>
        <a:srgbClr val="F99927"/>
      </a:accent5>
      <a:accent6>
        <a:srgbClr val="EC7216"/>
      </a:accent6>
      <a:hlink>
        <a:srgbClr val="000000"/>
      </a:hlink>
      <a:folHlink>
        <a:srgbClr val="000000"/>
      </a:folHlink>
    </a:clrScheme>
    <a:fontScheme name="Custom 24">
      <a:majorFont>
        <a:latin typeface="Gill Sans MT"/>
        <a:ea typeface="Arial"/>
        <a:cs typeface="Arial"/>
      </a:majorFont>
      <a:minorFont>
        <a:latin typeface="Arial "/>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9677210f24a1be23c92c90fd886aa0aa">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60e05723c5c1908df1a1a4ebf11d344e"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This value indicates the number of saves or revisions. The application is responsible for updating this value after each revision.</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C05FCB-AF85-478F-9500-21308C89FBAD}">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84E339F2-D1ED-4FBE-8C44-D373B8224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7941D6-5DB0-47F2-A512-07BCDD71B638}">
  <ds:schemaRefs>
    <ds:schemaRef ds:uri="http://schemas.openxmlformats.org/officeDocument/2006/bibliography"/>
  </ds:schemaRefs>
</ds:datastoreItem>
</file>

<file path=customXml/itemProps4.xml><?xml version="1.0" encoding="utf-8"?>
<ds:datastoreItem xmlns:ds="http://schemas.openxmlformats.org/officeDocument/2006/customXml" ds:itemID="{80543BF8-D561-4553-B76A-95AA02A274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Analyse de marché et SWOT pour petite entreprise</Template>
  <Application>ONLYOFFICE/8.3.2.19</Application>
  <DocSecurity>0</DocSecurity>
  <ScaleCrop>0</ScaleCrop>
  <HeadingPairs>
    <vt:vector size="0" baseType="variant"/>
  </HeadingPairs>
  <TitlesOfParts>
    <vt:vector size="0" baseType="lpstr"/>
  </TitlesOfParts>
  <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A L’UTILISATION DU MODELE MULTIMODAL MULTIPARTENARIAL GIRONDIN</dc:title>
  <dc:subject/>
  <dc:creator/>
  <cp:keywords/>
  <dc:description/>
  <cp:revision>15</cp:revision>
  <dcterms:created xsi:type="dcterms:W3CDTF">2023-07-10T13:23:00Z</dcterms:created>
  <dcterms:modified xsi:type="dcterms:W3CDTF">2025-04-03T10:07:51Z</dcterms:modified>
  <cp:contentStatus>Démarche à suivre pour les utilisateurs du MMM33ourner signé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